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33210" w14:textId="14414214" w:rsidR="00A56F98" w:rsidRDefault="00A56F98" w:rsidP="00F351E4"/>
    <w:p w14:paraId="1BE67C25" w14:textId="35C6AA47" w:rsidR="00E0548E" w:rsidRDefault="00E0548E" w:rsidP="00E0548E">
      <w:pPr>
        <w:rPr>
          <w:i/>
          <w:u w:val="single"/>
        </w:rPr>
      </w:pPr>
      <w:r>
        <w:rPr>
          <w:i/>
          <w:u w:val="single"/>
        </w:rPr>
        <w:t xml:space="preserve">Prijavni obrazec – </w:t>
      </w:r>
      <w:r>
        <w:rPr>
          <w:b/>
          <w:i/>
          <w:u w:val="single"/>
        </w:rPr>
        <w:t>razvoj turističnih podjetniških idej</w:t>
      </w:r>
      <w:r>
        <w:rPr>
          <w:i/>
          <w:u w:val="single"/>
        </w:rPr>
        <w:t xml:space="preserve"> - razpis 2025</w:t>
      </w:r>
    </w:p>
    <w:p w14:paraId="74354B5D" w14:textId="77777777" w:rsidR="00E0548E" w:rsidRDefault="00E0548E" w:rsidP="00E0548E">
      <w:pPr>
        <w:rPr>
          <w:b/>
          <w:i/>
        </w:rPr>
      </w:pPr>
    </w:p>
    <w:p w14:paraId="3B992A44" w14:textId="77777777" w:rsidR="00E0548E" w:rsidRDefault="00E0548E" w:rsidP="00E0548E">
      <w:pPr>
        <w:rPr>
          <w:b/>
        </w:rPr>
      </w:pPr>
      <w:r>
        <w:rPr>
          <w:b/>
          <w:i/>
        </w:rPr>
        <w:t>Podatki o vlagatelju:</w:t>
      </w:r>
    </w:p>
    <w:p w14:paraId="7DF759BA" w14:textId="77777777" w:rsidR="00E0548E" w:rsidRDefault="00E0548E" w:rsidP="00E0548E">
      <w:r>
        <w:t xml:space="preserve">Naziv: _________________________________________________________ </w:t>
      </w:r>
    </w:p>
    <w:p w14:paraId="153A2B69" w14:textId="77777777" w:rsidR="00E0548E" w:rsidRDefault="00E0548E" w:rsidP="00E0548E">
      <w:r>
        <w:t>Naslov:________________________________________________________</w:t>
      </w:r>
    </w:p>
    <w:p w14:paraId="73A011EA" w14:textId="77777777" w:rsidR="00E0548E" w:rsidRDefault="00E0548E" w:rsidP="00E0548E">
      <w:r>
        <w:t>Zakoniti zastopnik: _______________________________________________</w:t>
      </w:r>
    </w:p>
    <w:p w14:paraId="5EDC35BE" w14:textId="77777777" w:rsidR="00E0548E" w:rsidRDefault="00E0548E" w:rsidP="00E0548E">
      <w:r>
        <w:t>Kontakt (tel. številka, e-pošta): ______________________________________</w:t>
      </w:r>
    </w:p>
    <w:p w14:paraId="41069E0E" w14:textId="77777777" w:rsidR="00E0548E" w:rsidRDefault="00E0548E" w:rsidP="00E0548E">
      <w:r>
        <w:t>Davčna številka: _________________________________________________</w:t>
      </w:r>
    </w:p>
    <w:p w14:paraId="35EA455F" w14:textId="77777777" w:rsidR="00E0548E" w:rsidRDefault="00E0548E" w:rsidP="00E0548E">
      <w:r>
        <w:t xml:space="preserve">Matična številka: _________________________________________________ </w:t>
      </w:r>
    </w:p>
    <w:p w14:paraId="77740F85" w14:textId="77777777" w:rsidR="00E0548E" w:rsidRDefault="00E0548E" w:rsidP="00E0548E">
      <w:r>
        <w:t xml:space="preserve">Številka TR: _____________________________________________________ </w:t>
      </w:r>
    </w:p>
    <w:p w14:paraId="3A84627E" w14:textId="77777777" w:rsidR="00E0548E" w:rsidRDefault="00E0548E" w:rsidP="00E0548E">
      <w:r>
        <w:t>Zavezanec za DDV:                DA                              NE</w:t>
      </w:r>
    </w:p>
    <w:p w14:paraId="03C35B50" w14:textId="77777777" w:rsidR="00E0548E" w:rsidRDefault="00E0548E" w:rsidP="00E0548E">
      <w:r>
        <w:t>Sem ponudnik namestitvenih kapacitet:             DA                       NE</w:t>
      </w:r>
    </w:p>
    <w:p w14:paraId="7892AFE0" w14:textId="77777777" w:rsidR="00E0548E" w:rsidRDefault="00E0548E" w:rsidP="00E0548E">
      <w:r>
        <w:t>Na podlagi javnega razpisa se prijavljamo za pomoč za razvoj turističnih podjetniških idej.</w:t>
      </w:r>
    </w:p>
    <w:p w14:paraId="2E721DD6" w14:textId="77777777" w:rsidR="00E0548E" w:rsidRDefault="00E0548E" w:rsidP="00E0548E">
      <w:r>
        <w:rPr>
          <w:b/>
        </w:rPr>
        <w:t>Turistična podjetniška ideja - povzetek</w:t>
      </w:r>
      <w:r>
        <w:t>:</w:t>
      </w:r>
    </w:p>
    <w:p w14:paraId="6AEF5F26" w14:textId="77777777" w:rsidR="00E0548E" w:rsidRDefault="00E0548E" w:rsidP="00E0548E">
      <w:pPr>
        <w:pBdr>
          <w:bottom w:val="single" w:sz="12" w:space="1" w:color="auto"/>
        </w:pBd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22EC9" w14:textId="77777777" w:rsidR="00E0548E" w:rsidRDefault="00E0548E" w:rsidP="00E0548E">
      <w:pPr>
        <w:rPr>
          <w:b/>
          <w:bCs/>
        </w:rPr>
      </w:pPr>
      <w:r>
        <w:rPr>
          <w:b/>
          <w:bCs/>
        </w:rPr>
        <w:t xml:space="preserve">Finančna konstrukcija – upravičeni stroški - povzetek </w:t>
      </w:r>
    </w:p>
    <w:tbl>
      <w:tblPr>
        <w:tblW w:w="8931" w:type="dxa"/>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761"/>
        <w:gridCol w:w="2764"/>
        <w:gridCol w:w="2406"/>
      </w:tblGrid>
      <w:tr w:rsidR="00E0548E" w14:paraId="7B751ED2" w14:textId="77777777" w:rsidTr="00B15526">
        <w:tc>
          <w:tcPr>
            <w:tcW w:w="3761" w:type="dxa"/>
            <w:tcBorders>
              <w:top w:val="single" w:sz="4" w:space="0" w:color="auto"/>
              <w:left w:val="single" w:sz="4" w:space="0" w:color="auto"/>
              <w:bottom w:val="single" w:sz="4" w:space="0" w:color="auto"/>
              <w:right w:val="single" w:sz="4" w:space="0" w:color="auto"/>
            </w:tcBorders>
          </w:tcPr>
          <w:p w14:paraId="4669CA22" w14:textId="77777777" w:rsidR="00E0548E" w:rsidRDefault="00E0548E" w:rsidP="00B15526">
            <w:pPr>
              <w:rPr>
                <w:b/>
              </w:rPr>
            </w:pPr>
            <w:r>
              <w:rPr>
                <w:b/>
              </w:rPr>
              <w:t>Viri financiranja</w:t>
            </w:r>
          </w:p>
          <w:p w14:paraId="637C5098" w14:textId="77777777" w:rsidR="00E0548E" w:rsidRDefault="00E0548E" w:rsidP="00B15526">
            <w:pPr>
              <w:rPr>
                <w:b/>
              </w:rPr>
            </w:pPr>
          </w:p>
        </w:tc>
        <w:tc>
          <w:tcPr>
            <w:tcW w:w="2764" w:type="dxa"/>
            <w:tcBorders>
              <w:top w:val="single" w:sz="4" w:space="0" w:color="auto"/>
              <w:left w:val="single" w:sz="4" w:space="0" w:color="auto"/>
              <w:bottom w:val="single" w:sz="4" w:space="0" w:color="auto"/>
              <w:right w:val="single" w:sz="4" w:space="0" w:color="auto"/>
            </w:tcBorders>
            <w:hideMark/>
          </w:tcPr>
          <w:p w14:paraId="332CB3AE" w14:textId="77777777" w:rsidR="00E0548E" w:rsidRDefault="00E0548E" w:rsidP="00B15526">
            <w:pPr>
              <w:rPr>
                <w:b/>
              </w:rPr>
            </w:pPr>
            <w:r>
              <w:rPr>
                <w:b/>
              </w:rPr>
              <w:t>Višina (EUR)</w:t>
            </w:r>
          </w:p>
        </w:tc>
        <w:tc>
          <w:tcPr>
            <w:tcW w:w="2406" w:type="dxa"/>
            <w:tcBorders>
              <w:top w:val="single" w:sz="4" w:space="0" w:color="auto"/>
              <w:left w:val="single" w:sz="4" w:space="0" w:color="auto"/>
              <w:bottom w:val="single" w:sz="4" w:space="0" w:color="auto"/>
              <w:right w:val="single" w:sz="4" w:space="0" w:color="auto"/>
            </w:tcBorders>
            <w:hideMark/>
          </w:tcPr>
          <w:p w14:paraId="54F5F998" w14:textId="77777777" w:rsidR="00E0548E" w:rsidRDefault="00E0548E" w:rsidP="00B15526">
            <w:pPr>
              <w:rPr>
                <w:b/>
              </w:rPr>
            </w:pPr>
            <w:r>
              <w:rPr>
                <w:b/>
              </w:rPr>
              <w:t>Delež (%)</w:t>
            </w:r>
            <w:r>
              <w:rPr>
                <w:b/>
                <w:vertAlign w:val="superscript"/>
              </w:rPr>
              <w:footnoteReference w:id="1"/>
            </w:r>
          </w:p>
        </w:tc>
      </w:tr>
      <w:tr w:rsidR="00E0548E" w14:paraId="0C2F4927" w14:textId="77777777" w:rsidTr="00B15526">
        <w:tc>
          <w:tcPr>
            <w:tcW w:w="3761" w:type="dxa"/>
            <w:tcBorders>
              <w:top w:val="single" w:sz="4" w:space="0" w:color="auto"/>
              <w:left w:val="single" w:sz="4" w:space="0" w:color="auto"/>
              <w:bottom w:val="single" w:sz="4" w:space="0" w:color="auto"/>
              <w:right w:val="single" w:sz="4" w:space="0" w:color="auto"/>
            </w:tcBorders>
          </w:tcPr>
          <w:p w14:paraId="572C5FFD" w14:textId="77777777" w:rsidR="00E0548E" w:rsidRDefault="00E0548E" w:rsidP="00B15526">
            <w:pPr>
              <w:rPr>
                <w:bCs/>
              </w:rPr>
            </w:pPr>
            <w:r>
              <w:rPr>
                <w:bCs/>
              </w:rPr>
              <w:t>Lastna sredstva</w:t>
            </w:r>
          </w:p>
          <w:p w14:paraId="5C6B56EF" w14:textId="77777777" w:rsidR="00E0548E" w:rsidRDefault="00E0548E" w:rsidP="00B15526">
            <w:pPr>
              <w:rPr>
                <w:bCs/>
              </w:rPr>
            </w:pPr>
          </w:p>
        </w:tc>
        <w:tc>
          <w:tcPr>
            <w:tcW w:w="2764" w:type="dxa"/>
            <w:tcBorders>
              <w:top w:val="single" w:sz="4" w:space="0" w:color="auto"/>
              <w:left w:val="single" w:sz="4" w:space="0" w:color="auto"/>
              <w:bottom w:val="single" w:sz="4" w:space="0" w:color="auto"/>
              <w:right w:val="single" w:sz="4" w:space="0" w:color="auto"/>
            </w:tcBorders>
          </w:tcPr>
          <w:p w14:paraId="1CF2E97D" w14:textId="77777777" w:rsidR="00E0548E" w:rsidRDefault="00E0548E" w:rsidP="00B15526">
            <w:pPr>
              <w:rPr>
                <w:bCs/>
              </w:rPr>
            </w:pPr>
          </w:p>
        </w:tc>
        <w:tc>
          <w:tcPr>
            <w:tcW w:w="2406" w:type="dxa"/>
            <w:tcBorders>
              <w:top w:val="single" w:sz="4" w:space="0" w:color="auto"/>
              <w:left w:val="single" w:sz="4" w:space="0" w:color="auto"/>
              <w:bottom w:val="single" w:sz="4" w:space="0" w:color="auto"/>
              <w:right w:val="single" w:sz="4" w:space="0" w:color="auto"/>
            </w:tcBorders>
          </w:tcPr>
          <w:p w14:paraId="2DF43202" w14:textId="77777777" w:rsidR="00E0548E" w:rsidRDefault="00E0548E" w:rsidP="00B15526">
            <w:pPr>
              <w:rPr>
                <w:bCs/>
              </w:rPr>
            </w:pPr>
          </w:p>
        </w:tc>
      </w:tr>
      <w:tr w:rsidR="00E0548E" w14:paraId="78562781" w14:textId="77777777" w:rsidTr="00B15526">
        <w:tc>
          <w:tcPr>
            <w:tcW w:w="3761" w:type="dxa"/>
            <w:tcBorders>
              <w:top w:val="single" w:sz="4" w:space="0" w:color="auto"/>
              <w:left w:val="single" w:sz="4" w:space="0" w:color="auto"/>
              <w:bottom w:val="single" w:sz="4" w:space="0" w:color="auto"/>
              <w:right w:val="single" w:sz="4" w:space="0" w:color="auto"/>
            </w:tcBorders>
          </w:tcPr>
          <w:p w14:paraId="0D160928" w14:textId="77777777" w:rsidR="00E0548E" w:rsidRDefault="00E0548E" w:rsidP="00B15526">
            <w:pPr>
              <w:rPr>
                <w:bCs/>
              </w:rPr>
            </w:pPr>
            <w:r>
              <w:rPr>
                <w:bCs/>
              </w:rPr>
              <w:lastRenderedPageBreak/>
              <w:t>Drugo – OBČINA KAMNIK</w:t>
            </w:r>
          </w:p>
          <w:p w14:paraId="2169E88C" w14:textId="77777777" w:rsidR="00E0548E" w:rsidRDefault="00E0548E" w:rsidP="00B15526">
            <w:pPr>
              <w:rPr>
                <w:bCs/>
              </w:rPr>
            </w:pPr>
          </w:p>
        </w:tc>
        <w:tc>
          <w:tcPr>
            <w:tcW w:w="2764" w:type="dxa"/>
            <w:tcBorders>
              <w:top w:val="single" w:sz="4" w:space="0" w:color="auto"/>
              <w:left w:val="single" w:sz="4" w:space="0" w:color="auto"/>
              <w:bottom w:val="single" w:sz="4" w:space="0" w:color="auto"/>
              <w:right w:val="single" w:sz="4" w:space="0" w:color="auto"/>
            </w:tcBorders>
          </w:tcPr>
          <w:p w14:paraId="770B125B" w14:textId="77777777" w:rsidR="00E0548E" w:rsidRDefault="00E0548E" w:rsidP="00B15526">
            <w:pPr>
              <w:rPr>
                <w:bCs/>
              </w:rPr>
            </w:pPr>
          </w:p>
        </w:tc>
        <w:tc>
          <w:tcPr>
            <w:tcW w:w="2406" w:type="dxa"/>
            <w:tcBorders>
              <w:top w:val="single" w:sz="4" w:space="0" w:color="auto"/>
              <w:left w:val="single" w:sz="4" w:space="0" w:color="auto"/>
              <w:bottom w:val="single" w:sz="4" w:space="0" w:color="auto"/>
              <w:right w:val="single" w:sz="4" w:space="0" w:color="auto"/>
            </w:tcBorders>
          </w:tcPr>
          <w:p w14:paraId="7ECC228B" w14:textId="77777777" w:rsidR="00E0548E" w:rsidRDefault="00E0548E" w:rsidP="00B15526">
            <w:pPr>
              <w:rPr>
                <w:bCs/>
              </w:rPr>
            </w:pPr>
          </w:p>
        </w:tc>
      </w:tr>
      <w:tr w:rsidR="00E0548E" w14:paraId="23B47504" w14:textId="77777777" w:rsidTr="00B15526">
        <w:tc>
          <w:tcPr>
            <w:tcW w:w="3761" w:type="dxa"/>
            <w:tcBorders>
              <w:top w:val="single" w:sz="4" w:space="0" w:color="auto"/>
              <w:left w:val="single" w:sz="4" w:space="0" w:color="auto"/>
              <w:bottom w:val="single" w:sz="4" w:space="0" w:color="auto"/>
              <w:right w:val="single" w:sz="4" w:space="0" w:color="auto"/>
            </w:tcBorders>
          </w:tcPr>
          <w:p w14:paraId="1C366731" w14:textId="77777777" w:rsidR="00E0548E" w:rsidRDefault="00E0548E" w:rsidP="00B15526">
            <w:pPr>
              <w:rPr>
                <w:bCs/>
              </w:rPr>
            </w:pPr>
            <w:r>
              <w:rPr>
                <w:bCs/>
              </w:rPr>
              <w:t>Drugi viri RS (navedite)</w:t>
            </w:r>
          </w:p>
          <w:p w14:paraId="6E2188DB" w14:textId="77777777" w:rsidR="00E0548E" w:rsidRDefault="00E0548E" w:rsidP="00B15526">
            <w:pPr>
              <w:rPr>
                <w:bCs/>
              </w:rPr>
            </w:pPr>
          </w:p>
        </w:tc>
        <w:tc>
          <w:tcPr>
            <w:tcW w:w="2764" w:type="dxa"/>
            <w:tcBorders>
              <w:top w:val="single" w:sz="4" w:space="0" w:color="auto"/>
              <w:left w:val="single" w:sz="4" w:space="0" w:color="auto"/>
              <w:bottom w:val="single" w:sz="4" w:space="0" w:color="auto"/>
              <w:right w:val="single" w:sz="4" w:space="0" w:color="auto"/>
            </w:tcBorders>
          </w:tcPr>
          <w:p w14:paraId="178C3365" w14:textId="77777777" w:rsidR="00E0548E" w:rsidRDefault="00E0548E" w:rsidP="00B15526">
            <w:pPr>
              <w:rPr>
                <w:bCs/>
              </w:rPr>
            </w:pPr>
          </w:p>
        </w:tc>
        <w:tc>
          <w:tcPr>
            <w:tcW w:w="2406" w:type="dxa"/>
            <w:tcBorders>
              <w:top w:val="single" w:sz="4" w:space="0" w:color="auto"/>
              <w:left w:val="single" w:sz="4" w:space="0" w:color="auto"/>
              <w:bottom w:val="single" w:sz="4" w:space="0" w:color="auto"/>
              <w:right w:val="single" w:sz="4" w:space="0" w:color="auto"/>
            </w:tcBorders>
          </w:tcPr>
          <w:p w14:paraId="789C6AA7" w14:textId="77777777" w:rsidR="00E0548E" w:rsidRDefault="00E0548E" w:rsidP="00B15526">
            <w:pPr>
              <w:rPr>
                <w:bCs/>
              </w:rPr>
            </w:pPr>
          </w:p>
        </w:tc>
      </w:tr>
      <w:tr w:rsidR="00E0548E" w14:paraId="41FDBBDB" w14:textId="77777777" w:rsidTr="00B15526">
        <w:tc>
          <w:tcPr>
            <w:tcW w:w="3761" w:type="dxa"/>
            <w:tcBorders>
              <w:top w:val="single" w:sz="4" w:space="0" w:color="auto"/>
              <w:left w:val="single" w:sz="4" w:space="0" w:color="auto"/>
              <w:bottom w:val="single" w:sz="4" w:space="0" w:color="auto"/>
              <w:right w:val="single" w:sz="4" w:space="0" w:color="auto"/>
            </w:tcBorders>
          </w:tcPr>
          <w:p w14:paraId="5CF9E71A" w14:textId="77777777" w:rsidR="00E0548E" w:rsidRDefault="00E0548E" w:rsidP="00B15526">
            <w:pPr>
              <w:rPr>
                <w:bCs/>
              </w:rPr>
            </w:pPr>
            <w:r>
              <w:rPr>
                <w:bCs/>
              </w:rPr>
              <w:t>Drugo (vpišite)</w:t>
            </w:r>
          </w:p>
          <w:p w14:paraId="7A23C9AD" w14:textId="77777777" w:rsidR="00E0548E" w:rsidRDefault="00E0548E" w:rsidP="00B15526">
            <w:pPr>
              <w:rPr>
                <w:bCs/>
              </w:rPr>
            </w:pPr>
          </w:p>
        </w:tc>
        <w:tc>
          <w:tcPr>
            <w:tcW w:w="2764" w:type="dxa"/>
            <w:tcBorders>
              <w:top w:val="single" w:sz="4" w:space="0" w:color="auto"/>
              <w:left w:val="single" w:sz="4" w:space="0" w:color="auto"/>
              <w:bottom w:val="single" w:sz="4" w:space="0" w:color="auto"/>
              <w:right w:val="single" w:sz="4" w:space="0" w:color="auto"/>
            </w:tcBorders>
          </w:tcPr>
          <w:p w14:paraId="49FCEE01" w14:textId="77777777" w:rsidR="00E0548E" w:rsidRDefault="00E0548E" w:rsidP="00B15526">
            <w:pPr>
              <w:rPr>
                <w:bCs/>
              </w:rPr>
            </w:pPr>
          </w:p>
        </w:tc>
        <w:tc>
          <w:tcPr>
            <w:tcW w:w="2406" w:type="dxa"/>
            <w:tcBorders>
              <w:top w:val="single" w:sz="4" w:space="0" w:color="auto"/>
              <w:left w:val="single" w:sz="4" w:space="0" w:color="auto"/>
              <w:bottom w:val="single" w:sz="4" w:space="0" w:color="auto"/>
              <w:right w:val="single" w:sz="4" w:space="0" w:color="auto"/>
            </w:tcBorders>
          </w:tcPr>
          <w:p w14:paraId="07437575" w14:textId="77777777" w:rsidR="00E0548E" w:rsidRDefault="00E0548E" w:rsidP="00B15526">
            <w:pPr>
              <w:rPr>
                <w:bCs/>
              </w:rPr>
            </w:pPr>
          </w:p>
        </w:tc>
      </w:tr>
      <w:tr w:rsidR="00E0548E" w14:paraId="3BA851C8" w14:textId="77777777" w:rsidTr="00B15526">
        <w:tc>
          <w:tcPr>
            <w:tcW w:w="3761" w:type="dxa"/>
            <w:tcBorders>
              <w:top w:val="single" w:sz="4" w:space="0" w:color="auto"/>
              <w:left w:val="single" w:sz="4" w:space="0" w:color="auto"/>
              <w:bottom w:val="single" w:sz="4" w:space="0" w:color="auto"/>
              <w:right w:val="single" w:sz="4" w:space="0" w:color="auto"/>
            </w:tcBorders>
          </w:tcPr>
          <w:p w14:paraId="3E1C9CCC" w14:textId="77777777" w:rsidR="00E0548E" w:rsidRDefault="00E0548E" w:rsidP="00B15526">
            <w:pPr>
              <w:rPr>
                <w:b/>
              </w:rPr>
            </w:pPr>
            <w:r>
              <w:rPr>
                <w:b/>
              </w:rPr>
              <w:t>SKUPAJ</w:t>
            </w:r>
          </w:p>
          <w:p w14:paraId="6AB80896" w14:textId="77777777" w:rsidR="00E0548E" w:rsidRDefault="00E0548E" w:rsidP="00B15526">
            <w:pPr>
              <w:rPr>
                <w:b/>
              </w:rPr>
            </w:pPr>
          </w:p>
        </w:tc>
        <w:tc>
          <w:tcPr>
            <w:tcW w:w="2764" w:type="dxa"/>
            <w:tcBorders>
              <w:top w:val="single" w:sz="4" w:space="0" w:color="auto"/>
              <w:left w:val="single" w:sz="4" w:space="0" w:color="auto"/>
              <w:bottom w:val="single" w:sz="4" w:space="0" w:color="auto"/>
              <w:right w:val="single" w:sz="4" w:space="0" w:color="auto"/>
            </w:tcBorders>
          </w:tcPr>
          <w:p w14:paraId="312E5176" w14:textId="77777777" w:rsidR="00E0548E" w:rsidRDefault="00E0548E" w:rsidP="00B15526">
            <w:pPr>
              <w:rPr>
                <w:b/>
              </w:rPr>
            </w:pPr>
          </w:p>
        </w:tc>
        <w:tc>
          <w:tcPr>
            <w:tcW w:w="2406" w:type="dxa"/>
            <w:tcBorders>
              <w:top w:val="single" w:sz="4" w:space="0" w:color="auto"/>
              <w:left w:val="single" w:sz="4" w:space="0" w:color="auto"/>
              <w:bottom w:val="single" w:sz="4" w:space="0" w:color="auto"/>
              <w:right w:val="single" w:sz="4" w:space="0" w:color="auto"/>
            </w:tcBorders>
            <w:hideMark/>
          </w:tcPr>
          <w:p w14:paraId="58F7F614" w14:textId="77777777" w:rsidR="00E0548E" w:rsidRDefault="00E0548E" w:rsidP="00B15526">
            <w:pPr>
              <w:rPr>
                <w:b/>
              </w:rPr>
            </w:pPr>
            <w:r>
              <w:rPr>
                <w:b/>
              </w:rPr>
              <w:t>100%</w:t>
            </w:r>
          </w:p>
        </w:tc>
      </w:tr>
    </w:tbl>
    <w:p w14:paraId="43562A71" w14:textId="77777777" w:rsidR="00E0548E" w:rsidRDefault="00E0548E" w:rsidP="00E0548E"/>
    <w:p w14:paraId="5BA70126" w14:textId="77777777" w:rsidR="00E0548E" w:rsidRDefault="00E0548E" w:rsidP="00E0548E"/>
    <w:p w14:paraId="30E3EF50" w14:textId="4298A425" w:rsidR="00E0548E" w:rsidRDefault="00E0548E" w:rsidP="00E0548E">
      <w:r>
        <w:t>Vsebina vloge:</w:t>
      </w:r>
    </w:p>
    <w:p w14:paraId="04911B3C" w14:textId="66929A93" w:rsidR="00A25125" w:rsidRDefault="00A25125" w:rsidP="00A25125">
      <w:pPr>
        <w:pStyle w:val="Odstavekseznama"/>
        <w:numPr>
          <w:ilvl w:val="0"/>
          <w:numId w:val="42"/>
        </w:numPr>
      </w:pPr>
      <w:r w:rsidRPr="00A25125">
        <w:t>Izjava vlagatelja o izpolnjevanju in sprejemanju razpisnih pogojev</w:t>
      </w:r>
      <w:r>
        <w:t>;</w:t>
      </w:r>
    </w:p>
    <w:p w14:paraId="74DE05CA" w14:textId="68DE4BB4" w:rsidR="00A25125" w:rsidRDefault="00A25125" w:rsidP="00E0548E">
      <w:pPr>
        <w:pStyle w:val="Odstavekseznama"/>
        <w:numPr>
          <w:ilvl w:val="0"/>
          <w:numId w:val="42"/>
        </w:numPr>
      </w:pPr>
      <w:r>
        <w:t>Izjava o enotnem podjetju;</w:t>
      </w:r>
    </w:p>
    <w:p w14:paraId="330B184D" w14:textId="138CC987" w:rsidR="00A25125" w:rsidRDefault="00A25125" w:rsidP="00E0548E">
      <w:pPr>
        <w:pStyle w:val="Odstavekseznama"/>
        <w:numPr>
          <w:ilvl w:val="0"/>
          <w:numId w:val="42"/>
        </w:numPr>
      </w:pPr>
      <w:r>
        <w:t xml:space="preserve">Izjava o že prejetih de </w:t>
      </w:r>
      <w:proofErr w:type="spellStart"/>
      <w:r>
        <w:t>minimis</w:t>
      </w:r>
      <w:proofErr w:type="spellEnd"/>
      <w:r>
        <w:t xml:space="preserve"> pomočeh;</w:t>
      </w:r>
    </w:p>
    <w:p w14:paraId="1B1C002F" w14:textId="64AD9518" w:rsidR="00A25125" w:rsidRDefault="00A25125" w:rsidP="00A25125">
      <w:pPr>
        <w:pStyle w:val="Odstavekseznama"/>
        <w:numPr>
          <w:ilvl w:val="0"/>
          <w:numId w:val="42"/>
        </w:numPr>
        <w:spacing w:after="0"/>
      </w:pPr>
      <w:r>
        <w:t>Izjava, da se Občini Kamnik dovoljuje pridobivanje podatkov iz uradnih evidenc;</w:t>
      </w:r>
    </w:p>
    <w:p w14:paraId="3360A81B" w14:textId="77777777" w:rsidR="00E0548E" w:rsidRDefault="00E0548E" w:rsidP="00A25125">
      <w:pPr>
        <w:numPr>
          <w:ilvl w:val="0"/>
          <w:numId w:val="42"/>
        </w:numPr>
        <w:spacing w:after="0"/>
        <w:jc w:val="both"/>
      </w:pPr>
      <w:r>
        <w:t>izpis iz sodnega/poslovnega registra (AJPES);</w:t>
      </w:r>
    </w:p>
    <w:p w14:paraId="1E1DD7B2" w14:textId="77777777" w:rsidR="00E0548E" w:rsidRDefault="00E0548E" w:rsidP="00A25125">
      <w:pPr>
        <w:numPr>
          <w:ilvl w:val="0"/>
          <w:numId w:val="42"/>
        </w:numPr>
        <w:spacing w:after="0"/>
        <w:jc w:val="both"/>
      </w:pPr>
      <w:r>
        <w:t>potrdilo o davkih in prispevkih, poravnanih do dneva oddaje vloge;</w:t>
      </w:r>
    </w:p>
    <w:p w14:paraId="79E890DE" w14:textId="0252848C" w:rsidR="00E0548E" w:rsidRDefault="00E0548E" w:rsidP="00A25125">
      <w:pPr>
        <w:numPr>
          <w:ilvl w:val="0"/>
          <w:numId w:val="42"/>
        </w:numPr>
        <w:spacing w:after="0"/>
        <w:jc w:val="both"/>
      </w:pPr>
      <w:r>
        <w:t xml:space="preserve">izjava o sodelovanju na Turističnem </w:t>
      </w:r>
      <w:proofErr w:type="spellStart"/>
      <w:r>
        <w:t>Startup</w:t>
      </w:r>
      <w:proofErr w:type="spellEnd"/>
      <w:r>
        <w:t xml:space="preserve"> Weekendu (4. do 6. 4. 2025) in oz. uvrstitvi na turističnem dogodku;</w:t>
      </w:r>
    </w:p>
    <w:p w14:paraId="6A0A803E" w14:textId="77777777" w:rsidR="00E0548E" w:rsidRDefault="00E0548E" w:rsidP="00A25125">
      <w:pPr>
        <w:numPr>
          <w:ilvl w:val="0"/>
          <w:numId w:val="42"/>
        </w:numPr>
        <w:spacing w:after="0"/>
        <w:jc w:val="both"/>
      </w:pPr>
      <w:r>
        <w:t>obrazložitev turistične podjetniške ideje (4000 - 8000 znakov), sestavni del katere je opis produkta, analiza trga, analiza konkurence in finančni načrt;</w:t>
      </w:r>
    </w:p>
    <w:p w14:paraId="2FE6C46F" w14:textId="32B39333" w:rsidR="00E0548E" w:rsidRDefault="00E0548E" w:rsidP="00A25125">
      <w:pPr>
        <w:numPr>
          <w:ilvl w:val="0"/>
          <w:numId w:val="42"/>
        </w:numPr>
        <w:spacing w:after="0"/>
        <w:jc w:val="both"/>
      </w:pPr>
      <w:r>
        <w:t>izjavo o povezavi s prenočitvenim-i/partner-jem/-i – v primeru, da sam ni ponudnik prenočitev;</w:t>
      </w:r>
    </w:p>
    <w:p w14:paraId="2E22E90B" w14:textId="3C07B9FC" w:rsidR="00E0548E" w:rsidRDefault="00E0548E" w:rsidP="00A25125">
      <w:pPr>
        <w:numPr>
          <w:ilvl w:val="0"/>
          <w:numId w:val="42"/>
        </w:numPr>
        <w:spacing w:after="0"/>
        <w:jc w:val="both"/>
      </w:pPr>
      <w:r>
        <w:t>izjava o izvedljivosti turistične podjetniške ideje do novembra 2025;</w:t>
      </w:r>
    </w:p>
    <w:p w14:paraId="0F76DFE0" w14:textId="711D614C" w:rsidR="00E35575" w:rsidRDefault="00E35575" w:rsidP="00A25125">
      <w:pPr>
        <w:numPr>
          <w:ilvl w:val="0"/>
          <w:numId w:val="42"/>
        </w:numPr>
        <w:spacing w:after="0"/>
        <w:jc w:val="both"/>
      </w:pPr>
      <w:r>
        <w:t>Izjava o udeleženosti/neudeleženosti z lastnim kapitalom;</w:t>
      </w:r>
    </w:p>
    <w:p w14:paraId="430A9E1B" w14:textId="77777777" w:rsidR="00E0548E" w:rsidRDefault="00E0548E" w:rsidP="00A25125">
      <w:pPr>
        <w:numPr>
          <w:ilvl w:val="0"/>
          <w:numId w:val="42"/>
        </w:numPr>
        <w:spacing w:after="0"/>
        <w:jc w:val="both"/>
      </w:pPr>
      <w:r>
        <w:t>dokazilo o plačani upravni taksi.</w:t>
      </w:r>
    </w:p>
    <w:p w14:paraId="09604C1A" w14:textId="77777777" w:rsidR="00E0548E" w:rsidRDefault="00E0548E" w:rsidP="00E0548E">
      <w:pPr>
        <w:jc w:val="both"/>
      </w:pPr>
    </w:p>
    <w:p w14:paraId="4E543033" w14:textId="77777777" w:rsidR="00E0548E" w:rsidRDefault="00E0548E" w:rsidP="00E0548E"/>
    <w:p w14:paraId="0EC9FB8F" w14:textId="77777777" w:rsidR="00E0548E" w:rsidRDefault="00E0548E" w:rsidP="00E0548E"/>
    <w:p w14:paraId="75C4470E" w14:textId="77777777" w:rsidR="00E0548E" w:rsidRDefault="00E0548E" w:rsidP="00E0548E">
      <w:r>
        <w:t>V Kamniku, dne____________________        Podpis vlagatelja:_________________</w:t>
      </w:r>
    </w:p>
    <w:p w14:paraId="05E6E770" w14:textId="77777777" w:rsidR="00E0548E" w:rsidRDefault="00E0548E" w:rsidP="00E0548E">
      <w:pPr>
        <w:rPr>
          <w:b/>
          <w:i/>
        </w:rPr>
      </w:pPr>
    </w:p>
    <w:p w14:paraId="6B819DE0" w14:textId="1B3DB219" w:rsidR="00A25125" w:rsidRDefault="00A25125" w:rsidP="00E0548E">
      <w:pPr>
        <w:rPr>
          <w:b/>
          <w:i/>
        </w:rPr>
      </w:pPr>
    </w:p>
    <w:p w14:paraId="2D996B7B" w14:textId="76054E05" w:rsidR="00A25125" w:rsidRDefault="00A25125" w:rsidP="00E0548E">
      <w:pPr>
        <w:rPr>
          <w:b/>
          <w:i/>
        </w:rPr>
      </w:pPr>
    </w:p>
    <w:p w14:paraId="3F77771A" w14:textId="50A1D552" w:rsidR="00E0548E" w:rsidRDefault="00E0548E" w:rsidP="00E0548E">
      <w:pPr>
        <w:rPr>
          <w:b/>
          <w:i/>
        </w:rPr>
      </w:pPr>
      <w:r>
        <w:rPr>
          <w:b/>
          <w:i/>
        </w:rPr>
        <w:lastRenderedPageBreak/>
        <w:t>IZJAVA VLAGATELJA O IZPOLNJEVANJU IN SPREJEMANJU RAZPISNIH POGOJEV</w:t>
      </w:r>
    </w:p>
    <w:p w14:paraId="6520FC9B" w14:textId="77777777" w:rsidR="00E0548E" w:rsidRDefault="00E0548E" w:rsidP="00E0548E">
      <w:pPr>
        <w:rPr>
          <w:i/>
        </w:rPr>
      </w:pPr>
      <w:r>
        <w:rPr>
          <w:i/>
        </w:rPr>
        <w:t>Naziv in naslov vlagatelja:_____________________________________________________</w:t>
      </w:r>
    </w:p>
    <w:p w14:paraId="3D87B02F" w14:textId="77777777" w:rsidR="00E0548E" w:rsidRDefault="00E0548E" w:rsidP="00E0548E">
      <w:pPr>
        <w:rPr>
          <w:i/>
        </w:rPr>
      </w:pPr>
      <w:r>
        <w:rPr>
          <w:i/>
        </w:rPr>
        <w:t>Ime in priimek odgovorne osebe:________________________________________________</w:t>
      </w:r>
    </w:p>
    <w:p w14:paraId="197EC7CE" w14:textId="77777777" w:rsidR="00E0548E" w:rsidRDefault="00E0548E" w:rsidP="00E0548E">
      <w:pPr>
        <w:rPr>
          <w:b/>
          <w:i/>
        </w:rPr>
      </w:pPr>
    </w:p>
    <w:p w14:paraId="2FC3DD50" w14:textId="77777777" w:rsidR="00E0548E" w:rsidRDefault="00E0548E" w:rsidP="00E0548E">
      <w:pPr>
        <w:rPr>
          <w:b/>
          <w:i/>
        </w:rPr>
      </w:pPr>
      <w:r>
        <w:rPr>
          <w:b/>
          <w:i/>
        </w:rPr>
        <w:t xml:space="preserve">S podpisom in žigom na tej izjavi potrjujemo: </w:t>
      </w:r>
    </w:p>
    <w:p w14:paraId="080E17BD" w14:textId="77777777" w:rsidR="00E0548E" w:rsidRDefault="00E0548E" w:rsidP="00E0548E">
      <w:pPr>
        <w:numPr>
          <w:ilvl w:val="0"/>
          <w:numId w:val="42"/>
        </w:numPr>
        <w:rPr>
          <w:i/>
        </w:rPr>
      </w:pPr>
      <w:r>
        <w:rPr>
          <w:i/>
        </w:rPr>
        <w:t>da izpolnjujemo vse pogoje, ki jih morajo imeti upravičenci za dodelitev sredstev po tem razpisu,</w:t>
      </w:r>
    </w:p>
    <w:p w14:paraId="1FB160B0" w14:textId="77777777" w:rsidR="00E0548E" w:rsidRDefault="00E0548E" w:rsidP="00E0548E">
      <w:pPr>
        <w:numPr>
          <w:ilvl w:val="0"/>
          <w:numId w:val="42"/>
        </w:numPr>
        <w:rPr>
          <w:i/>
        </w:rPr>
      </w:pPr>
      <w:r>
        <w:rPr>
          <w:i/>
        </w:rPr>
        <w:t xml:space="preserve">da se strinjamo in sprejemamo vse razpisne pogoje in merila, ki so navedeni v razpisu, </w:t>
      </w:r>
    </w:p>
    <w:p w14:paraId="72D70E29" w14:textId="77777777" w:rsidR="00E0548E" w:rsidRDefault="00E0548E" w:rsidP="00E0548E">
      <w:pPr>
        <w:numPr>
          <w:ilvl w:val="0"/>
          <w:numId w:val="42"/>
        </w:numPr>
        <w:rPr>
          <w:i/>
        </w:rPr>
      </w:pPr>
      <w:r>
        <w:rPr>
          <w:i/>
        </w:rPr>
        <w:t>da so vsi navedeni podatki v tej prijavi resnični in ustrezajo dejanskemu stanju,</w:t>
      </w:r>
    </w:p>
    <w:p w14:paraId="3F472D03" w14:textId="77777777" w:rsidR="00E0548E" w:rsidRDefault="00E0548E" w:rsidP="00E0548E">
      <w:pPr>
        <w:numPr>
          <w:ilvl w:val="0"/>
          <w:numId w:val="42"/>
        </w:numPr>
        <w:rPr>
          <w:i/>
        </w:rPr>
      </w:pPr>
      <w:r>
        <w:rPr>
          <w:i/>
        </w:rPr>
        <w:t>da so vse kopije dokumentov, ki so priložene k vlogi enake originalom,</w:t>
      </w:r>
    </w:p>
    <w:p w14:paraId="28969825" w14:textId="77777777" w:rsidR="00E0548E" w:rsidRDefault="00E0548E" w:rsidP="00E0548E">
      <w:pPr>
        <w:numPr>
          <w:ilvl w:val="0"/>
          <w:numId w:val="42"/>
        </w:numPr>
        <w:rPr>
          <w:i/>
        </w:rPr>
      </w:pPr>
      <w:r>
        <w:rPr>
          <w:i/>
        </w:rPr>
        <w:t>da naše podjetje ni iz sektorjev ribištva in akvakulture, primarne proizvodnje kmetijskih proizvodov iz seznama v Prilogi I k Pogodbi o ustanovitvi Evropske skupnosti, predelave in trženja kmetijskih proizvodov iz seznama v Prilogi I k Pogodbi v naslednjih primerih: če je znesek pomoči določen na podlagi cene ali količine zadevnih proizvodov, ki so kupljeni od primarnih proizvajalcev ali jih zadevna podjetja dajo na trg, ali, če je pomoč pogojena s tem, da se delno ali v celoti prenese na primarne proizvajalce,</w:t>
      </w:r>
    </w:p>
    <w:p w14:paraId="345784EE" w14:textId="77777777" w:rsidR="00E0548E" w:rsidRDefault="00E0548E" w:rsidP="00E0548E">
      <w:pPr>
        <w:numPr>
          <w:ilvl w:val="0"/>
          <w:numId w:val="42"/>
        </w:numPr>
        <w:rPr>
          <w:i/>
        </w:rPr>
      </w:pPr>
      <w:r>
        <w:rPr>
          <w:i/>
        </w:rPr>
        <w:t xml:space="preserve">da ima podjetje poravnane vse davke, prispevke in druge zapadle obveznosti do Občine Kamnik, </w:t>
      </w:r>
    </w:p>
    <w:p w14:paraId="1C936EDD" w14:textId="77777777" w:rsidR="00E0548E" w:rsidRDefault="00E0548E" w:rsidP="00E0548E">
      <w:pPr>
        <w:numPr>
          <w:ilvl w:val="0"/>
          <w:numId w:val="42"/>
        </w:numPr>
        <w:rPr>
          <w:i/>
        </w:rPr>
      </w:pPr>
      <w:r>
        <w:rPr>
          <w:i/>
        </w:rPr>
        <w:t>da podjetje v skladu z določbami zakonodaje ni v postopku prenehanja, v stečajnem postopku, postopku prisilne poravnave ali postopku likvidacije,</w:t>
      </w:r>
    </w:p>
    <w:p w14:paraId="5F10C3F0" w14:textId="77777777" w:rsidR="00E0548E" w:rsidRDefault="00E0548E" w:rsidP="00E0548E">
      <w:pPr>
        <w:numPr>
          <w:ilvl w:val="0"/>
          <w:numId w:val="42"/>
        </w:numPr>
        <w:rPr>
          <w:i/>
        </w:rPr>
      </w:pPr>
      <w:r>
        <w:rPr>
          <w:i/>
        </w:rPr>
        <w:t>da podjetje, v skladu z določbami zakonodaje o reševanju in prestrukturiranju družb v težavah, ni v težavah</w:t>
      </w:r>
    </w:p>
    <w:p w14:paraId="2139BC1C" w14:textId="77777777" w:rsidR="00E0548E" w:rsidRDefault="00E0548E" w:rsidP="00E0548E">
      <w:pPr>
        <w:numPr>
          <w:ilvl w:val="0"/>
          <w:numId w:val="42"/>
        </w:numPr>
        <w:rPr>
          <w:i/>
        </w:rPr>
      </w:pPr>
      <w:r>
        <w:rPr>
          <w:i/>
        </w:rPr>
        <w:t xml:space="preserve">da kot poslovodja, član poslovodstva ali zakoniti zastopnik ni udeležen član Občinskega sveta Občine Kamnik oziroma njegov družinski član (zakonec, otroci, posvojenci, starši, posvojitelji, bratje, sestre in osebe, ki s funkcionarjem živijo v skupnem gospodinjstvu ali zunajzakonski skupnosti), kakor tudi ni član Občinskega sveta Občine Kamnik  - funkcionar oziroma njegov družinski član, v več kot 5 % udeležen pri ustanoviteljskih pravicah, upravljanju in kapitalu podjetja in zato za naše podjetje ne veljajo omejitve poslovanje po 35. členu </w:t>
      </w:r>
      <w:proofErr w:type="spellStart"/>
      <w:r>
        <w:rPr>
          <w:i/>
        </w:rPr>
        <w:t>ZIntPK</w:t>
      </w:r>
      <w:proofErr w:type="spellEnd"/>
      <w:r>
        <w:rPr>
          <w:i/>
        </w:rPr>
        <w:t>.</w:t>
      </w:r>
    </w:p>
    <w:p w14:paraId="6F168011" w14:textId="2E8FBD43" w:rsidR="00E0548E" w:rsidRDefault="00E0548E" w:rsidP="00E0548E">
      <w:pPr>
        <w:rPr>
          <w:i/>
        </w:rPr>
      </w:pPr>
      <w:r>
        <w:rPr>
          <w:i/>
        </w:rPr>
        <w:t>Za navedene izjave kazensko in materialno dogovarjamo.</w:t>
      </w:r>
    </w:p>
    <w:p w14:paraId="4D3BF214" w14:textId="77777777" w:rsidR="00E0548E" w:rsidRDefault="00E0548E" w:rsidP="00E0548E">
      <w:pPr>
        <w:rPr>
          <w:i/>
        </w:rPr>
      </w:pPr>
      <w:r>
        <w:rPr>
          <w:i/>
        </w:rPr>
        <w:t>___________________________                                 ______________________________</w:t>
      </w:r>
    </w:p>
    <w:p w14:paraId="0FC2C44F" w14:textId="77777777" w:rsidR="00E0548E" w:rsidRDefault="00E0548E" w:rsidP="00E0548E">
      <w:pPr>
        <w:rPr>
          <w:i/>
        </w:rPr>
      </w:pPr>
      <w:r>
        <w:rPr>
          <w:i/>
        </w:rPr>
        <w:t xml:space="preserve">         (kraj in datum)                                                           (žig in podpis odgovorne osebe)</w:t>
      </w:r>
    </w:p>
    <w:p w14:paraId="7E6CFAF9" w14:textId="77777777" w:rsidR="001C4FDA" w:rsidRDefault="001C4FDA" w:rsidP="00E0548E">
      <w:pPr>
        <w:jc w:val="center"/>
        <w:rPr>
          <w:b/>
          <w:i/>
        </w:rPr>
      </w:pPr>
    </w:p>
    <w:p w14:paraId="3DF1B269" w14:textId="24417688" w:rsidR="00E0548E" w:rsidRDefault="00E0548E" w:rsidP="00E0548E">
      <w:pPr>
        <w:jc w:val="center"/>
        <w:rPr>
          <w:b/>
          <w:i/>
        </w:rPr>
      </w:pPr>
      <w:r>
        <w:rPr>
          <w:b/>
          <w:i/>
        </w:rPr>
        <w:lastRenderedPageBreak/>
        <w:t>IZJAVA VLAGATELJA GLEDE  ENOTNEGA PODJETJA</w:t>
      </w:r>
    </w:p>
    <w:p w14:paraId="7C564A52" w14:textId="77777777" w:rsidR="00E0548E" w:rsidRDefault="00E0548E" w:rsidP="00E0548E">
      <w:pPr>
        <w:rPr>
          <w:b/>
          <w:i/>
        </w:rPr>
      </w:pPr>
    </w:p>
    <w:p w14:paraId="156E2660" w14:textId="77777777" w:rsidR="00E0548E" w:rsidRDefault="00E0548E" w:rsidP="00E0548E">
      <w:pPr>
        <w:rPr>
          <w:i/>
        </w:rPr>
      </w:pPr>
      <w:r>
        <w:rPr>
          <w:i/>
        </w:rPr>
        <w:t>Naziv in naslov podjetja:______________________________________________________</w:t>
      </w:r>
    </w:p>
    <w:p w14:paraId="3DC2EAA5" w14:textId="77777777" w:rsidR="00E0548E" w:rsidRDefault="00E0548E" w:rsidP="00E0548E">
      <w:pPr>
        <w:rPr>
          <w:i/>
        </w:rPr>
      </w:pPr>
      <w:r>
        <w:rPr>
          <w:i/>
        </w:rPr>
        <w:t xml:space="preserve">Ime in priimek odgovorne osebe:_______________________________________________ </w:t>
      </w:r>
    </w:p>
    <w:p w14:paraId="79B09780" w14:textId="77777777" w:rsidR="00E0548E" w:rsidRDefault="00E0548E" w:rsidP="00E0548E">
      <w:pPr>
        <w:rPr>
          <w:b/>
          <w:i/>
        </w:rPr>
      </w:pPr>
    </w:p>
    <w:p w14:paraId="06B1085C" w14:textId="77777777" w:rsidR="00E0548E" w:rsidRDefault="00E0548E" w:rsidP="00E0548E">
      <w:pPr>
        <w:jc w:val="center"/>
        <w:rPr>
          <w:b/>
          <w:i/>
        </w:rPr>
      </w:pPr>
      <w:r>
        <w:rPr>
          <w:b/>
          <w:i/>
        </w:rPr>
        <w:t>IZJAVLJA:</w:t>
      </w:r>
    </w:p>
    <w:p w14:paraId="509A5277" w14:textId="77777777" w:rsidR="00E0548E" w:rsidRDefault="00E0548E" w:rsidP="00E0548E">
      <w:pPr>
        <w:rPr>
          <w:i/>
        </w:rPr>
      </w:pPr>
      <w:r>
        <w:rPr>
          <w:i/>
        </w:rPr>
        <w:t xml:space="preserve">da </w:t>
      </w:r>
      <w:r>
        <w:rPr>
          <w:b/>
          <w:i/>
        </w:rPr>
        <w:t>JE / NI enotno podjetje (USTREZNO OBKROŽITI)</w:t>
      </w:r>
      <w:r>
        <w:rPr>
          <w:i/>
        </w:rPr>
        <w:t xml:space="preserve"> v skladu z drugim odstavkom 2. člena uredbe 1407/2013/EU*</w:t>
      </w:r>
    </w:p>
    <w:p w14:paraId="4B5A7D0A" w14:textId="77777777" w:rsidR="00E0548E" w:rsidRDefault="00E0548E" w:rsidP="00E0548E">
      <w:pPr>
        <w:rPr>
          <w:i/>
        </w:rPr>
      </w:pPr>
      <w:r>
        <w:rPr>
          <w:i/>
        </w:rPr>
        <w:t>(ustrezno obkrožite)</w:t>
      </w:r>
    </w:p>
    <w:p w14:paraId="697BD25B" w14:textId="77777777" w:rsidR="00E0548E" w:rsidRDefault="00E0548E" w:rsidP="00E0548E">
      <w:pPr>
        <w:rPr>
          <w:i/>
        </w:rPr>
      </w:pPr>
      <w:r>
        <w:rPr>
          <w:i/>
        </w:rPr>
        <w:t xml:space="preserve">Kot enotno podjetje* smo v razmerju z naslednjimi podjetji (obvezno izpolniti, če ste obkrožili 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6"/>
        <w:gridCol w:w="1716"/>
      </w:tblGrid>
      <w:tr w:rsidR="00E0548E" w14:paraId="6A6F1CB5" w14:textId="77777777" w:rsidTr="00B15526">
        <w:tc>
          <w:tcPr>
            <w:tcW w:w="7479" w:type="dxa"/>
            <w:tcBorders>
              <w:top w:val="single" w:sz="4" w:space="0" w:color="auto"/>
              <w:left w:val="single" w:sz="4" w:space="0" w:color="auto"/>
              <w:bottom w:val="single" w:sz="4" w:space="0" w:color="auto"/>
              <w:right w:val="single" w:sz="4" w:space="0" w:color="auto"/>
            </w:tcBorders>
            <w:hideMark/>
          </w:tcPr>
          <w:p w14:paraId="4E41D236" w14:textId="77777777" w:rsidR="00E0548E" w:rsidRDefault="00E0548E" w:rsidP="00B15526">
            <w:pPr>
              <w:rPr>
                <w:i/>
              </w:rPr>
            </w:pPr>
            <w:r>
              <w:rPr>
                <w:i/>
              </w:rPr>
              <w:t>Naziv podjetja ali samostojnega podjetnika ali ime in priimek fizične osebe,</w:t>
            </w:r>
          </w:p>
          <w:p w14:paraId="4E2A43B3" w14:textId="77777777" w:rsidR="00E0548E" w:rsidRDefault="00E0548E" w:rsidP="00B15526">
            <w:pPr>
              <w:rPr>
                <w:i/>
              </w:rPr>
            </w:pPr>
            <w:r>
              <w:rPr>
                <w:i/>
              </w:rPr>
              <w:t>Naslov podjetja ali samostojnega podjetnika ali fizične osebe</w:t>
            </w:r>
          </w:p>
        </w:tc>
        <w:tc>
          <w:tcPr>
            <w:tcW w:w="1733" w:type="dxa"/>
            <w:tcBorders>
              <w:top w:val="single" w:sz="4" w:space="0" w:color="auto"/>
              <w:left w:val="single" w:sz="4" w:space="0" w:color="auto"/>
              <w:bottom w:val="single" w:sz="4" w:space="0" w:color="auto"/>
              <w:right w:val="single" w:sz="4" w:space="0" w:color="auto"/>
            </w:tcBorders>
            <w:hideMark/>
          </w:tcPr>
          <w:p w14:paraId="4673FAF3" w14:textId="77777777" w:rsidR="00E0548E" w:rsidRDefault="00E0548E" w:rsidP="00B15526">
            <w:pPr>
              <w:rPr>
                <w:i/>
              </w:rPr>
            </w:pPr>
            <w:r>
              <w:rPr>
                <w:i/>
              </w:rPr>
              <w:t xml:space="preserve">Davčna številka </w:t>
            </w:r>
          </w:p>
        </w:tc>
      </w:tr>
      <w:tr w:rsidR="00E0548E" w14:paraId="6AE613C2" w14:textId="77777777" w:rsidTr="00B15526">
        <w:tc>
          <w:tcPr>
            <w:tcW w:w="7479" w:type="dxa"/>
            <w:tcBorders>
              <w:top w:val="single" w:sz="4" w:space="0" w:color="auto"/>
              <w:left w:val="single" w:sz="4" w:space="0" w:color="auto"/>
              <w:bottom w:val="single" w:sz="4" w:space="0" w:color="auto"/>
              <w:right w:val="single" w:sz="4" w:space="0" w:color="auto"/>
            </w:tcBorders>
          </w:tcPr>
          <w:p w14:paraId="43AD4331" w14:textId="77777777" w:rsidR="00E0548E" w:rsidRDefault="00E0548E" w:rsidP="00B15526">
            <w:pPr>
              <w:rPr>
                <w:b/>
                <w:i/>
              </w:rPr>
            </w:pPr>
          </w:p>
          <w:p w14:paraId="68F776CE" w14:textId="77777777" w:rsidR="00E0548E" w:rsidRDefault="00E0548E" w:rsidP="00B15526">
            <w:pPr>
              <w:rPr>
                <w:b/>
                <w:i/>
              </w:rPr>
            </w:pPr>
          </w:p>
          <w:p w14:paraId="7895AC07" w14:textId="77777777" w:rsidR="00E0548E" w:rsidRDefault="00E0548E" w:rsidP="00B15526">
            <w:pPr>
              <w:rPr>
                <w:b/>
                <w:i/>
              </w:rPr>
            </w:pPr>
          </w:p>
          <w:p w14:paraId="20F577AA" w14:textId="77777777" w:rsidR="00E0548E" w:rsidRDefault="00E0548E" w:rsidP="00B15526">
            <w:pPr>
              <w:rPr>
                <w:b/>
                <w:i/>
              </w:rPr>
            </w:pPr>
          </w:p>
          <w:p w14:paraId="03FC76A0" w14:textId="77777777" w:rsidR="00E0548E" w:rsidRDefault="00E0548E" w:rsidP="00B15526">
            <w:pPr>
              <w:rPr>
                <w:b/>
                <w:i/>
              </w:rPr>
            </w:pPr>
          </w:p>
          <w:p w14:paraId="075F7EA4" w14:textId="77777777" w:rsidR="00E0548E" w:rsidRDefault="00E0548E" w:rsidP="00B15526">
            <w:pPr>
              <w:rPr>
                <w:b/>
                <w:i/>
              </w:rPr>
            </w:pPr>
          </w:p>
          <w:p w14:paraId="758A1AFD" w14:textId="77777777" w:rsidR="00E0548E" w:rsidRDefault="00E0548E" w:rsidP="00B15526">
            <w:pPr>
              <w:rPr>
                <w:b/>
                <w:i/>
              </w:rPr>
            </w:pPr>
          </w:p>
          <w:p w14:paraId="4E3A4BB4" w14:textId="77777777" w:rsidR="00E0548E" w:rsidRDefault="00E0548E" w:rsidP="00B15526">
            <w:pPr>
              <w:rPr>
                <w:b/>
                <w:i/>
              </w:rPr>
            </w:pPr>
          </w:p>
          <w:p w14:paraId="2D771288" w14:textId="77777777" w:rsidR="00E0548E" w:rsidRDefault="00E0548E" w:rsidP="00B15526">
            <w:pPr>
              <w:rPr>
                <w:b/>
                <w:i/>
              </w:rPr>
            </w:pPr>
          </w:p>
        </w:tc>
        <w:tc>
          <w:tcPr>
            <w:tcW w:w="1733" w:type="dxa"/>
            <w:tcBorders>
              <w:top w:val="single" w:sz="4" w:space="0" w:color="auto"/>
              <w:left w:val="single" w:sz="4" w:space="0" w:color="auto"/>
              <w:bottom w:val="single" w:sz="4" w:space="0" w:color="auto"/>
              <w:right w:val="single" w:sz="4" w:space="0" w:color="auto"/>
            </w:tcBorders>
          </w:tcPr>
          <w:p w14:paraId="4C0EB296" w14:textId="77777777" w:rsidR="00E0548E" w:rsidRDefault="00E0548E" w:rsidP="00B15526">
            <w:pPr>
              <w:rPr>
                <w:b/>
                <w:i/>
              </w:rPr>
            </w:pPr>
          </w:p>
        </w:tc>
      </w:tr>
    </w:tbl>
    <w:p w14:paraId="1790EF91" w14:textId="77777777" w:rsidR="00E0548E" w:rsidRDefault="00E0548E" w:rsidP="00E0548E">
      <w:pPr>
        <w:rPr>
          <w:b/>
          <w:i/>
        </w:rPr>
      </w:pPr>
    </w:p>
    <w:p w14:paraId="2E434B58" w14:textId="77777777" w:rsidR="00E0548E" w:rsidRDefault="00E0548E" w:rsidP="00E0548E">
      <w:pPr>
        <w:rPr>
          <w:i/>
        </w:rPr>
      </w:pPr>
      <w:r>
        <w:rPr>
          <w:i/>
        </w:rPr>
        <w:t>___________________________                                 ______________________________</w:t>
      </w:r>
    </w:p>
    <w:p w14:paraId="66AE3540" w14:textId="77777777" w:rsidR="00E0548E" w:rsidRDefault="00E0548E" w:rsidP="00E0548E">
      <w:pPr>
        <w:rPr>
          <w:i/>
        </w:rPr>
      </w:pPr>
      <w:r>
        <w:rPr>
          <w:i/>
        </w:rPr>
        <w:t xml:space="preserve">         (kraj in datum)                                                           (žig in podpis odgovorne osebe)</w:t>
      </w:r>
    </w:p>
    <w:p w14:paraId="443DC0A0" w14:textId="77777777" w:rsidR="00E0548E" w:rsidRDefault="00E0548E" w:rsidP="00E0548E">
      <w:pPr>
        <w:rPr>
          <w:i/>
        </w:rPr>
      </w:pPr>
    </w:p>
    <w:p w14:paraId="101394F1" w14:textId="77777777" w:rsidR="00E0548E" w:rsidRDefault="00E0548E" w:rsidP="00E0548E">
      <w:pPr>
        <w:rPr>
          <w:i/>
        </w:rPr>
      </w:pPr>
      <w:r>
        <w:rPr>
          <w:i/>
        </w:rPr>
        <w:t>*Enotno podjetje v skladu z drugim odstavkom 2. člena uredbe 1407/2013/EU pomeni vsa podjetja, ki so med seboj najmanj v enem od naslednjih razmerij:</w:t>
      </w:r>
    </w:p>
    <w:p w14:paraId="5A459AB8" w14:textId="77777777" w:rsidR="00E0548E" w:rsidRDefault="00E0548E" w:rsidP="00E0548E">
      <w:pPr>
        <w:numPr>
          <w:ilvl w:val="0"/>
          <w:numId w:val="43"/>
        </w:numPr>
        <w:rPr>
          <w:i/>
        </w:rPr>
      </w:pPr>
      <w:r>
        <w:rPr>
          <w:i/>
        </w:rPr>
        <w:t>podjetje ima večino glasovalnih pravic delničarjev ali družbenikov drugega podjetja,</w:t>
      </w:r>
    </w:p>
    <w:p w14:paraId="3B4D7563" w14:textId="77777777" w:rsidR="00E0548E" w:rsidRDefault="00E0548E" w:rsidP="00E0548E">
      <w:pPr>
        <w:numPr>
          <w:ilvl w:val="0"/>
          <w:numId w:val="43"/>
        </w:numPr>
        <w:rPr>
          <w:i/>
        </w:rPr>
      </w:pPr>
      <w:r>
        <w:rPr>
          <w:i/>
        </w:rPr>
        <w:lastRenderedPageBreak/>
        <w:t>podjetje ima pravico imenovati ali odpoklicati večino članov upravnega, poslovodnega ali nadzornega organa drugega podjetja,</w:t>
      </w:r>
    </w:p>
    <w:p w14:paraId="259D2A10" w14:textId="77777777" w:rsidR="00E0548E" w:rsidRDefault="00E0548E" w:rsidP="00E0548E">
      <w:pPr>
        <w:numPr>
          <w:ilvl w:val="0"/>
          <w:numId w:val="43"/>
        </w:numPr>
        <w:rPr>
          <w:i/>
        </w:rPr>
      </w:pPr>
      <w:r>
        <w:rPr>
          <w:i/>
        </w:rPr>
        <w:t>podjetje ima pravico izvrševati prevladujoč vpliv na drugo podjetje na podlagi pogodbe, sklenjene z navedenim podjetjem, ali določbe v njegovi družbeni pogodbi ali statutu,</w:t>
      </w:r>
    </w:p>
    <w:p w14:paraId="19636C26" w14:textId="77777777" w:rsidR="00E0548E" w:rsidRDefault="00E0548E" w:rsidP="00E0548E">
      <w:pPr>
        <w:numPr>
          <w:ilvl w:val="0"/>
          <w:numId w:val="43"/>
        </w:numPr>
        <w:rPr>
          <w:i/>
        </w:rPr>
      </w:pPr>
      <w:r>
        <w:rPr>
          <w:i/>
        </w:rPr>
        <w:t>podjetje, ki je delničar ali družbenik drugega podjetja, na podlagi dogovora z drugimi delničarji ali družbeniki navedenega podjetja samo nadzoruje večino glasovalnih pravic delničarjev ali družbenikov navedenega podjetja.</w:t>
      </w:r>
    </w:p>
    <w:p w14:paraId="1638BA76" w14:textId="77777777" w:rsidR="00E0548E" w:rsidRDefault="00E0548E" w:rsidP="00E0548E">
      <w:pPr>
        <w:rPr>
          <w:i/>
        </w:rPr>
      </w:pPr>
    </w:p>
    <w:p w14:paraId="1955ED61" w14:textId="77777777" w:rsidR="00E0548E" w:rsidRDefault="00E0548E" w:rsidP="00E0548E">
      <w:pPr>
        <w:rPr>
          <w:i/>
        </w:rPr>
      </w:pPr>
      <w:r>
        <w:rPr>
          <w:i/>
        </w:rPr>
        <w:t>Podjetja, ki so v katerem koli razmerju iz točk (a) do (d) preko enega ali več drugih podjetij, prav tako veljajo za enotno podjetje.</w:t>
      </w:r>
    </w:p>
    <w:p w14:paraId="108051AC" w14:textId="77777777" w:rsidR="00E0548E" w:rsidRDefault="00E0548E" w:rsidP="00E0548E">
      <w:pPr>
        <w:rPr>
          <w:b/>
          <w:i/>
        </w:rPr>
      </w:pPr>
    </w:p>
    <w:p w14:paraId="25C9E623" w14:textId="77777777" w:rsidR="00E0548E" w:rsidRDefault="00E0548E" w:rsidP="00E0548E">
      <w:pPr>
        <w:rPr>
          <w:b/>
          <w:i/>
        </w:rPr>
      </w:pPr>
    </w:p>
    <w:p w14:paraId="4D8E9E76" w14:textId="77777777" w:rsidR="00E0548E" w:rsidRDefault="00E0548E" w:rsidP="00E0548E">
      <w:pPr>
        <w:rPr>
          <w:b/>
          <w:i/>
        </w:rPr>
      </w:pPr>
    </w:p>
    <w:p w14:paraId="7361F539" w14:textId="77777777" w:rsidR="00E0548E" w:rsidRDefault="00E0548E" w:rsidP="00E0548E">
      <w:pPr>
        <w:rPr>
          <w:b/>
          <w:i/>
        </w:rPr>
      </w:pPr>
    </w:p>
    <w:p w14:paraId="10097C2D" w14:textId="77777777" w:rsidR="00E0548E" w:rsidRDefault="00E0548E" w:rsidP="00E0548E">
      <w:pPr>
        <w:rPr>
          <w:b/>
          <w:i/>
        </w:rPr>
      </w:pPr>
    </w:p>
    <w:p w14:paraId="56ED968C" w14:textId="77777777" w:rsidR="00E0548E" w:rsidRDefault="00E0548E" w:rsidP="00E0548E">
      <w:pPr>
        <w:rPr>
          <w:b/>
          <w:i/>
        </w:rPr>
      </w:pPr>
    </w:p>
    <w:p w14:paraId="73B56EA5" w14:textId="77777777" w:rsidR="00E0548E" w:rsidRDefault="00E0548E" w:rsidP="00E0548E">
      <w:pPr>
        <w:rPr>
          <w:b/>
          <w:i/>
        </w:rPr>
      </w:pPr>
    </w:p>
    <w:p w14:paraId="12629E77" w14:textId="77777777" w:rsidR="00E0548E" w:rsidRDefault="00E0548E" w:rsidP="00E0548E">
      <w:pPr>
        <w:rPr>
          <w:b/>
          <w:i/>
        </w:rPr>
      </w:pPr>
    </w:p>
    <w:p w14:paraId="6C65EBB5" w14:textId="77777777" w:rsidR="00E0548E" w:rsidRDefault="00E0548E" w:rsidP="00E0548E">
      <w:pPr>
        <w:rPr>
          <w:b/>
          <w:i/>
        </w:rPr>
      </w:pPr>
    </w:p>
    <w:p w14:paraId="1D106C9A" w14:textId="77777777" w:rsidR="00E0548E" w:rsidRDefault="00E0548E" w:rsidP="00E0548E">
      <w:pPr>
        <w:rPr>
          <w:b/>
          <w:i/>
        </w:rPr>
      </w:pPr>
    </w:p>
    <w:p w14:paraId="1A230E83" w14:textId="77777777" w:rsidR="00E0548E" w:rsidRDefault="00E0548E" w:rsidP="00E0548E">
      <w:pPr>
        <w:rPr>
          <w:b/>
          <w:i/>
        </w:rPr>
      </w:pPr>
    </w:p>
    <w:p w14:paraId="4DF084C4" w14:textId="77777777" w:rsidR="00E0548E" w:rsidRDefault="00E0548E" w:rsidP="00E0548E">
      <w:pPr>
        <w:rPr>
          <w:b/>
          <w:i/>
        </w:rPr>
      </w:pPr>
    </w:p>
    <w:p w14:paraId="1F22307E" w14:textId="77777777" w:rsidR="00E0548E" w:rsidRDefault="00E0548E" w:rsidP="00E0548E">
      <w:pPr>
        <w:rPr>
          <w:b/>
          <w:i/>
        </w:rPr>
      </w:pPr>
    </w:p>
    <w:p w14:paraId="7DAB0AB7" w14:textId="77777777" w:rsidR="00E0548E" w:rsidRDefault="00E0548E" w:rsidP="00E0548E">
      <w:pPr>
        <w:rPr>
          <w:b/>
          <w:i/>
        </w:rPr>
      </w:pPr>
    </w:p>
    <w:p w14:paraId="25C7107C" w14:textId="77777777" w:rsidR="00E0548E" w:rsidRDefault="00E0548E" w:rsidP="00E0548E">
      <w:pPr>
        <w:rPr>
          <w:b/>
          <w:i/>
        </w:rPr>
      </w:pPr>
    </w:p>
    <w:p w14:paraId="60D01E37" w14:textId="77777777" w:rsidR="00E0548E" w:rsidRDefault="00E0548E" w:rsidP="00E0548E">
      <w:pPr>
        <w:rPr>
          <w:b/>
          <w:i/>
        </w:rPr>
      </w:pPr>
    </w:p>
    <w:p w14:paraId="2B241486" w14:textId="77777777" w:rsidR="00E0548E" w:rsidRDefault="00E0548E" w:rsidP="00E0548E">
      <w:pPr>
        <w:rPr>
          <w:b/>
          <w:i/>
        </w:rPr>
      </w:pPr>
    </w:p>
    <w:p w14:paraId="22342BC7" w14:textId="77777777" w:rsidR="00E0548E" w:rsidRDefault="00E0548E" w:rsidP="00E0548E">
      <w:pPr>
        <w:rPr>
          <w:b/>
          <w:i/>
        </w:rPr>
      </w:pPr>
    </w:p>
    <w:p w14:paraId="468035A1" w14:textId="77777777" w:rsidR="00E0548E" w:rsidRDefault="00E0548E" w:rsidP="00E0548E">
      <w:pPr>
        <w:rPr>
          <w:b/>
          <w:i/>
        </w:rPr>
      </w:pPr>
    </w:p>
    <w:p w14:paraId="3F962E24" w14:textId="77777777" w:rsidR="00E0548E" w:rsidRDefault="00E0548E" w:rsidP="00E0548E">
      <w:pPr>
        <w:jc w:val="center"/>
        <w:rPr>
          <w:b/>
          <w:i/>
        </w:rPr>
      </w:pPr>
      <w:r>
        <w:rPr>
          <w:b/>
          <w:i/>
        </w:rPr>
        <w:lastRenderedPageBreak/>
        <w:t>IZJAVA O ŽE PREJETIH »DE MINIMIS« POMOČEH IN O DRUGIH ŽE PREJETIH ALI ZAPROŠENIH POMOČEH</w:t>
      </w:r>
    </w:p>
    <w:p w14:paraId="7F74EDF2" w14:textId="77777777" w:rsidR="00E0548E" w:rsidRDefault="00E0548E" w:rsidP="00E0548E">
      <w:pPr>
        <w:rPr>
          <w:i/>
        </w:rPr>
      </w:pPr>
      <w:r>
        <w:rPr>
          <w:i/>
        </w:rPr>
        <w:t>Naziv in naslov vlagatelja:_____________________________________________________</w:t>
      </w:r>
    </w:p>
    <w:p w14:paraId="43D95912" w14:textId="77777777" w:rsidR="00E0548E" w:rsidRDefault="00E0548E" w:rsidP="00E0548E">
      <w:pPr>
        <w:rPr>
          <w:i/>
        </w:rPr>
      </w:pPr>
      <w:r>
        <w:rPr>
          <w:i/>
        </w:rPr>
        <w:t>Ime in priimek odgovorne osebe:________________________________________________</w:t>
      </w:r>
    </w:p>
    <w:p w14:paraId="043AE0A2" w14:textId="77777777" w:rsidR="00E0548E" w:rsidRDefault="00E0548E" w:rsidP="00E0548E">
      <w:pPr>
        <w:jc w:val="center"/>
        <w:rPr>
          <w:b/>
        </w:rPr>
      </w:pPr>
      <w:r>
        <w:rPr>
          <w:b/>
        </w:rPr>
        <w:t>Izjavljam(o)</w:t>
      </w:r>
    </w:p>
    <w:p w14:paraId="61C85934" w14:textId="03AD2F0E" w:rsidR="00E0548E" w:rsidRDefault="00E0548E" w:rsidP="00E0548E">
      <w:pPr>
        <w:numPr>
          <w:ilvl w:val="0"/>
          <w:numId w:val="44"/>
        </w:numPr>
        <w:jc w:val="both"/>
      </w:pPr>
      <w:r>
        <w:t xml:space="preserve">da v obdobju zadnjih treh proračunskih let </w:t>
      </w:r>
      <w:r>
        <w:rPr>
          <w:b/>
        </w:rPr>
        <w:t>nisem/nismo</w:t>
      </w:r>
      <w:r w:rsidR="002845F4">
        <w:t xml:space="preserve"> prejeli več kot 3</w:t>
      </w:r>
      <w:r>
        <w:t xml:space="preserve">00.000 € državnih pomoči po pravilu »de </w:t>
      </w:r>
      <w:proofErr w:type="spellStart"/>
      <w:r>
        <w:t>minimis</w:t>
      </w:r>
      <w:proofErr w:type="spellEnd"/>
      <w:r>
        <w:t xml:space="preserve">« skupaj s sredstvi, za katere naprošamo v tem razpisu, ne glede na obliko in namen pomoči </w:t>
      </w:r>
    </w:p>
    <w:p w14:paraId="5E12FC20" w14:textId="77777777" w:rsidR="00E0548E" w:rsidRDefault="00E0548E" w:rsidP="00E0548E">
      <w:pPr>
        <w:jc w:val="both"/>
      </w:pPr>
      <w:r>
        <w:t xml:space="preserve">      V primeru, da je bila v zadnjih treh letih prejeta »de </w:t>
      </w:r>
      <w:proofErr w:type="spellStart"/>
      <w:r>
        <w:t>minimis</w:t>
      </w:r>
      <w:proofErr w:type="spellEnd"/>
      <w:r>
        <w:t>« pomoč, je potrebno navesti: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926"/>
        <w:gridCol w:w="2076"/>
        <w:gridCol w:w="1533"/>
        <w:gridCol w:w="1700"/>
      </w:tblGrid>
      <w:tr w:rsidR="00E0548E" w14:paraId="6B547772" w14:textId="77777777" w:rsidTr="00B15526">
        <w:tc>
          <w:tcPr>
            <w:tcW w:w="1734" w:type="dxa"/>
            <w:tcBorders>
              <w:top w:val="single" w:sz="4" w:space="0" w:color="auto"/>
              <w:left w:val="single" w:sz="4" w:space="0" w:color="auto"/>
              <w:bottom w:val="single" w:sz="4" w:space="0" w:color="auto"/>
              <w:right w:val="single" w:sz="4" w:space="0" w:color="auto"/>
            </w:tcBorders>
          </w:tcPr>
          <w:p w14:paraId="195F4878" w14:textId="77777777" w:rsidR="00E0548E" w:rsidRDefault="00E0548E" w:rsidP="00B15526"/>
        </w:tc>
        <w:tc>
          <w:tcPr>
            <w:tcW w:w="1952" w:type="dxa"/>
            <w:tcBorders>
              <w:top w:val="single" w:sz="4" w:space="0" w:color="auto"/>
              <w:left w:val="single" w:sz="4" w:space="0" w:color="auto"/>
              <w:bottom w:val="single" w:sz="4" w:space="0" w:color="auto"/>
              <w:right w:val="single" w:sz="4" w:space="0" w:color="auto"/>
            </w:tcBorders>
            <w:hideMark/>
          </w:tcPr>
          <w:p w14:paraId="776BEC32" w14:textId="77777777" w:rsidR="00E0548E" w:rsidRDefault="00E0548E" w:rsidP="00B15526">
            <w:r>
              <w:t>Namen pomoči  (za katere vrste upravičenih stroškov)</w:t>
            </w:r>
          </w:p>
        </w:tc>
        <w:tc>
          <w:tcPr>
            <w:tcW w:w="2126" w:type="dxa"/>
            <w:tcBorders>
              <w:top w:val="single" w:sz="4" w:space="0" w:color="auto"/>
              <w:left w:val="single" w:sz="4" w:space="0" w:color="auto"/>
              <w:bottom w:val="single" w:sz="4" w:space="0" w:color="auto"/>
              <w:right w:val="single" w:sz="4" w:space="0" w:color="auto"/>
            </w:tcBorders>
            <w:hideMark/>
          </w:tcPr>
          <w:p w14:paraId="02513ABF" w14:textId="77777777" w:rsidR="00E0548E" w:rsidRDefault="00E0548E" w:rsidP="00B15526">
            <w:r>
              <w:t xml:space="preserve">Oblika pomoči </w:t>
            </w:r>
          </w:p>
        </w:tc>
        <w:tc>
          <w:tcPr>
            <w:tcW w:w="1559" w:type="dxa"/>
            <w:tcBorders>
              <w:top w:val="single" w:sz="4" w:space="0" w:color="auto"/>
              <w:left w:val="single" w:sz="4" w:space="0" w:color="auto"/>
              <w:bottom w:val="single" w:sz="4" w:space="0" w:color="auto"/>
              <w:right w:val="single" w:sz="4" w:space="0" w:color="auto"/>
            </w:tcBorders>
            <w:hideMark/>
          </w:tcPr>
          <w:p w14:paraId="0147592E" w14:textId="77777777" w:rsidR="00E0548E" w:rsidRDefault="00E0548E" w:rsidP="00B15526">
            <w:r>
              <w:t xml:space="preserve">Znesek </w:t>
            </w:r>
          </w:p>
        </w:tc>
        <w:tc>
          <w:tcPr>
            <w:tcW w:w="1733" w:type="dxa"/>
            <w:tcBorders>
              <w:top w:val="single" w:sz="4" w:space="0" w:color="auto"/>
              <w:left w:val="single" w:sz="4" w:space="0" w:color="auto"/>
              <w:bottom w:val="single" w:sz="4" w:space="0" w:color="auto"/>
              <w:right w:val="single" w:sz="4" w:space="0" w:color="auto"/>
            </w:tcBorders>
            <w:hideMark/>
          </w:tcPr>
          <w:p w14:paraId="2934D823" w14:textId="77777777" w:rsidR="00E0548E" w:rsidRDefault="00E0548E" w:rsidP="00B15526">
            <w:r>
              <w:t xml:space="preserve">Datum prejetja </w:t>
            </w:r>
          </w:p>
        </w:tc>
      </w:tr>
      <w:tr w:rsidR="00E0548E" w14:paraId="02E1E75D" w14:textId="77777777" w:rsidTr="00B15526">
        <w:tc>
          <w:tcPr>
            <w:tcW w:w="1734" w:type="dxa"/>
            <w:tcBorders>
              <w:top w:val="single" w:sz="4" w:space="0" w:color="auto"/>
              <w:left w:val="single" w:sz="4" w:space="0" w:color="auto"/>
              <w:bottom w:val="single" w:sz="4" w:space="0" w:color="auto"/>
              <w:right w:val="single" w:sz="4" w:space="0" w:color="auto"/>
            </w:tcBorders>
            <w:hideMark/>
          </w:tcPr>
          <w:p w14:paraId="22773B14" w14:textId="77777777" w:rsidR="00E0548E" w:rsidRDefault="00E0548E" w:rsidP="00B15526">
            <w:r>
              <w:t>Ministrstvo</w:t>
            </w:r>
          </w:p>
        </w:tc>
        <w:tc>
          <w:tcPr>
            <w:tcW w:w="1952" w:type="dxa"/>
            <w:tcBorders>
              <w:top w:val="single" w:sz="4" w:space="0" w:color="auto"/>
              <w:left w:val="single" w:sz="4" w:space="0" w:color="auto"/>
              <w:bottom w:val="single" w:sz="4" w:space="0" w:color="auto"/>
              <w:right w:val="single" w:sz="4" w:space="0" w:color="auto"/>
            </w:tcBorders>
          </w:tcPr>
          <w:p w14:paraId="5322244A" w14:textId="77777777" w:rsidR="00E0548E" w:rsidRDefault="00E0548E" w:rsidP="00B15526"/>
        </w:tc>
        <w:tc>
          <w:tcPr>
            <w:tcW w:w="2126" w:type="dxa"/>
            <w:tcBorders>
              <w:top w:val="single" w:sz="4" w:space="0" w:color="auto"/>
              <w:left w:val="single" w:sz="4" w:space="0" w:color="auto"/>
              <w:bottom w:val="single" w:sz="4" w:space="0" w:color="auto"/>
              <w:right w:val="single" w:sz="4" w:space="0" w:color="auto"/>
            </w:tcBorders>
          </w:tcPr>
          <w:p w14:paraId="5FD7034C" w14:textId="77777777" w:rsidR="00E0548E" w:rsidRDefault="00E0548E" w:rsidP="00B15526"/>
        </w:tc>
        <w:tc>
          <w:tcPr>
            <w:tcW w:w="1559" w:type="dxa"/>
            <w:tcBorders>
              <w:top w:val="single" w:sz="4" w:space="0" w:color="auto"/>
              <w:left w:val="single" w:sz="4" w:space="0" w:color="auto"/>
              <w:bottom w:val="single" w:sz="4" w:space="0" w:color="auto"/>
              <w:right w:val="single" w:sz="4" w:space="0" w:color="auto"/>
            </w:tcBorders>
          </w:tcPr>
          <w:p w14:paraId="56A66156" w14:textId="77777777" w:rsidR="00E0548E" w:rsidRDefault="00E0548E" w:rsidP="00B15526"/>
        </w:tc>
        <w:tc>
          <w:tcPr>
            <w:tcW w:w="1733" w:type="dxa"/>
            <w:tcBorders>
              <w:top w:val="single" w:sz="4" w:space="0" w:color="auto"/>
              <w:left w:val="single" w:sz="4" w:space="0" w:color="auto"/>
              <w:bottom w:val="single" w:sz="4" w:space="0" w:color="auto"/>
              <w:right w:val="single" w:sz="4" w:space="0" w:color="auto"/>
            </w:tcBorders>
          </w:tcPr>
          <w:p w14:paraId="47F0FB34" w14:textId="77777777" w:rsidR="00E0548E" w:rsidRDefault="00E0548E" w:rsidP="00B15526"/>
        </w:tc>
      </w:tr>
      <w:tr w:rsidR="00E0548E" w14:paraId="5FD07C4C" w14:textId="77777777" w:rsidTr="00B15526">
        <w:tc>
          <w:tcPr>
            <w:tcW w:w="1734" w:type="dxa"/>
            <w:tcBorders>
              <w:top w:val="single" w:sz="4" w:space="0" w:color="auto"/>
              <w:left w:val="single" w:sz="4" w:space="0" w:color="auto"/>
              <w:bottom w:val="single" w:sz="4" w:space="0" w:color="auto"/>
              <w:right w:val="single" w:sz="4" w:space="0" w:color="auto"/>
            </w:tcBorders>
            <w:hideMark/>
          </w:tcPr>
          <w:p w14:paraId="2F759CB9" w14:textId="77777777" w:rsidR="00E0548E" w:rsidRDefault="00E0548E" w:rsidP="00B15526">
            <w:r>
              <w:t>Sklad</w:t>
            </w:r>
          </w:p>
        </w:tc>
        <w:tc>
          <w:tcPr>
            <w:tcW w:w="1952" w:type="dxa"/>
            <w:tcBorders>
              <w:top w:val="single" w:sz="4" w:space="0" w:color="auto"/>
              <w:left w:val="single" w:sz="4" w:space="0" w:color="auto"/>
              <w:bottom w:val="single" w:sz="4" w:space="0" w:color="auto"/>
              <w:right w:val="single" w:sz="4" w:space="0" w:color="auto"/>
            </w:tcBorders>
          </w:tcPr>
          <w:p w14:paraId="4E0A390E" w14:textId="77777777" w:rsidR="00E0548E" w:rsidRDefault="00E0548E" w:rsidP="00B15526"/>
        </w:tc>
        <w:tc>
          <w:tcPr>
            <w:tcW w:w="2126" w:type="dxa"/>
            <w:tcBorders>
              <w:top w:val="single" w:sz="4" w:space="0" w:color="auto"/>
              <w:left w:val="single" w:sz="4" w:space="0" w:color="auto"/>
              <w:bottom w:val="single" w:sz="4" w:space="0" w:color="auto"/>
              <w:right w:val="single" w:sz="4" w:space="0" w:color="auto"/>
            </w:tcBorders>
          </w:tcPr>
          <w:p w14:paraId="793BA261" w14:textId="77777777" w:rsidR="00E0548E" w:rsidRDefault="00E0548E" w:rsidP="00B15526"/>
        </w:tc>
        <w:tc>
          <w:tcPr>
            <w:tcW w:w="1559" w:type="dxa"/>
            <w:tcBorders>
              <w:top w:val="single" w:sz="4" w:space="0" w:color="auto"/>
              <w:left w:val="single" w:sz="4" w:space="0" w:color="auto"/>
              <w:bottom w:val="single" w:sz="4" w:space="0" w:color="auto"/>
              <w:right w:val="single" w:sz="4" w:space="0" w:color="auto"/>
            </w:tcBorders>
          </w:tcPr>
          <w:p w14:paraId="7FD14A56" w14:textId="77777777" w:rsidR="00E0548E" w:rsidRDefault="00E0548E" w:rsidP="00B15526"/>
        </w:tc>
        <w:tc>
          <w:tcPr>
            <w:tcW w:w="1733" w:type="dxa"/>
            <w:tcBorders>
              <w:top w:val="single" w:sz="4" w:space="0" w:color="auto"/>
              <w:left w:val="single" w:sz="4" w:space="0" w:color="auto"/>
              <w:bottom w:val="single" w:sz="4" w:space="0" w:color="auto"/>
              <w:right w:val="single" w:sz="4" w:space="0" w:color="auto"/>
            </w:tcBorders>
          </w:tcPr>
          <w:p w14:paraId="1B1DC30D" w14:textId="77777777" w:rsidR="00E0548E" w:rsidRDefault="00E0548E" w:rsidP="00B15526"/>
        </w:tc>
      </w:tr>
      <w:tr w:rsidR="00E0548E" w14:paraId="576EB085" w14:textId="77777777" w:rsidTr="00B15526">
        <w:tc>
          <w:tcPr>
            <w:tcW w:w="1734" w:type="dxa"/>
            <w:tcBorders>
              <w:top w:val="single" w:sz="4" w:space="0" w:color="auto"/>
              <w:left w:val="single" w:sz="4" w:space="0" w:color="auto"/>
              <w:bottom w:val="single" w:sz="4" w:space="0" w:color="auto"/>
              <w:right w:val="single" w:sz="4" w:space="0" w:color="auto"/>
            </w:tcBorders>
            <w:hideMark/>
          </w:tcPr>
          <w:p w14:paraId="5C3D60C0" w14:textId="77777777" w:rsidR="00E0548E" w:rsidRDefault="00E0548E" w:rsidP="00B15526">
            <w:r>
              <w:t>Občina</w:t>
            </w:r>
          </w:p>
        </w:tc>
        <w:tc>
          <w:tcPr>
            <w:tcW w:w="1952" w:type="dxa"/>
            <w:tcBorders>
              <w:top w:val="single" w:sz="4" w:space="0" w:color="auto"/>
              <w:left w:val="single" w:sz="4" w:space="0" w:color="auto"/>
              <w:bottom w:val="single" w:sz="4" w:space="0" w:color="auto"/>
              <w:right w:val="single" w:sz="4" w:space="0" w:color="auto"/>
            </w:tcBorders>
          </w:tcPr>
          <w:p w14:paraId="39B58A3B" w14:textId="77777777" w:rsidR="00E0548E" w:rsidRDefault="00E0548E" w:rsidP="00B15526"/>
        </w:tc>
        <w:tc>
          <w:tcPr>
            <w:tcW w:w="2126" w:type="dxa"/>
            <w:tcBorders>
              <w:top w:val="single" w:sz="4" w:space="0" w:color="auto"/>
              <w:left w:val="single" w:sz="4" w:space="0" w:color="auto"/>
              <w:bottom w:val="single" w:sz="4" w:space="0" w:color="auto"/>
              <w:right w:val="single" w:sz="4" w:space="0" w:color="auto"/>
            </w:tcBorders>
          </w:tcPr>
          <w:p w14:paraId="0484C32B" w14:textId="77777777" w:rsidR="00E0548E" w:rsidRDefault="00E0548E" w:rsidP="00B15526"/>
        </w:tc>
        <w:tc>
          <w:tcPr>
            <w:tcW w:w="1559" w:type="dxa"/>
            <w:tcBorders>
              <w:top w:val="single" w:sz="4" w:space="0" w:color="auto"/>
              <w:left w:val="single" w:sz="4" w:space="0" w:color="auto"/>
              <w:bottom w:val="single" w:sz="4" w:space="0" w:color="auto"/>
              <w:right w:val="single" w:sz="4" w:space="0" w:color="auto"/>
            </w:tcBorders>
          </w:tcPr>
          <w:p w14:paraId="743FF1E7" w14:textId="77777777" w:rsidR="00E0548E" w:rsidRDefault="00E0548E" w:rsidP="00B15526"/>
        </w:tc>
        <w:tc>
          <w:tcPr>
            <w:tcW w:w="1733" w:type="dxa"/>
            <w:tcBorders>
              <w:top w:val="single" w:sz="4" w:space="0" w:color="auto"/>
              <w:left w:val="single" w:sz="4" w:space="0" w:color="auto"/>
              <w:bottom w:val="single" w:sz="4" w:space="0" w:color="auto"/>
              <w:right w:val="single" w:sz="4" w:space="0" w:color="auto"/>
            </w:tcBorders>
          </w:tcPr>
          <w:p w14:paraId="54302E57" w14:textId="77777777" w:rsidR="00E0548E" w:rsidRDefault="00E0548E" w:rsidP="00B15526"/>
        </w:tc>
      </w:tr>
      <w:tr w:rsidR="00E0548E" w14:paraId="377DD3F4" w14:textId="77777777" w:rsidTr="00B15526">
        <w:tc>
          <w:tcPr>
            <w:tcW w:w="1734" w:type="dxa"/>
            <w:tcBorders>
              <w:top w:val="single" w:sz="4" w:space="0" w:color="auto"/>
              <w:left w:val="single" w:sz="4" w:space="0" w:color="auto"/>
              <w:bottom w:val="single" w:sz="4" w:space="0" w:color="auto"/>
              <w:right w:val="single" w:sz="4" w:space="0" w:color="auto"/>
            </w:tcBorders>
            <w:hideMark/>
          </w:tcPr>
          <w:p w14:paraId="4C76D441" w14:textId="77777777" w:rsidR="00E0548E" w:rsidRDefault="00E0548E" w:rsidP="00B15526">
            <w:r>
              <w:t xml:space="preserve">Mednarodni viri </w:t>
            </w:r>
          </w:p>
        </w:tc>
        <w:tc>
          <w:tcPr>
            <w:tcW w:w="1952" w:type="dxa"/>
            <w:tcBorders>
              <w:top w:val="single" w:sz="4" w:space="0" w:color="auto"/>
              <w:left w:val="single" w:sz="4" w:space="0" w:color="auto"/>
              <w:bottom w:val="single" w:sz="4" w:space="0" w:color="auto"/>
              <w:right w:val="single" w:sz="4" w:space="0" w:color="auto"/>
            </w:tcBorders>
          </w:tcPr>
          <w:p w14:paraId="05B997B6" w14:textId="77777777" w:rsidR="00E0548E" w:rsidRDefault="00E0548E" w:rsidP="00B15526"/>
        </w:tc>
        <w:tc>
          <w:tcPr>
            <w:tcW w:w="2126" w:type="dxa"/>
            <w:tcBorders>
              <w:top w:val="single" w:sz="4" w:space="0" w:color="auto"/>
              <w:left w:val="single" w:sz="4" w:space="0" w:color="auto"/>
              <w:bottom w:val="single" w:sz="4" w:space="0" w:color="auto"/>
              <w:right w:val="single" w:sz="4" w:space="0" w:color="auto"/>
            </w:tcBorders>
          </w:tcPr>
          <w:p w14:paraId="3BFDC948" w14:textId="77777777" w:rsidR="00E0548E" w:rsidRDefault="00E0548E" w:rsidP="00B15526"/>
        </w:tc>
        <w:tc>
          <w:tcPr>
            <w:tcW w:w="1559" w:type="dxa"/>
            <w:tcBorders>
              <w:top w:val="single" w:sz="4" w:space="0" w:color="auto"/>
              <w:left w:val="single" w:sz="4" w:space="0" w:color="auto"/>
              <w:bottom w:val="single" w:sz="4" w:space="0" w:color="auto"/>
              <w:right w:val="single" w:sz="4" w:space="0" w:color="auto"/>
            </w:tcBorders>
          </w:tcPr>
          <w:p w14:paraId="121F906C" w14:textId="77777777" w:rsidR="00E0548E" w:rsidRDefault="00E0548E" w:rsidP="00B15526"/>
        </w:tc>
        <w:tc>
          <w:tcPr>
            <w:tcW w:w="1733" w:type="dxa"/>
            <w:tcBorders>
              <w:top w:val="single" w:sz="4" w:space="0" w:color="auto"/>
              <w:left w:val="single" w:sz="4" w:space="0" w:color="auto"/>
              <w:bottom w:val="single" w:sz="4" w:space="0" w:color="auto"/>
              <w:right w:val="single" w:sz="4" w:space="0" w:color="auto"/>
            </w:tcBorders>
          </w:tcPr>
          <w:p w14:paraId="5FF43ABA" w14:textId="77777777" w:rsidR="00E0548E" w:rsidRDefault="00E0548E" w:rsidP="00B15526"/>
        </w:tc>
      </w:tr>
    </w:tbl>
    <w:p w14:paraId="7138FE12" w14:textId="77777777" w:rsidR="00E0548E" w:rsidRDefault="00E0548E" w:rsidP="00E0548E"/>
    <w:p w14:paraId="3277EEDA" w14:textId="77777777" w:rsidR="00E0548E" w:rsidRDefault="00E0548E" w:rsidP="00E0548E">
      <w:pPr>
        <w:pStyle w:val="Odstavekseznama"/>
        <w:numPr>
          <w:ilvl w:val="0"/>
          <w:numId w:val="44"/>
        </w:numPr>
      </w:pPr>
      <w:r>
        <w:t xml:space="preserve">da za iste upravičene stroški </w:t>
      </w:r>
      <w:r>
        <w:rPr>
          <w:b/>
        </w:rPr>
        <w:t>nisem/nismo</w:t>
      </w:r>
      <w:r>
        <w:t xml:space="preserve"> prejeli ali zaprosili za druge pomoči</w:t>
      </w:r>
    </w:p>
    <w:p w14:paraId="3E12F3D7" w14:textId="77777777" w:rsidR="00E0548E" w:rsidRDefault="00E0548E" w:rsidP="00E0548E">
      <w:pPr>
        <w:jc w:val="both"/>
        <w:rPr>
          <w:i/>
        </w:rPr>
      </w:pPr>
      <w:r>
        <w:rPr>
          <w:i/>
        </w:rPr>
        <w:t xml:space="preserve">V primeru, da je bila prejeta ali zaprošena druga pomoč za iste upravičene stroške, je potrebno navesti pri katerih dajalcih in v kakšni višini, ter kdaj je bila prejeta oz. zaprošena: </w:t>
      </w:r>
    </w:p>
    <w:p w14:paraId="7821665B" w14:textId="77777777" w:rsidR="00E0548E" w:rsidRDefault="00E0548E" w:rsidP="00E0548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4609670" w14:textId="77777777" w:rsidR="00E0548E" w:rsidRDefault="00E0548E" w:rsidP="00E0548E">
      <w:pPr>
        <w:numPr>
          <w:ilvl w:val="0"/>
          <w:numId w:val="44"/>
        </w:numPr>
        <w:jc w:val="both"/>
      </w:pPr>
      <w:r>
        <w:t xml:space="preserve">da z dodeljenim zneskom pomoči enotnemu podjetju ne bo presežena zgornja meja pomoči ter intenzivnosti pomoči po drugih predpisih (finančna sredstva se dodeljujejo po pravilu »de </w:t>
      </w:r>
      <w:proofErr w:type="spellStart"/>
      <w:r>
        <w:t>minimis</w:t>
      </w:r>
      <w:proofErr w:type="spellEnd"/>
      <w:r>
        <w:t xml:space="preserve">«, kar pomeni, da skupna pomoč »de </w:t>
      </w:r>
      <w:proofErr w:type="spellStart"/>
      <w:r>
        <w:t>minimis</w:t>
      </w:r>
      <w:proofErr w:type="spellEnd"/>
      <w:r>
        <w:t xml:space="preserve">« ne sme presegati 200.000 € v katerem koli obdobju treh proračunskih let. Skupna pomoč »de </w:t>
      </w:r>
      <w:proofErr w:type="spellStart"/>
      <w:r>
        <w:t>minimis</w:t>
      </w:r>
      <w:proofErr w:type="spellEnd"/>
      <w:r>
        <w:t>« dodeljena kateremukoli enotnemu podjetju, ki deluje v cestno prometnem sektorju, pa ne sme presegati 100.000 € v katerem koli obdobju treh proračunskih let.)</w:t>
      </w:r>
    </w:p>
    <w:p w14:paraId="78781762" w14:textId="77777777" w:rsidR="00E0548E" w:rsidRDefault="00E0548E" w:rsidP="00E0548E">
      <w:pPr>
        <w:rPr>
          <w:i/>
        </w:rPr>
      </w:pPr>
      <w:r>
        <w:rPr>
          <w:i/>
        </w:rPr>
        <w:t>___________________________                                 ______________________________</w:t>
      </w:r>
    </w:p>
    <w:p w14:paraId="3225FC7E" w14:textId="77777777" w:rsidR="00E0548E" w:rsidRDefault="00E0548E" w:rsidP="00E0548E">
      <w:pPr>
        <w:rPr>
          <w:i/>
        </w:rPr>
      </w:pPr>
      <w:r>
        <w:rPr>
          <w:i/>
        </w:rPr>
        <w:t xml:space="preserve">         (kraj in datum)                                                           (žig in podpis odgovorne osebe)</w:t>
      </w:r>
    </w:p>
    <w:p w14:paraId="76544B35" w14:textId="77777777" w:rsidR="00E0548E" w:rsidRDefault="00E0548E" w:rsidP="00E0548E">
      <w:pPr>
        <w:spacing w:after="0"/>
        <w:rPr>
          <w:i/>
        </w:rPr>
      </w:pPr>
      <w:r>
        <w:rPr>
          <w:i/>
        </w:rPr>
        <w:lastRenderedPageBreak/>
        <w:t>Naziv in naslov vlagatelja:_____________________________________________________</w:t>
      </w:r>
    </w:p>
    <w:p w14:paraId="1AD61D81" w14:textId="77777777" w:rsidR="00E0548E" w:rsidRDefault="00E0548E" w:rsidP="00E0548E">
      <w:pPr>
        <w:spacing w:after="0"/>
        <w:rPr>
          <w:i/>
        </w:rPr>
      </w:pPr>
    </w:p>
    <w:p w14:paraId="23368B0C" w14:textId="77777777" w:rsidR="00E0548E" w:rsidRDefault="00E0548E" w:rsidP="00E0548E">
      <w:pPr>
        <w:spacing w:after="0"/>
        <w:rPr>
          <w:i/>
        </w:rPr>
      </w:pPr>
      <w:r>
        <w:rPr>
          <w:i/>
        </w:rPr>
        <w:t>Ime in priimek odgovorne osebe:________________________________________________</w:t>
      </w:r>
    </w:p>
    <w:p w14:paraId="7E811323" w14:textId="77777777" w:rsidR="00E0548E" w:rsidRDefault="00E0548E" w:rsidP="00E0548E">
      <w:pPr>
        <w:rPr>
          <w:b/>
          <w:lang w:val="pl-PL"/>
        </w:rPr>
      </w:pPr>
    </w:p>
    <w:p w14:paraId="38C8265E" w14:textId="77777777" w:rsidR="00E0548E" w:rsidRDefault="00E0548E" w:rsidP="00E0548E">
      <w:pPr>
        <w:rPr>
          <w:b/>
          <w:lang w:val="pl-PL"/>
        </w:rPr>
      </w:pPr>
    </w:p>
    <w:p w14:paraId="7174B957" w14:textId="77777777" w:rsidR="00E0548E" w:rsidRDefault="00E0548E" w:rsidP="00E0548E">
      <w:pPr>
        <w:jc w:val="center"/>
        <w:rPr>
          <w:b/>
          <w:lang w:val="pl-PL"/>
        </w:rPr>
      </w:pPr>
      <w:r>
        <w:rPr>
          <w:b/>
          <w:lang w:val="pl-PL"/>
        </w:rPr>
        <w:t>I Z J A V A</w:t>
      </w:r>
    </w:p>
    <w:p w14:paraId="25F72C9A" w14:textId="77777777" w:rsidR="00E0548E" w:rsidRDefault="00E0548E" w:rsidP="00E0548E">
      <w:pPr>
        <w:rPr>
          <w:lang w:val="pl-PL"/>
        </w:rPr>
      </w:pPr>
    </w:p>
    <w:p w14:paraId="1676DC4D" w14:textId="77777777" w:rsidR="00E0548E" w:rsidRDefault="00E0548E" w:rsidP="00E0548E">
      <w:pPr>
        <w:jc w:val="both"/>
        <w:rPr>
          <w:lang w:val="pl-PL"/>
        </w:rPr>
      </w:pPr>
      <w:r>
        <w:rPr>
          <w:lang w:val="pl-PL"/>
        </w:rPr>
        <w:t xml:space="preserve">Podpisani,_____________________________ izjavljam, da za namen Razpisa                                                                                        </w:t>
      </w:r>
      <w:r>
        <w:rPr>
          <w:lang w:val="pl-PL"/>
        </w:rPr>
        <w:tab/>
      </w:r>
      <w:r>
        <w:rPr>
          <w:lang w:val="pl-PL"/>
        </w:rPr>
        <w:tab/>
        <w:t xml:space="preserve">(odgovorna oseba)                                                   </w:t>
      </w:r>
    </w:p>
    <w:p w14:paraId="68EE2CF8" w14:textId="77777777" w:rsidR="00E0548E" w:rsidRDefault="00E0548E" w:rsidP="00E0548E">
      <w:pPr>
        <w:jc w:val="both"/>
        <w:rPr>
          <w:b/>
        </w:rPr>
      </w:pPr>
      <w:r>
        <w:t xml:space="preserve">za dodelitev proračunskih sredstev za pospeševanje razvoja malega gospodarstva </w:t>
      </w:r>
      <w:r>
        <w:rPr>
          <w:b/>
        </w:rPr>
        <w:t>dovoljujem Občini Kamnik pridobitev podatkov</w:t>
      </w:r>
      <w:r>
        <w:t xml:space="preserve"> iz uradnih evidenc. </w:t>
      </w:r>
    </w:p>
    <w:p w14:paraId="14400C60" w14:textId="77777777" w:rsidR="00E0548E" w:rsidRDefault="00E0548E" w:rsidP="00E0548E">
      <w:pPr>
        <w:rPr>
          <w:lang w:val="pl-PL"/>
        </w:rPr>
      </w:pPr>
    </w:p>
    <w:p w14:paraId="78277006" w14:textId="77777777" w:rsidR="00E0548E" w:rsidRDefault="00E0548E" w:rsidP="00E0548E">
      <w:pPr>
        <w:rPr>
          <w:lang w:val="pl-PL"/>
        </w:rPr>
      </w:pPr>
    </w:p>
    <w:p w14:paraId="1C019C61" w14:textId="77777777" w:rsidR="00E0548E" w:rsidRDefault="00E0548E" w:rsidP="00E0548E">
      <w:pPr>
        <w:rPr>
          <w:i/>
        </w:rPr>
      </w:pPr>
      <w:r>
        <w:rPr>
          <w:i/>
        </w:rPr>
        <w:t>___________________________                                 ______________________________</w:t>
      </w:r>
    </w:p>
    <w:p w14:paraId="04D8F502" w14:textId="77777777" w:rsidR="00E0548E" w:rsidRDefault="00E0548E" w:rsidP="00E0548E">
      <w:pPr>
        <w:rPr>
          <w:i/>
        </w:rPr>
      </w:pPr>
      <w:r>
        <w:rPr>
          <w:i/>
        </w:rPr>
        <w:t xml:space="preserve">         (kraj in datum)                                                           (žig in podpis odgovorne osebe)</w:t>
      </w:r>
    </w:p>
    <w:p w14:paraId="123BF0F2" w14:textId="77777777" w:rsidR="00E0548E" w:rsidRDefault="00E0548E" w:rsidP="00E0548E">
      <w:pPr>
        <w:rPr>
          <w:lang w:val="pl-PL"/>
        </w:rPr>
      </w:pPr>
    </w:p>
    <w:p w14:paraId="209735A1" w14:textId="77777777" w:rsidR="00E0548E" w:rsidRDefault="00E0548E" w:rsidP="00E0548E">
      <w:pPr>
        <w:rPr>
          <w:lang w:val="pl-PL"/>
        </w:rPr>
      </w:pPr>
    </w:p>
    <w:p w14:paraId="63F1206D" w14:textId="77777777" w:rsidR="00E0548E" w:rsidRDefault="00E0548E" w:rsidP="00E0548E">
      <w:pPr>
        <w:rPr>
          <w:lang w:val="pl-PL"/>
        </w:rPr>
      </w:pPr>
    </w:p>
    <w:p w14:paraId="3475E59E" w14:textId="77777777" w:rsidR="00E0548E" w:rsidRDefault="00E0548E" w:rsidP="00E0548E"/>
    <w:p w14:paraId="29F6A715" w14:textId="77777777" w:rsidR="00E0548E" w:rsidRDefault="00E0548E" w:rsidP="00E0548E"/>
    <w:p w14:paraId="76748B72" w14:textId="77777777" w:rsidR="00E0548E" w:rsidRDefault="00E0548E" w:rsidP="00E0548E">
      <w:pPr>
        <w:rPr>
          <w:i/>
        </w:rPr>
      </w:pPr>
    </w:p>
    <w:p w14:paraId="701684CE" w14:textId="77777777" w:rsidR="00E0548E" w:rsidRDefault="00E0548E" w:rsidP="00E0548E"/>
    <w:p w14:paraId="2AF1BE5C" w14:textId="77777777" w:rsidR="00E0548E" w:rsidRDefault="00E0548E" w:rsidP="00E0548E"/>
    <w:p w14:paraId="17209C14" w14:textId="77777777" w:rsidR="00E0548E" w:rsidRDefault="00E0548E" w:rsidP="00E0548E"/>
    <w:p w14:paraId="591057C6" w14:textId="77777777" w:rsidR="00E0548E" w:rsidRDefault="00E0548E" w:rsidP="00E0548E"/>
    <w:p w14:paraId="63041CB9" w14:textId="77777777" w:rsidR="00E0548E" w:rsidRDefault="00E0548E" w:rsidP="00E0548E"/>
    <w:p w14:paraId="2FCEBE39" w14:textId="77777777" w:rsidR="00E0548E" w:rsidRDefault="00E0548E" w:rsidP="00E0548E"/>
    <w:p w14:paraId="29646275" w14:textId="77777777" w:rsidR="00E0548E" w:rsidRDefault="00E0548E" w:rsidP="00E0548E"/>
    <w:p w14:paraId="0B21DC81" w14:textId="77777777" w:rsidR="00E0548E" w:rsidRDefault="00E0548E" w:rsidP="00E0548E"/>
    <w:p w14:paraId="2D14E49B" w14:textId="77777777" w:rsidR="00E0548E" w:rsidRDefault="00E0548E" w:rsidP="00E0548E"/>
    <w:p w14:paraId="1592DA70" w14:textId="77777777" w:rsidR="00E0548E" w:rsidRDefault="00E0548E" w:rsidP="00E0548E"/>
    <w:p w14:paraId="3DD2C325" w14:textId="77777777" w:rsidR="00E0548E" w:rsidRDefault="00E0548E" w:rsidP="00E0548E">
      <w:pPr>
        <w:spacing w:after="0"/>
      </w:pPr>
      <w:r>
        <w:lastRenderedPageBreak/>
        <w:t>Naziv in naslov vlagatelja:_____________________________________________________</w:t>
      </w:r>
    </w:p>
    <w:p w14:paraId="59952EB8" w14:textId="77777777" w:rsidR="00E0548E" w:rsidRDefault="00E0548E" w:rsidP="00E0548E">
      <w:pPr>
        <w:spacing w:after="0"/>
      </w:pPr>
    </w:p>
    <w:p w14:paraId="4B2E1F3C" w14:textId="77777777" w:rsidR="00E0548E" w:rsidRDefault="00E0548E" w:rsidP="00E0548E">
      <w:pPr>
        <w:spacing w:after="0"/>
      </w:pPr>
      <w:r>
        <w:t>Ime in priimek odgovorne osebe:________________________________________________</w:t>
      </w:r>
    </w:p>
    <w:p w14:paraId="43712B32" w14:textId="77777777" w:rsidR="00E0548E" w:rsidRDefault="00E0548E" w:rsidP="00E0548E">
      <w:pPr>
        <w:rPr>
          <w:lang w:val="pl-PL"/>
        </w:rPr>
      </w:pPr>
    </w:p>
    <w:p w14:paraId="6792F44E" w14:textId="77777777" w:rsidR="00E0548E" w:rsidRDefault="00E0548E" w:rsidP="00E0548E">
      <w:pPr>
        <w:rPr>
          <w:lang w:val="pl-PL"/>
        </w:rPr>
      </w:pPr>
    </w:p>
    <w:p w14:paraId="0BB337B2" w14:textId="77777777" w:rsidR="00E0548E" w:rsidRDefault="00E0548E" w:rsidP="00E0548E">
      <w:pPr>
        <w:jc w:val="center"/>
        <w:rPr>
          <w:b/>
          <w:lang w:val="pl-PL"/>
        </w:rPr>
      </w:pPr>
      <w:r>
        <w:rPr>
          <w:b/>
          <w:lang w:val="pl-PL"/>
        </w:rPr>
        <w:t>I Z J A V A</w:t>
      </w:r>
    </w:p>
    <w:p w14:paraId="756C5598" w14:textId="77777777" w:rsidR="00E0548E" w:rsidRDefault="00E0548E" w:rsidP="00E0548E">
      <w:pPr>
        <w:rPr>
          <w:lang w:val="pl-PL"/>
        </w:rPr>
      </w:pPr>
    </w:p>
    <w:p w14:paraId="581C8F52" w14:textId="5104FBE4" w:rsidR="00E0548E" w:rsidRDefault="00E0548E" w:rsidP="00E0548E">
      <w:pPr>
        <w:jc w:val="both"/>
        <w:rPr>
          <w:lang w:val="pl-PL"/>
        </w:rPr>
      </w:pPr>
      <w:r>
        <w:rPr>
          <w:lang w:val="pl-PL"/>
        </w:rPr>
        <w:t>Podpisani,_____________________________ i</w:t>
      </w:r>
      <w:r w:rsidR="002845F4">
        <w:rPr>
          <w:lang w:val="pl-PL"/>
        </w:rPr>
        <w:t>zjavljam, da sem se v času od 4. do 6. 4. 2025</w:t>
      </w:r>
      <w:r>
        <w:rPr>
          <w:lang w:val="pl-PL"/>
        </w:rPr>
        <w:t xml:space="preserve"> udeležil Turistične Startup Weekend delavnice in na Dogodku ob zaključku dosegel naslednjo uvrstitev:</w:t>
      </w:r>
    </w:p>
    <w:p w14:paraId="5AB3143B" w14:textId="77777777" w:rsidR="00E0548E" w:rsidRDefault="00E0548E" w:rsidP="00E0548E">
      <w:pPr>
        <w:jc w:val="both"/>
      </w:pPr>
      <w:r>
        <w:rPr>
          <w:lang w:val="pl-PL"/>
        </w:rPr>
        <w:t>......................................................................................................................................</w:t>
      </w:r>
    </w:p>
    <w:p w14:paraId="231BF44D" w14:textId="77777777" w:rsidR="00E0548E" w:rsidRDefault="00E0548E" w:rsidP="00E0548E">
      <w:pPr>
        <w:jc w:val="both"/>
        <w:rPr>
          <w:lang w:val="pl-PL"/>
        </w:rPr>
      </w:pPr>
    </w:p>
    <w:p w14:paraId="0277F1C9" w14:textId="77777777" w:rsidR="00E0548E" w:rsidRDefault="00E0548E" w:rsidP="00E0548E">
      <w:pPr>
        <w:rPr>
          <w:lang w:val="pl-PL"/>
        </w:rPr>
      </w:pPr>
    </w:p>
    <w:p w14:paraId="4E836E41" w14:textId="77777777" w:rsidR="00E0548E" w:rsidRDefault="00E0548E" w:rsidP="00E0548E">
      <w:r>
        <w:t>___________________________                                 ______________________________</w:t>
      </w:r>
    </w:p>
    <w:p w14:paraId="2329A356" w14:textId="77777777" w:rsidR="00E0548E" w:rsidRDefault="00E0548E" w:rsidP="00E0548E">
      <w:r>
        <w:t xml:space="preserve">         (kraj in datum)                                                           (žig in podpis odgovorne osebe)</w:t>
      </w:r>
    </w:p>
    <w:p w14:paraId="0F6BDE0E" w14:textId="77777777" w:rsidR="00E0548E" w:rsidRDefault="00E0548E" w:rsidP="00E0548E">
      <w:pPr>
        <w:rPr>
          <w:lang w:val="pl-PL"/>
        </w:rPr>
      </w:pPr>
    </w:p>
    <w:p w14:paraId="38328153" w14:textId="77777777" w:rsidR="00E0548E" w:rsidRDefault="00E0548E" w:rsidP="00E0548E">
      <w:pPr>
        <w:rPr>
          <w:b/>
          <w:i/>
          <w:lang w:val="pl-PL"/>
        </w:rPr>
      </w:pPr>
    </w:p>
    <w:p w14:paraId="04981683" w14:textId="77777777" w:rsidR="00E0548E" w:rsidRDefault="00E0548E" w:rsidP="00E0548E">
      <w:pPr>
        <w:rPr>
          <w:b/>
          <w:i/>
        </w:rPr>
      </w:pPr>
    </w:p>
    <w:p w14:paraId="59A44C65" w14:textId="77777777" w:rsidR="00E0548E" w:rsidRDefault="00E0548E" w:rsidP="00E0548E">
      <w:pPr>
        <w:rPr>
          <w:b/>
          <w:i/>
        </w:rPr>
      </w:pPr>
    </w:p>
    <w:p w14:paraId="0F13B05C" w14:textId="77777777" w:rsidR="00E0548E" w:rsidRDefault="00E0548E" w:rsidP="00E0548E">
      <w:pPr>
        <w:rPr>
          <w:b/>
          <w:i/>
        </w:rPr>
      </w:pPr>
    </w:p>
    <w:p w14:paraId="016181F5" w14:textId="77777777" w:rsidR="00E0548E" w:rsidRDefault="00E0548E" w:rsidP="00E0548E">
      <w:pPr>
        <w:rPr>
          <w:b/>
          <w:i/>
        </w:rPr>
      </w:pPr>
    </w:p>
    <w:p w14:paraId="14C340E4" w14:textId="77777777" w:rsidR="00E0548E" w:rsidRDefault="00E0548E" w:rsidP="00E0548E">
      <w:pPr>
        <w:rPr>
          <w:b/>
          <w:i/>
        </w:rPr>
      </w:pPr>
    </w:p>
    <w:p w14:paraId="219D16BD" w14:textId="77777777" w:rsidR="00E0548E" w:rsidRDefault="00E0548E" w:rsidP="00E0548E">
      <w:pPr>
        <w:rPr>
          <w:b/>
          <w:i/>
        </w:rPr>
      </w:pPr>
    </w:p>
    <w:p w14:paraId="227E2093" w14:textId="77777777" w:rsidR="00E0548E" w:rsidRDefault="00E0548E" w:rsidP="00E0548E">
      <w:pPr>
        <w:rPr>
          <w:b/>
          <w:i/>
        </w:rPr>
      </w:pPr>
    </w:p>
    <w:p w14:paraId="5BB4634E" w14:textId="77777777" w:rsidR="00E0548E" w:rsidRDefault="00E0548E" w:rsidP="00E0548E">
      <w:pPr>
        <w:rPr>
          <w:b/>
          <w:i/>
        </w:rPr>
      </w:pPr>
    </w:p>
    <w:p w14:paraId="32529CDD" w14:textId="77777777" w:rsidR="00E0548E" w:rsidRDefault="00E0548E" w:rsidP="00E0548E">
      <w:pPr>
        <w:rPr>
          <w:b/>
          <w:i/>
        </w:rPr>
      </w:pPr>
    </w:p>
    <w:p w14:paraId="26588D46" w14:textId="77777777" w:rsidR="00E0548E" w:rsidRDefault="00E0548E" w:rsidP="00E0548E">
      <w:pPr>
        <w:rPr>
          <w:b/>
          <w:i/>
        </w:rPr>
      </w:pPr>
    </w:p>
    <w:p w14:paraId="2E3078BE" w14:textId="77777777" w:rsidR="00E0548E" w:rsidRDefault="00E0548E" w:rsidP="00E0548E">
      <w:pPr>
        <w:rPr>
          <w:b/>
          <w:i/>
        </w:rPr>
      </w:pPr>
    </w:p>
    <w:p w14:paraId="1494E159" w14:textId="77777777" w:rsidR="00E0548E" w:rsidRDefault="00E0548E" w:rsidP="00E0548E">
      <w:pPr>
        <w:rPr>
          <w:b/>
          <w:i/>
        </w:rPr>
      </w:pPr>
    </w:p>
    <w:p w14:paraId="2E95E262" w14:textId="77777777" w:rsidR="00E0548E" w:rsidRDefault="00E0548E" w:rsidP="00E0548E">
      <w:pPr>
        <w:rPr>
          <w:b/>
          <w:i/>
        </w:rPr>
      </w:pPr>
    </w:p>
    <w:p w14:paraId="471A9547" w14:textId="77777777" w:rsidR="00E0548E" w:rsidRDefault="00E0548E" w:rsidP="00E0548E">
      <w:pPr>
        <w:rPr>
          <w:b/>
          <w:i/>
        </w:rPr>
      </w:pPr>
    </w:p>
    <w:p w14:paraId="61DDB02A" w14:textId="77777777" w:rsidR="00E0548E" w:rsidRDefault="00E0548E" w:rsidP="00E0548E">
      <w:pPr>
        <w:spacing w:after="0"/>
        <w:jc w:val="center"/>
        <w:rPr>
          <w:b/>
          <w:color w:val="000000" w:themeColor="text1"/>
        </w:rPr>
      </w:pPr>
      <w:r>
        <w:rPr>
          <w:b/>
          <w:color w:val="000000" w:themeColor="text1"/>
        </w:rPr>
        <w:lastRenderedPageBreak/>
        <w:t>TOČKOVNIK (glede na merila ustrezno točkuj)</w:t>
      </w:r>
    </w:p>
    <w:p w14:paraId="10BC2044" w14:textId="77777777" w:rsidR="00E0548E" w:rsidRDefault="00E0548E" w:rsidP="00E0548E">
      <w:pPr>
        <w:pStyle w:val="Odstavekseznama"/>
        <w:numPr>
          <w:ilvl w:val="1"/>
          <w:numId w:val="45"/>
        </w:numPr>
        <w:spacing w:after="0"/>
        <w:rPr>
          <w:color w:val="000000" w:themeColor="text1"/>
        </w:rPr>
      </w:pPr>
      <w:r>
        <w:rPr>
          <w:color w:val="000000" w:themeColor="text1"/>
        </w:rPr>
        <w:t>ekipa </w:t>
      </w:r>
    </w:p>
    <w:tbl>
      <w:tblPr>
        <w:tblStyle w:val="Tabelamrea"/>
        <w:tblW w:w="0" w:type="auto"/>
        <w:tblInd w:w="720" w:type="dxa"/>
        <w:tblLayout w:type="fixed"/>
        <w:tblLook w:val="04A0" w:firstRow="1" w:lastRow="0" w:firstColumn="1" w:lastColumn="0" w:noHBand="0" w:noVBand="1"/>
      </w:tblPr>
      <w:tblGrid>
        <w:gridCol w:w="2677"/>
        <w:gridCol w:w="4962"/>
      </w:tblGrid>
      <w:tr w:rsidR="00E0548E" w14:paraId="4E7CCA35" w14:textId="77777777" w:rsidTr="00B15526">
        <w:tc>
          <w:tcPr>
            <w:tcW w:w="2677" w:type="dxa"/>
            <w:tcBorders>
              <w:top w:val="single" w:sz="4" w:space="0" w:color="auto"/>
              <w:left w:val="single" w:sz="4" w:space="0" w:color="auto"/>
              <w:bottom w:val="single" w:sz="4" w:space="0" w:color="auto"/>
              <w:right w:val="single" w:sz="4" w:space="0" w:color="auto"/>
            </w:tcBorders>
            <w:hideMark/>
          </w:tcPr>
          <w:p w14:paraId="1C2E7E7D" w14:textId="77777777" w:rsidR="00E0548E" w:rsidRDefault="00E0548E" w:rsidP="00B15526">
            <w:pPr>
              <w:pStyle w:val="Odstavekseznama"/>
              <w:ind w:left="0"/>
              <w:rPr>
                <w:color w:val="000000" w:themeColor="text1"/>
                <w:sz w:val="18"/>
                <w:szCs w:val="18"/>
              </w:rPr>
            </w:pPr>
            <w:r>
              <w:rPr>
                <w:color w:val="000000" w:themeColor="text1"/>
                <w:sz w:val="18"/>
                <w:szCs w:val="18"/>
              </w:rPr>
              <w:t>ČLAN EKIPE</w:t>
            </w:r>
          </w:p>
          <w:p w14:paraId="3EB73436" w14:textId="77777777" w:rsidR="00E0548E" w:rsidRDefault="00E0548E" w:rsidP="00B15526">
            <w:pPr>
              <w:pStyle w:val="Odstavekseznama"/>
              <w:ind w:left="0"/>
              <w:rPr>
                <w:color w:val="000000" w:themeColor="text1"/>
                <w:sz w:val="18"/>
                <w:szCs w:val="18"/>
              </w:rPr>
            </w:pPr>
            <w:r>
              <w:rPr>
                <w:color w:val="000000" w:themeColor="text1"/>
                <w:sz w:val="18"/>
                <w:szCs w:val="18"/>
              </w:rPr>
              <w:t>Ime, priimek</w:t>
            </w:r>
          </w:p>
        </w:tc>
        <w:tc>
          <w:tcPr>
            <w:tcW w:w="4962" w:type="dxa"/>
            <w:tcBorders>
              <w:top w:val="single" w:sz="4" w:space="0" w:color="auto"/>
              <w:left w:val="single" w:sz="4" w:space="0" w:color="auto"/>
              <w:bottom w:val="single" w:sz="4" w:space="0" w:color="auto"/>
              <w:right w:val="single" w:sz="4" w:space="0" w:color="auto"/>
            </w:tcBorders>
            <w:hideMark/>
          </w:tcPr>
          <w:p w14:paraId="155ADB4E" w14:textId="77777777" w:rsidR="00E0548E" w:rsidRDefault="00E0548E" w:rsidP="00B15526">
            <w:pPr>
              <w:pStyle w:val="Odstavekseznama"/>
              <w:ind w:left="0"/>
              <w:rPr>
                <w:color w:val="000000" w:themeColor="text1"/>
                <w:sz w:val="18"/>
                <w:szCs w:val="18"/>
              </w:rPr>
            </w:pPr>
            <w:r>
              <w:rPr>
                <w:color w:val="000000" w:themeColor="text1"/>
                <w:sz w:val="18"/>
                <w:szCs w:val="18"/>
              </w:rPr>
              <w:t>REFERENCA</w:t>
            </w:r>
          </w:p>
          <w:p w14:paraId="599BF116" w14:textId="77777777" w:rsidR="00E0548E" w:rsidRDefault="00E0548E" w:rsidP="00B15526">
            <w:pPr>
              <w:pStyle w:val="Odstavekseznama"/>
              <w:ind w:left="0"/>
              <w:rPr>
                <w:color w:val="000000" w:themeColor="text1"/>
                <w:sz w:val="18"/>
                <w:szCs w:val="18"/>
              </w:rPr>
            </w:pPr>
            <w:r>
              <w:rPr>
                <w:color w:val="000000" w:themeColor="text1"/>
                <w:sz w:val="18"/>
                <w:szCs w:val="18"/>
              </w:rPr>
              <w:t>Navedi, kaj je predmet reference</w:t>
            </w:r>
          </w:p>
        </w:tc>
      </w:tr>
      <w:tr w:rsidR="00E0548E" w14:paraId="313C7CB9" w14:textId="77777777" w:rsidTr="00B15526">
        <w:tc>
          <w:tcPr>
            <w:tcW w:w="2677" w:type="dxa"/>
            <w:tcBorders>
              <w:top w:val="single" w:sz="4" w:space="0" w:color="auto"/>
              <w:left w:val="single" w:sz="4" w:space="0" w:color="auto"/>
              <w:bottom w:val="single" w:sz="4" w:space="0" w:color="auto"/>
              <w:right w:val="single" w:sz="4" w:space="0" w:color="auto"/>
            </w:tcBorders>
          </w:tcPr>
          <w:p w14:paraId="24663EB4"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01804501" w14:textId="77777777" w:rsidR="00E0548E" w:rsidRDefault="00E0548E" w:rsidP="00B15526">
            <w:pPr>
              <w:pStyle w:val="Odstavekseznama"/>
              <w:ind w:left="0"/>
              <w:rPr>
                <w:color w:val="000000" w:themeColor="text1"/>
              </w:rPr>
            </w:pPr>
          </w:p>
          <w:p w14:paraId="30E3E106" w14:textId="77777777" w:rsidR="00E0548E" w:rsidRDefault="00E0548E" w:rsidP="00B15526">
            <w:pPr>
              <w:pStyle w:val="Odstavekseznama"/>
              <w:ind w:left="0"/>
              <w:rPr>
                <w:color w:val="000000" w:themeColor="text1"/>
              </w:rPr>
            </w:pPr>
          </w:p>
        </w:tc>
      </w:tr>
      <w:tr w:rsidR="00E0548E" w14:paraId="63E66C3C" w14:textId="77777777" w:rsidTr="00B15526">
        <w:tc>
          <w:tcPr>
            <w:tcW w:w="2677" w:type="dxa"/>
            <w:tcBorders>
              <w:top w:val="single" w:sz="4" w:space="0" w:color="auto"/>
              <w:left w:val="single" w:sz="4" w:space="0" w:color="auto"/>
              <w:bottom w:val="single" w:sz="4" w:space="0" w:color="auto"/>
              <w:right w:val="single" w:sz="4" w:space="0" w:color="auto"/>
            </w:tcBorders>
          </w:tcPr>
          <w:p w14:paraId="78898681"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4EF9FB63" w14:textId="77777777" w:rsidR="00E0548E" w:rsidRDefault="00E0548E" w:rsidP="00B15526">
            <w:pPr>
              <w:pStyle w:val="Odstavekseznama"/>
              <w:ind w:left="0"/>
              <w:rPr>
                <w:color w:val="000000" w:themeColor="text1"/>
              </w:rPr>
            </w:pPr>
          </w:p>
          <w:p w14:paraId="672DD237" w14:textId="77777777" w:rsidR="00E0548E" w:rsidRDefault="00E0548E" w:rsidP="00B15526">
            <w:pPr>
              <w:pStyle w:val="Odstavekseznama"/>
              <w:ind w:left="0"/>
              <w:rPr>
                <w:color w:val="000000" w:themeColor="text1"/>
              </w:rPr>
            </w:pPr>
          </w:p>
        </w:tc>
      </w:tr>
      <w:tr w:rsidR="00E0548E" w14:paraId="4D5A996F" w14:textId="77777777" w:rsidTr="00B15526">
        <w:tc>
          <w:tcPr>
            <w:tcW w:w="2677" w:type="dxa"/>
            <w:tcBorders>
              <w:top w:val="single" w:sz="4" w:space="0" w:color="auto"/>
              <w:left w:val="single" w:sz="4" w:space="0" w:color="auto"/>
              <w:bottom w:val="single" w:sz="4" w:space="0" w:color="auto"/>
              <w:right w:val="single" w:sz="4" w:space="0" w:color="auto"/>
            </w:tcBorders>
          </w:tcPr>
          <w:p w14:paraId="19D314FD"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51D8E38F" w14:textId="77777777" w:rsidR="00E0548E" w:rsidRDefault="00E0548E" w:rsidP="00B15526">
            <w:pPr>
              <w:pStyle w:val="Odstavekseznama"/>
              <w:ind w:left="0"/>
              <w:rPr>
                <w:color w:val="000000" w:themeColor="text1"/>
              </w:rPr>
            </w:pPr>
          </w:p>
          <w:p w14:paraId="089EC0E4" w14:textId="77777777" w:rsidR="00E0548E" w:rsidRDefault="00E0548E" w:rsidP="00B15526">
            <w:pPr>
              <w:pStyle w:val="Odstavekseznama"/>
              <w:ind w:left="0"/>
              <w:rPr>
                <w:color w:val="000000" w:themeColor="text1"/>
              </w:rPr>
            </w:pPr>
          </w:p>
        </w:tc>
      </w:tr>
      <w:tr w:rsidR="00E0548E" w14:paraId="4EEA3F64" w14:textId="77777777" w:rsidTr="00B15526">
        <w:tc>
          <w:tcPr>
            <w:tcW w:w="2677" w:type="dxa"/>
            <w:tcBorders>
              <w:top w:val="single" w:sz="4" w:space="0" w:color="auto"/>
              <w:left w:val="single" w:sz="4" w:space="0" w:color="auto"/>
              <w:bottom w:val="single" w:sz="4" w:space="0" w:color="auto"/>
              <w:right w:val="single" w:sz="4" w:space="0" w:color="auto"/>
            </w:tcBorders>
          </w:tcPr>
          <w:p w14:paraId="27BD106A"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1B2B8B3A" w14:textId="77777777" w:rsidR="00E0548E" w:rsidRDefault="00E0548E" w:rsidP="00B15526">
            <w:pPr>
              <w:pStyle w:val="Odstavekseznama"/>
              <w:ind w:left="0"/>
              <w:rPr>
                <w:color w:val="000000" w:themeColor="text1"/>
              </w:rPr>
            </w:pPr>
          </w:p>
          <w:p w14:paraId="7088E5F1" w14:textId="77777777" w:rsidR="00E0548E" w:rsidRDefault="00E0548E" w:rsidP="00B15526">
            <w:pPr>
              <w:pStyle w:val="Odstavekseznama"/>
              <w:ind w:left="0"/>
              <w:rPr>
                <w:color w:val="000000" w:themeColor="text1"/>
              </w:rPr>
            </w:pPr>
          </w:p>
        </w:tc>
      </w:tr>
      <w:tr w:rsidR="00E0548E" w14:paraId="5BBA6B07" w14:textId="77777777" w:rsidTr="00B15526">
        <w:tc>
          <w:tcPr>
            <w:tcW w:w="2677" w:type="dxa"/>
            <w:tcBorders>
              <w:top w:val="single" w:sz="4" w:space="0" w:color="auto"/>
              <w:left w:val="single" w:sz="4" w:space="0" w:color="auto"/>
              <w:bottom w:val="single" w:sz="4" w:space="0" w:color="auto"/>
              <w:right w:val="single" w:sz="4" w:space="0" w:color="auto"/>
            </w:tcBorders>
          </w:tcPr>
          <w:p w14:paraId="0B8ECE73"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0092D392" w14:textId="77777777" w:rsidR="00E0548E" w:rsidRDefault="00E0548E" w:rsidP="00B15526">
            <w:pPr>
              <w:pStyle w:val="Odstavekseznama"/>
              <w:ind w:left="0"/>
              <w:rPr>
                <w:color w:val="000000" w:themeColor="text1"/>
              </w:rPr>
            </w:pPr>
          </w:p>
          <w:p w14:paraId="1BCB2796" w14:textId="77777777" w:rsidR="00E0548E" w:rsidRDefault="00E0548E" w:rsidP="00B15526">
            <w:pPr>
              <w:pStyle w:val="Odstavekseznama"/>
              <w:ind w:left="0"/>
              <w:rPr>
                <w:color w:val="000000" w:themeColor="text1"/>
              </w:rPr>
            </w:pPr>
          </w:p>
        </w:tc>
      </w:tr>
      <w:tr w:rsidR="00E0548E" w14:paraId="0712C53E" w14:textId="77777777" w:rsidTr="00B15526">
        <w:tc>
          <w:tcPr>
            <w:tcW w:w="2677" w:type="dxa"/>
            <w:tcBorders>
              <w:top w:val="single" w:sz="4" w:space="0" w:color="auto"/>
              <w:left w:val="single" w:sz="4" w:space="0" w:color="auto"/>
              <w:bottom w:val="single" w:sz="4" w:space="0" w:color="auto"/>
              <w:right w:val="single" w:sz="4" w:space="0" w:color="auto"/>
            </w:tcBorders>
          </w:tcPr>
          <w:p w14:paraId="19A8C01A" w14:textId="77777777" w:rsidR="00E0548E" w:rsidRDefault="00E0548E" w:rsidP="00B15526">
            <w:pPr>
              <w:pStyle w:val="Odstavekseznama"/>
              <w:ind w:left="0"/>
              <w:rPr>
                <w:color w:val="000000" w:themeColor="text1"/>
              </w:rPr>
            </w:pPr>
          </w:p>
          <w:p w14:paraId="79DE6B6D" w14:textId="77777777" w:rsidR="00E0548E" w:rsidRDefault="00E0548E" w:rsidP="00B15526">
            <w:pPr>
              <w:pStyle w:val="Odstavekseznama"/>
              <w:ind w:left="0"/>
              <w:rPr>
                <w:color w:val="000000" w:themeColor="text1"/>
              </w:rPr>
            </w:pPr>
          </w:p>
        </w:tc>
        <w:tc>
          <w:tcPr>
            <w:tcW w:w="4962" w:type="dxa"/>
            <w:tcBorders>
              <w:top w:val="single" w:sz="4" w:space="0" w:color="auto"/>
              <w:left w:val="single" w:sz="4" w:space="0" w:color="auto"/>
              <w:bottom w:val="single" w:sz="4" w:space="0" w:color="auto"/>
              <w:right w:val="single" w:sz="4" w:space="0" w:color="auto"/>
            </w:tcBorders>
          </w:tcPr>
          <w:p w14:paraId="64CC2776" w14:textId="77777777" w:rsidR="00E0548E" w:rsidRDefault="00E0548E" w:rsidP="00B15526">
            <w:pPr>
              <w:pStyle w:val="Odstavekseznama"/>
              <w:ind w:left="0"/>
              <w:rPr>
                <w:color w:val="000000" w:themeColor="text1"/>
              </w:rPr>
            </w:pPr>
          </w:p>
        </w:tc>
      </w:tr>
    </w:tbl>
    <w:p w14:paraId="76259A29" w14:textId="77777777" w:rsidR="00E0548E" w:rsidRDefault="00E0548E" w:rsidP="00E0548E">
      <w:pPr>
        <w:pStyle w:val="Odstavekseznama"/>
        <w:spacing w:after="0"/>
        <w:rPr>
          <w:color w:val="000000" w:themeColor="text1"/>
        </w:rPr>
      </w:pPr>
    </w:p>
    <w:p w14:paraId="1B981168" w14:textId="77777777" w:rsidR="00E0548E" w:rsidRDefault="00E0548E" w:rsidP="00E0548E">
      <w:pPr>
        <w:spacing w:after="0"/>
        <w:rPr>
          <w:color w:val="000000" w:themeColor="text1"/>
          <w:sz w:val="18"/>
          <w:szCs w:val="18"/>
        </w:rPr>
      </w:pPr>
    </w:p>
    <w:p w14:paraId="33E075A9" w14:textId="77777777" w:rsidR="00E0548E" w:rsidRDefault="00E0548E" w:rsidP="00E0548E">
      <w:pPr>
        <w:jc w:val="both"/>
        <w:rPr>
          <w:color w:val="000000" w:themeColor="text1"/>
          <w:lang w:val="pl-PL"/>
        </w:rPr>
      </w:pPr>
    </w:p>
    <w:p w14:paraId="450E94AF" w14:textId="77777777" w:rsidR="00E0548E" w:rsidRDefault="00E0548E" w:rsidP="00E0548E">
      <w:pPr>
        <w:rPr>
          <w:color w:val="000000" w:themeColor="text1"/>
          <w:lang w:val="pl-PL"/>
        </w:rPr>
      </w:pPr>
    </w:p>
    <w:p w14:paraId="5B6AD191" w14:textId="77777777" w:rsidR="00E0548E" w:rsidRDefault="00E0548E" w:rsidP="00E0548E">
      <w:pPr>
        <w:rPr>
          <w:color w:val="000000" w:themeColor="text1"/>
        </w:rPr>
      </w:pPr>
      <w:r>
        <w:rPr>
          <w:color w:val="000000" w:themeColor="text1"/>
        </w:rPr>
        <w:t>___________________________                                 ______________________________</w:t>
      </w:r>
    </w:p>
    <w:p w14:paraId="2BF69945" w14:textId="77777777" w:rsidR="00E0548E" w:rsidRDefault="00E0548E" w:rsidP="00E0548E">
      <w:pPr>
        <w:rPr>
          <w:color w:val="000000" w:themeColor="text1"/>
        </w:rPr>
      </w:pPr>
      <w:r>
        <w:rPr>
          <w:color w:val="000000" w:themeColor="text1"/>
        </w:rPr>
        <w:t xml:space="preserve">         (kraj in datum)                                                           (žig in podpis odgovorne osebe)</w:t>
      </w:r>
    </w:p>
    <w:p w14:paraId="2E62ADA1" w14:textId="77777777" w:rsidR="00E0548E" w:rsidRDefault="00E0548E" w:rsidP="00E0548E">
      <w:pPr>
        <w:spacing w:after="0"/>
        <w:rPr>
          <w:color w:val="000000" w:themeColor="text1"/>
          <w:sz w:val="18"/>
          <w:szCs w:val="18"/>
        </w:rPr>
      </w:pPr>
    </w:p>
    <w:p w14:paraId="1AABD0DB" w14:textId="77777777" w:rsidR="00E0548E" w:rsidRDefault="00E0548E" w:rsidP="00E0548E">
      <w:pPr>
        <w:spacing w:after="0"/>
        <w:rPr>
          <w:color w:val="000000" w:themeColor="text1"/>
          <w:sz w:val="18"/>
          <w:szCs w:val="18"/>
        </w:rPr>
      </w:pPr>
    </w:p>
    <w:p w14:paraId="4C783374" w14:textId="77777777" w:rsidR="00E0548E" w:rsidRDefault="00E0548E" w:rsidP="00E0548E">
      <w:pPr>
        <w:spacing w:after="0"/>
        <w:jc w:val="both"/>
        <w:rPr>
          <w:color w:val="000000" w:themeColor="text1"/>
          <w:sz w:val="18"/>
          <w:szCs w:val="18"/>
        </w:rPr>
      </w:pPr>
      <w:r>
        <w:rPr>
          <w:color w:val="000000" w:themeColor="text1"/>
          <w:sz w:val="18"/>
          <w:szCs w:val="18"/>
        </w:rPr>
        <w:t>*Kot referenca šteje samostojno delo ali sodelovanje pri projektu istovrstne vsebine kot je predmet tega razpisa, pri čemer referenco lahko prispeva vsak aktivni član ekipe; reference pa morajo biti različne in morajo pokrivati  segmente, ki so zaobjeti v  turistično podjetniški ideji.</w:t>
      </w:r>
    </w:p>
    <w:p w14:paraId="3A5AD770" w14:textId="77777777" w:rsidR="00E0548E" w:rsidRDefault="00E0548E" w:rsidP="00E0548E">
      <w:pPr>
        <w:spacing w:after="0"/>
        <w:rPr>
          <w:color w:val="000000" w:themeColor="text1"/>
          <w:sz w:val="18"/>
          <w:szCs w:val="18"/>
        </w:rPr>
      </w:pPr>
    </w:p>
    <w:p w14:paraId="4A07A58D" w14:textId="77777777" w:rsidR="00E0548E" w:rsidRDefault="00E0548E" w:rsidP="00E0548E">
      <w:pPr>
        <w:spacing w:after="0"/>
        <w:rPr>
          <w:color w:val="000000" w:themeColor="text1"/>
          <w:sz w:val="18"/>
          <w:szCs w:val="18"/>
        </w:rPr>
      </w:pPr>
    </w:p>
    <w:p w14:paraId="2266DF1A" w14:textId="77777777" w:rsidR="00E0548E" w:rsidRDefault="00E0548E" w:rsidP="00E0548E">
      <w:pPr>
        <w:rPr>
          <w:color w:val="000000" w:themeColor="text1"/>
        </w:rPr>
      </w:pPr>
      <w:r>
        <w:rPr>
          <w:color w:val="000000" w:themeColor="text1"/>
        </w:rPr>
        <w:br w:type="page"/>
      </w:r>
    </w:p>
    <w:p w14:paraId="5F89A9DB" w14:textId="77777777" w:rsidR="00E0548E" w:rsidRDefault="00E0548E" w:rsidP="00E0548E">
      <w:pPr>
        <w:spacing w:after="0"/>
        <w:rPr>
          <w:color w:val="000000" w:themeColor="text1"/>
        </w:rPr>
      </w:pPr>
      <w:r>
        <w:rPr>
          <w:color w:val="000000" w:themeColor="text1"/>
        </w:rPr>
        <w:lastRenderedPageBreak/>
        <w:t>Opis turistične podjetniške ideje</w:t>
      </w:r>
    </w:p>
    <w:p w14:paraId="3F46265A" w14:textId="77777777" w:rsidR="00E0548E" w:rsidRDefault="00E0548E" w:rsidP="00E0548E">
      <w:pPr>
        <w:pStyle w:val="Odstavekseznama"/>
        <w:spacing w:after="0"/>
        <w:ind w:left="1440"/>
        <w:rPr>
          <w:color w:val="000000" w:themeColor="text1"/>
        </w:rPr>
      </w:pPr>
    </w:p>
    <w:p w14:paraId="013A24D7" w14:textId="77777777" w:rsidR="00E0548E" w:rsidRDefault="00E0548E" w:rsidP="00E0548E">
      <w:pPr>
        <w:rPr>
          <w:color w:val="000000" w:themeColor="text1"/>
        </w:rPr>
      </w:pPr>
      <w:r>
        <w:rPr>
          <w:color w:val="000000" w:themeColor="text1"/>
        </w:rPr>
        <w:br w:type="page"/>
      </w:r>
    </w:p>
    <w:p w14:paraId="2EA3ECED" w14:textId="77777777" w:rsidR="00E0548E" w:rsidRDefault="00E0548E" w:rsidP="00E0548E">
      <w:pPr>
        <w:spacing w:after="0"/>
        <w:jc w:val="center"/>
        <w:rPr>
          <w:b/>
          <w:i/>
        </w:rPr>
      </w:pPr>
      <w:r>
        <w:rPr>
          <w:b/>
          <w:i/>
        </w:rPr>
        <w:lastRenderedPageBreak/>
        <w:t>IZJAVA</w:t>
      </w:r>
    </w:p>
    <w:p w14:paraId="61C50901" w14:textId="77777777" w:rsidR="00E0548E" w:rsidRDefault="00E0548E" w:rsidP="00E0548E">
      <w:pPr>
        <w:spacing w:after="0"/>
        <w:jc w:val="center"/>
      </w:pPr>
    </w:p>
    <w:p w14:paraId="5EF74696" w14:textId="77777777" w:rsidR="00E0548E" w:rsidRDefault="00E0548E" w:rsidP="00E0548E">
      <w:pPr>
        <w:spacing w:after="0"/>
        <w:jc w:val="center"/>
      </w:pPr>
    </w:p>
    <w:p w14:paraId="4F5BDB22" w14:textId="77777777" w:rsidR="00E0548E" w:rsidRDefault="00E0548E" w:rsidP="00E0548E">
      <w:pPr>
        <w:jc w:val="both"/>
        <w:rPr>
          <w:lang w:val="pl-PL"/>
        </w:rPr>
      </w:pPr>
      <w:r>
        <w:rPr>
          <w:lang w:val="pl-PL"/>
        </w:rPr>
        <w:t>Podpisani,_____________________________ izjavljam, da bom z namenom ustvarjanja nočitev povezan z:</w:t>
      </w:r>
    </w:p>
    <w:p w14:paraId="11F27DBF" w14:textId="77777777" w:rsidR="00E0548E" w:rsidRDefault="00E0548E" w:rsidP="00E0548E">
      <w:pPr>
        <w:tabs>
          <w:tab w:val="left" w:pos="2977"/>
          <w:tab w:val="left" w:leader="dot" w:pos="8789"/>
        </w:tabs>
        <w:rPr>
          <w:lang w:val="pl-PL"/>
        </w:rPr>
      </w:pPr>
      <w:r>
        <w:rPr>
          <w:lang w:val="pl-PL"/>
        </w:rPr>
        <w:tab/>
      </w:r>
    </w:p>
    <w:p w14:paraId="1ECECC6D" w14:textId="77777777" w:rsidR="00E0548E" w:rsidRDefault="00E0548E" w:rsidP="00E0548E">
      <w:pPr>
        <w:rPr>
          <w:lang w:val="pl-PL"/>
        </w:rPr>
      </w:pPr>
    </w:p>
    <w:p w14:paraId="7E85225F" w14:textId="77777777" w:rsidR="00E0548E" w:rsidRDefault="00E0548E" w:rsidP="00E0548E">
      <w:pPr>
        <w:tabs>
          <w:tab w:val="left" w:pos="3261"/>
        </w:tabs>
        <w:rPr>
          <w:i/>
        </w:rPr>
      </w:pPr>
      <w:r>
        <w:rPr>
          <w:i/>
        </w:rPr>
        <w:t>___________________________                                 ______________________________</w:t>
      </w:r>
    </w:p>
    <w:p w14:paraId="5484A03B" w14:textId="77777777" w:rsidR="00E0548E" w:rsidRDefault="00E0548E" w:rsidP="00E0548E">
      <w:pPr>
        <w:rPr>
          <w:i/>
        </w:rPr>
      </w:pPr>
      <w:r>
        <w:rPr>
          <w:i/>
        </w:rPr>
        <w:t xml:space="preserve">         (kraj in datum)                                                           (žig in podpis odgovorne osebe)</w:t>
      </w:r>
    </w:p>
    <w:p w14:paraId="7F03CBE0" w14:textId="77777777" w:rsidR="00E0548E" w:rsidRDefault="00E0548E" w:rsidP="00E0548E">
      <w:pPr>
        <w:rPr>
          <w:lang w:val="pl-PL"/>
        </w:rPr>
      </w:pPr>
    </w:p>
    <w:p w14:paraId="4FB1456A" w14:textId="77777777" w:rsidR="00E0548E" w:rsidRDefault="00E0548E" w:rsidP="00E0548E">
      <w:pPr>
        <w:spacing w:after="0"/>
        <w:jc w:val="center"/>
      </w:pPr>
    </w:p>
    <w:p w14:paraId="5EC0C2DB" w14:textId="77777777" w:rsidR="00E0548E" w:rsidRDefault="00E0548E" w:rsidP="00E0548E">
      <w:pPr>
        <w:tabs>
          <w:tab w:val="left" w:pos="930"/>
        </w:tabs>
        <w:spacing w:after="0"/>
        <w:rPr>
          <w:color w:val="000000" w:themeColor="text1"/>
          <w:sz w:val="18"/>
          <w:szCs w:val="18"/>
        </w:rPr>
      </w:pPr>
    </w:p>
    <w:p w14:paraId="2400331D" w14:textId="77777777" w:rsidR="00E0548E" w:rsidRDefault="00E0548E" w:rsidP="00E0548E">
      <w:pPr>
        <w:spacing w:after="0"/>
        <w:rPr>
          <w:color w:val="000000" w:themeColor="text1"/>
        </w:rPr>
      </w:pPr>
      <w:r>
        <w:rPr>
          <w:color w:val="000000" w:themeColor="text1"/>
        </w:rPr>
        <w:t xml:space="preserve">                                                                                      </w:t>
      </w:r>
    </w:p>
    <w:p w14:paraId="36B59410" w14:textId="77777777" w:rsidR="00E0548E" w:rsidRDefault="00E0548E" w:rsidP="00E0548E">
      <w:pPr>
        <w:rPr>
          <w:i/>
        </w:rPr>
      </w:pPr>
      <w:r>
        <w:rPr>
          <w:i/>
        </w:rPr>
        <w:t>___________________________                                 ______________________________</w:t>
      </w:r>
    </w:p>
    <w:p w14:paraId="6EFDE9F3" w14:textId="77777777" w:rsidR="00E0548E" w:rsidRDefault="00E0548E" w:rsidP="00E0548E">
      <w:pPr>
        <w:spacing w:after="0"/>
        <w:rPr>
          <w:i/>
        </w:rPr>
      </w:pPr>
      <w:r>
        <w:rPr>
          <w:i/>
        </w:rPr>
        <w:t xml:space="preserve">         (kraj in datum)                                                            (žig in podpis odgovorne osebe                  </w:t>
      </w:r>
    </w:p>
    <w:p w14:paraId="1E04FBB3" w14:textId="77777777" w:rsidR="00E0548E" w:rsidRDefault="00E0548E" w:rsidP="00E0548E">
      <w:pPr>
        <w:tabs>
          <w:tab w:val="center" w:pos="7230"/>
        </w:tabs>
        <w:rPr>
          <w:i/>
        </w:rPr>
      </w:pPr>
      <w:r>
        <w:rPr>
          <w:i/>
        </w:rPr>
        <w:tab/>
        <w:t>prenočitvenega partnerja)</w:t>
      </w:r>
    </w:p>
    <w:p w14:paraId="4038D593" w14:textId="77777777" w:rsidR="00E0548E" w:rsidRDefault="00E0548E" w:rsidP="00E0548E">
      <w:pPr>
        <w:rPr>
          <w:lang w:val="pl-PL"/>
        </w:rPr>
      </w:pPr>
    </w:p>
    <w:p w14:paraId="5F66302F" w14:textId="77777777" w:rsidR="00E0548E" w:rsidRDefault="00E0548E" w:rsidP="00E0548E">
      <w:pPr>
        <w:spacing w:after="0"/>
        <w:jc w:val="center"/>
        <w:rPr>
          <w:b/>
          <w:i/>
        </w:rPr>
      </w:pPr>
    </w:p>
    <w:p w14:paraId="6E53555C" w14:textId="77777777" w:rsidR="00E0548E" w:rsidRDefault="00E0548E" w:rsidP="00E0548E">
      <w:pPr>
        <w:spacing w:after="0"/>
        <w:jc w:val="center"/>
        <w:rPr>
          <w:b/>
          <w:i/>
        </w:rPr>
      </w:pPr>
    </w:p>
    <w:p w14:paraId="0DFEA5E8" w14:textId="77777777" w:rsidR="00E0548E" w:rsidRDefault="00E0548E" w:rsidP="00E0548E">
      <w:pPr>
        <w:spacing w:after="0"/>
        <w:rPr>
          <w:b/>
          <w:i/>
        </w:rPr>
      </w:pPr>
    </w:p>
    <w:p w14:paraId="7D2F75F1" w14:textId="77777777" w:rsidR="00E0548E" w:rsidRDefault="00E0548E" w:rsidP="00E0548E">
      <w:pPr>
        <w:spacing w:after="0"/>
        <w:jc w:val="center"/>
        <w:rPr>
          <w:b/>
          <w:i/>
        </w:rPr>
      </w:pPr>
    </w:p>
    <w:p w14:paraId="20CC9564" w14:textId="77777777" w:rsidR="00E0548E" w:rsidRDefault="00E0548E" w:rsidP="00E0548E">
      <w:pPr>
        <w:spacing w:after="0"/>
        <w:jc w:val="center"/>
        <w:rPr>
          <w:b/>
          <w:i/>
        </w:rPr>
      </w:pPr>
    </w:p>
    <w:p w14:paraId="638BD419" w14:textId="77777777" w:rsidR="00E0548E" w:rsidRDefault="00E0548E" w:rsidP="00E0548E">
      <w:pPr>
        <w:spacing w:after="0"/>
        <w:jc w:val="center"/>
        <w:rPr>
          <w:b/>
          <w:i/>
        </w:rPr>
      </w:pPr>
    </w:p>
    <w:p w14:paraId="0654BAD2" w14:textId="77777777" w:rsidR="00E0548E" w:rsidRDefault="00E0548E" w:rsidP="00E0548E">
      <w:pPr>
        <w:spacing w:after="0"/>
        <w:jc w:val="center"/>
        <w:rPr>
          <w:b/>
          <w:i/>
        </w:rPr>
      </w:pPr>
    </w:p>
    <w:p w14:paraId="7B8FC7CD" w14:textId="77777777" w:rsidR="00E0548E" w:rsidRDefault="00E0548E" w:rsidP="00E0548E">
      <w:pPr>
        <w:spacing w:after="0"/>
        <w:jc w:val="center"/>
        <w:rPr>
          <w:b/>
          <w:i/>
        </w:rPr>
      </w:pPr>
    </w:p>
    <w:p w14:paraId="55F1088B" w14:textId="77777777" w:rsidR="00E0548E" w:rsidRDefault="00E0548E" w:rsidP="00E0548E">
      <w:pPr>
        <w:spacing w:after="0"/>
        <w:jc w:val="center"/>
        <w:rPr>
          <w:b/>
          <w:i/>
        </w:rPr>
      </w:pPr>
    </w:p>
    <w:p w14:paraId="1AE1AD1E" w14:textId="77777777" w:rsidR="00E0548E" w:rsidRDefault="00E0548E" w:rsidP="00E0548E">
      <w:pPr>
        <w:spacing w:after="0"/>
        <w:jc w:val="center"/>
        <w:rPr>
          <w:b/>
          <w:i/>
        </w:rPr>
      </w:pPr>
    </w:p>
    <w:p w14:paraId="5EBB0B99" w14:textId="77777777" w:rsidR="00E0548E" w:rsidRDefault="00E0548E" w:rsidP="00E0548E">
      <w:pPr>
        <w:spacing w:after="0"/>
        <w:jc w:val="center"/>
        <w:rPr>
          <w:b/>
          <w:i/>
        </w:rPr>
      </w:pPr>
    </w:p>
    <w:p w14:paraId="48B8D329" w14:textId="77777777" w:rsidR="00E0548E" w:rsidRDefault="00E0548E" w:rsidP="00E0548E">
      <w:pPr>
        <w:spacing w:after="0"/>
        <w:jc w:val="center"/>
        <w:rPr>
          <w:b/>
          <w:i/>
        </w:rPr>
      </w:pPr>
    </w:p>
    <w:p w14:paraId="758998EB" w14:textId="77777777" w:rsidR="00E0548E" w:rsidRDefault="00E0548E" w:rsidP="00E0548E">
      <w:pPr>
        <w:spacing w:after="0"/>
        <w:jc w:val="center"/>
        <w:rPr>
          <w:b/>
          <w:i/>
        </w:rPr>
      </w:pPr>
    </w:p>
    <w:p w14:paraId="3ABC6516" w14:textId="77777777" w:rsidR="00E0548E" w:rsidRDefault="00E0548E" w:rsidP="00E0548E">
      <w:pPr>
        <w:spacing w:after="0"/>
        <w:jc w:val="center"/>
        <w:rPr>
          <w:b/>
          <w:i/>
        </w:rPr>
      </w:pPr>
    </w:p>
    <w:p w14:paraId="687EBE41" w14:textId="77777777" w:rsidR="00E0548E" w:rsidRDefault="00E0548E" w:rsidP="00E0548E">
      <w:pPr>
        <w:spacing w:after="0"/>
        <w:jc w:val="center"/>
        <w:rPr>
          <w:b/>
          <w:i/>
        </w:rPr>
      </w:pPr>
    </w:p>
    <w:p w14:paraId="6155A578" w14:textId="77777777" w:rsidR="00E0548E" w:rsidRDefault="00E0548E" w:rsidP="00E0548E">
      <w:pPr>
        <w:spacing w:after="0"/>
        <w:jc w:val="center"/>
        <w:rPr>
          <w:b/>
          <w:i/>
        </w:rPr>
      </w:pPr>
    </w:p>
    <w:p w14:paraId="2DB9CEFA" w14:textId="77777777" w:rsidR="00E0548E" w:rsidRDefault="00E0548E" w:rsidP="00E0548E">
      <w:pPr>
        <w:spacing w:after="0"/>
        <w:jc w:val="center"/>
        <w:rPr>
          <w:b/>
          <w:i/>
        </w:rPr>
      </w:pPr>
    </w:p>
    <w:p w14:paraId="4C461341" w14:textId="77777777" w:rsidR="00E0548E" w:rsidRDefault="00E0548E" w:rsidP="00E0548E">
      <w:pPr>
        <w:spacing w:after="0"/>
        <w:jc w:val="center"/>
        <w:rPr>
          <w:b/>
          <w:i/>
        </w:rPr>
      </w:pPr>
    </w:p>
    <w:p w14:paraId="375D7490" w14:textId="77777777" w:rsidR="00E0548E" w:rsidRDefault="00E0548E" w:rsidP="00E0548E">
      <w:pPr>
        <w:spacing w:after="0"/>
        <w:jc w:val="center"/>
        <w:rPr>
          <w:b/>
          <w:i/>
        </w:rPr>
      </w:pPr>
    </w:p>
    <w:p w14:paraId="174D8AE3" w14:textId="77777777" w:rsidR="00E0548E" w:rsidRDefault="00E0548E" w:rsidP="00E0548E">
      <w:pPr>
        <w:spacing w:after="0"/>
        <w:jc w:val="center"/>
        <w:rPr>
          <w:b/>
          <w:i/>
        </w:rPr>
      </w:pPr>
    </w:p>
    <w:p w14:paraId="14D5E063" w14:textId="77777777" w:rsidR="00E0548E" w:rsidRDefault="00E0548E" w:rsidP="00E0548E">
      <w:pPr>
        <w:spacing w:after="0"/>
        <w:rPr>
          <w:b/>
          <w:i/>
        </w:rPr>
      </w:pPr>
    </w:p>
    <w:p w14:paraId="6C0DF919" w14:textId="77777777" w:rsidR="00E0548E" w:rsidRDefault="00E0548E" w:rsidP="00E0548E">
      <w:pPr>
        <w:rPr>
          <w:b/>
          <w:i/>
        </w:rPr>
      </w:pPr>
      <w:r>
        <w:rPr>
          <w:b/>
          <w:i/>
        </w:rPr>
        <w:br w:type="page"/>
      </w:r>
    </w:p>
    <w:p w14:paraId="6F1A2AB1" w14:textId="77777777" w:rsidR="00E0548E" w:rsidRDefault="00E0548E" w:rsidP="00E0548E">
      <w:pPr>
        <w:spacing w:after="0"/>
        <w:jc w:val="center"/>
        <w:rPr>
          <w:b/>
          <w:i/>
        </w:rPr>
      </w:pPr>
    </w:p>
    <w:p w14:paraId="59E4B6D2" w14:textId="77777777" w:rsidR="00E0548E" w:rsidRDefault="00E0548E" w:rsidP="00E0548E">
      <w:pPr>
        <w:spacing w:after="0"/>
        <w:jc w:val="center"/>
        <w:rPr>
          <w:b/>
          <w:i/>
        </w:rPr>
      </w:pPr>
      <w:r>
        <w:rPr>
          <w:b/>
          <w:i/>
        </w:rPr>
        <w:t>IZJAVA</w:t>
      </w:r>
    </w:p>
    <w:p w14:paraId="36466D22" w14:textId="77777777" w:rsidR="00E0548E" w:rsidRDefault="00E0548E" w:rsidP="00E0548E">
      <w:pPr>
        <w:spacing w:after="0"/>
        <w:jc w:val="center"/>
      </w:pPr>
    </w:p>
    <w:p w14:paraId="46D578D5" w14:textId="77777777" w:rsidR="00E0548E" w:rsidRDefault="00E0548E" w:rsidP="00E0548E">
      <w:pPr>
        <w:spacing w:after="0"/>
        <w:jc w:val="center"/>
      </w:pPr>
    </w:p>
    <w:p w14:paraId="06896829" w14:textId="71687BAD" w:rsidR="00E0548E" w:rsidRDefault="00E0548E" w:rsidP="00E0548E">
      <w:pPr>
        <w:jc w:val="both"/>
        <w:rPr>
          <w:b/>
        </w:rPr>
      </w:pPr>
      <w:r>
        <w:rPr>
          <w:lang w:val="pl-PL"/>
        </w:rPr>
        <w:t>Podpisani,_____________________________ izjavljam, da bom prijavljeno turistično podjetniško idejo delno / v celoti (obkroži) izvedel</w:t>
      </w:r>
      <w:r w:rsidR="005278A4">
        <w:rPr>
          <w:lang w:val="pl-PL"/>
        </w:rPr>
        <w:t xml:space="preserve"> najkasneje do 30. novembra 2025</w:t>
      </w:r>
      <w:r>
        <w:rPr>
          <w:lang w:val="pl-PL"/>
        </w:rPr>
        <w:t>.</w:t>
      </w:r>
    </w:p>
    <w:p w14:paraId="606DAC22" w14:textId="77777777" w:rsidR="00E0548E" w:rsidRDefault="00E0548E" w:rsidP="00E0548E">
      <w:pPr>
        <w:rPr>
          <w:lang w:val="pl-PL"/>
        </w:rPr>
      </w:pPr>
    </w:p>
    <w:p w14:paraId="6A7179E1" w14:textId="77777777" w:rsidR="00E0548E" w:rsidRDefault="00E0548E" w:rsidP="00E0548E">
      <w:pPr>
        <w:rPr>
          <w:lang w:val="pl-PL"/>
        </w:rPr>
      </w:pPr>
    </w:p>
    <w:p w14:paraId="1E5D8B4D" w14:textId="77777777" w:rsidR="00E0548E" w:rsidRDefault="00E0548E" w:rsidP="00E0548E">
      <w:pPr>
        <w:rPr>
          <w:i/>
        </w:rPr>
      </w:pPr>
      <w:r>
        <w:rPr>
          <w:i/>
        </w:rPr>
        <w:t>___________________________                                 ______________________________</w:t>
      </w:r>
    </w:p>
    <w:p w14:paraId="05B5C54B" w14:textId="77777777" w:rsidR="00E0548E" w:rsidRDefault="00E0548E" w:rsidP="00E0548E">
      <w:pPr>
        <w:rPr>
          <w:i/>
        </w:rPr>
      </w:pPr>
      <w:r>
        <w:rPr>
          <w:i/>
        </w:rPr>
        <w:t xml:space="preserve">         (kraj in datum)                                                           (žig in podpis odgovorne osebe)</w:t>
      </w:r>
    </w:p>
    <w:p w14:paraId="295E8A31" w14:textId="77777777" w:rsidR="00E0548E" w:rsidRDefault="00E0548E" w:rsidP="00E0548E">
      <w:pPr>
        <w:rPr>
          <w:lang w:val="pl-PL"/>
        </w:rPr>
      </w:pPr>
    </w:p>
    <w:p w14:paraId="2AE83944" w14:textId="77777777" w:rsidR="00E0548E" w:rsidRDefault="00E0548E" w:rsidP="00E0548E">
      <w:pPr>
        <w:spacing w:after="0"/>
        <w:jc w:val="center"/>
      </w:pPr>
    </w:p>
    <w:p w14:paraId="29E9B9C6" w14:textId="77777777" w:rsidR="00E0548E" w:rsidRDefault="00E0548E" w:rsidP="00E0548E">
      <w:pPr>
        <w:tabs>
          <w:tab w:val="left" w:pos="930"/>
        </w:tabs>
        <w:spacing w:after="0"/>
        <w:rPr>
          <w:sz w:val="18"/>
          <w:szCs w:val="18"/>
        </w:rPr>
      </w:pPr>
    </w:p>
    <w:p w14:paraId="0688B321" w14:textId="77777777" w:rsidR="00E0548E" w:rsidRDefault="00E0548E" w:rsidP="00E0548E">
      <w:pPr>
        <w:spacing w:after="0"/>
        <w:rPr>
          <w:sz w:val="18"/>
          <w:szCs w:val="18"/>
        </w:rPr>
      </w:pPr>
    </w:p>
    <w:p w14:paraId="454CB66E" w14:textId="77777777" w:rsidR="00E0548E" w:rsidRDefault="00E0548E" w:rsidP="00E0548E">
      <w:pPr>
        <w:spacing w:after="0"/>
        <w:jc w:val="both"/>
        <w:rPr>
          <w:sz w:val="18"/>
          <w:szCs w:val="18"/>
        </w:rPr>
      </w:pPr>
      <w:r>
        <w:rPr>
          <w:sz w:val="18"/>
          <w:szCs w:val="18"/>
        </w:rPr>
        <w:t>Če iz razlogov, na katere ponudnik ni imel vpliva, ne pride do realizacije v predvidenem časovnem obdobju, se le temu pri končnem obračunu, odbije le znesek z naslova točk pod točko 4. izvedljivost.</w:t>
      </w:r>
    </w:p>
    <w:p w14:paraId="2AFF71B4" w14:textId="77777777" w:rsidR="00E0548E" w:rsidRDefault="00E0548E" w:rsidP="00E0548E">
      <w:pPr>
        <w:spacing w:after="0"/>
        <w:jc w:val="both"/>
        <w:rPr>
          <w:sz w:val="18"/>
          <w:szCs w:val="18"/>
        </w:rPr>
      </w:pPr>
    </w:p>
    <w:p w14:paraId="24B9D4C5" w14:textId="77777777" w:rsidR="00E0548E" w:rsidRDefault="00E0548E" w:rsidP="00E0548E">
      <w:pPr>
        <w:spacing w:after="0"/>
      </w:pPr>
    </w:p>
    <w:p w14:paraId="08243CE5" w14:textId="77777777" w:rsidR="00E0548E" w:rsidRDefault="00E0548E" w:rsidP="00E0548E">
      <w:pPr>
        <w:spacing w:after="0"/>
      </w:pPr>
    </w:p>
    <w:p w14:paraId="7140E0ED" w14:textId="77777777" w:rsidR="00E0548E" w:rsidRDefault="00E0548E" w:rsidP="00E0548E">
      <w:pPr>
        <w:spacing w:after="0"/>
      </w:pPr>
    </w:p>
    <w:p w14:paraId="6101C5BA" w14:textId="77777777" w:rsidR="00E0548E" w:rsidRDefault="00E0548E" w:rsidP="00E0548E">
      <w:pPr>
        <w:spacing w:after="0"/>
      </w:pPr>
    </w:p>
    <w:p w14:paraId="1C0B647D" w14:textId="77777777" w:rsidR="00E0548E" w:rsidRDefault="00E0548E" w:rsidP="00E0548E">
      <w:pPr>
        <w:spacing w:after="0"/>
      </w:pPr>
    </w:p>
    <w:p w14:paraId="7C1AC2CF" w14:textId="77777777" w:rsidR="00E0548E" w:rsidRDefault="00E0548E" w:rsidP="00E0548E">
      <w:pPr>
        <w:spacing w:after="0"/>
      </w:pPr>
    </w:p>
    <w:p w14:paraId="29B07045" w14:textId="77777777" w:rsidR="00E0548E" w:rsidRDefault="00E0548E" w:rsidP="00E0548E">
      <w:pPr>
        <w:spacing w:after="0"/>
      </w:pPr>
    </w:p>
    <w:p w14:paraId="70CFBE49" w14:textId="77777777" w:rsidR="00E0548E" w:rsidRDefault="00E0548E" w:rsidP="00E0548E">
      <w:pPr>
        <w:spacing w:after="0"/>
      </w:pPr>
    </w:p>
    <w:p w14:paraId="6CC3F1B3" w14:textId="77777777" w:rsidR="00E0548E" w:rsidRDefault="00E0548E" w:rsidP="00E0548E">
      <w:pPr>
        <w:spacing w:after="0"/>
      </w:pPr>
    </w:p>
    <w:p w14:paraId="341C518B" w14:textId="77777777" w:rsidR="00E0548E" w:rsidRDefault="00E0548E" w:rsidP="00E0548E">
      <w:pPr>
        <w:spacing w:after="0"/>
      </w:pPr>
    </w:p>
    <w:p w14:paraId="3D712287" w14:textId="77777777" w:rsidR="00E0548E" w:rsidRDefault="00E0548E" w:rsidP="00E0548E">
      <w:pPr>
        <w:spacing w:after="0"/>
      </w:pPr>
    </w:p>
    <w:p w14:paraId="38467780" w14:textId="77777777" w:rsidR="00E0548E" w:rsidRDefault="00E0548E" w:rsidP="00E0548E">
      <w:pPr>
        <w:spacing w:after="0"/>
      </w:pPr>
    </w:p>
    <w:p w14:paraId="026336E8" w14:textId="77777777" w:rsidR="00E0548E" w:rsidRDefault="00E0548E" w:rsidP="00E0548E">
      <w:pPr>
        <w:spacing w:after="0"/>
      </w:pPr>
    </w:p>
    <w:p w14:paraId="333E07BF" w14:textId="77777777" w:rsidR="00E0548E" w:rsidRDefault="00E0548E" w:rsidP="00E0548E">
      <w:pPr>
        <w:spacing w:after="0"/>
      </w:pPr>
    </w:p>
    <w:p w14:paraId="6DBBFD55" w14:textId="77777777" w:rsidR="00E0548E" w:rsidRDefault="00E0548E" w:rsidP="00E0548E">
      <w:pPr>
        <w:spacing w:after="0"/>
      </w:pPr>
    </w:p>
    <w:p w14:paraId="5FF299A4" w14:textId="77777777" w:rsidR="00E0548E" w:rsidRDefault="00E0548E" w:rsidP="00E0548E">
      <w:pPr>
        <w:spacing w:after="0"/>
      </w:pPr>
    </w:p>
    <w:p w14:paraId="78FD1AD7" w14:textId="77777777" w:rsidR="00E0548E" w:rsidRDefault="00E0548E" w:rsidP="00E0548E">
      <w:pPr>
        <w:spacing w:after="0"/>
      </w:pPr>
    </w:p>
    <w:p w14:paraId="20FBAA63" w14:textId="77777777" w:rsidR="00E0548E" w:rsidRDefault="00E0548E" w:rsidP="00E0548E">
      <w:pPr>
        <w:spacing w:after="0"/>
      </w:pPr>
    </w:p>
    <w:p w14:paraId="71C44A3D" w14:textId="77777777" w:rsidR="00E0548E" w:rsidRDefault="00E0548E" w:rsidP="00E0548E">
      <w:pPr>
        <w:spacing w:after="0"/>
      </w:pPr>
    </w:p>
    <w:p w14:paraId="126101CC" w14:textId="77777777" w:rsidR="00E0548E" w:rsidRDefault="00E0548E" w:rsidP="00E0548E">
      <w:pPr>
        <w:spacing w:after="0"/>
      </w:pPr>
    </w:p>
    <w:p w14:paraId="2E8E977F" w14:textId="77777777" w:rsidR="00E0548E" w:rsidRDefault="00E0548E" w:rsidP="00E0548E">
      <w:pPr>
        <w:spacing w:after="0"/>
      </w:pPr>
    </w:p>
    <w:p w14:paraId="2F56B94E" w14:textId="77777777" w:rsidR="00E0548E" w:rsidRDefault="00E0548E" w:rsidP="00E0548E">
      <w:pPr>
        <w:spacing w:after="0"/>
      </w:pPr>
    </w:p>
    <w:p w14:paraId="2D0FBAD5" w14:textId="77777777" w:rsidR="00E0548E" w:rsidRDefault="00E0548E" w:rsidP="00E0548E">
      <w:pPr>
        <w:spacing w:after="0"/>
      </w:pPr>
    </w:p>
    <w:p w14:paraId="4F7F3A85" w14:textId="77777777" w:rsidR="00E0548E" w:rsidRDefault="00E0548E" w:rsidP="00E0548E">
      <w:pPr>
        <w:spacing w:after="0"/>
      </w:pPr>
    </w:p>
    <w:p w14:paraId="5EF4E28C" w14:textId="77777777" w:rsidR="00E0548E" w:rsidRDefault="00E0548E" w:rsidP="00E0548E">
      <w:pPr>
        <w:rPr>
          <w:b/>
        </w:rPr>
      </w:pPr>
      <w:r>
        <w:rPr>
          <w:b/>
        </w:rPr>
        <w:br w:type="page"/>
      </w:r>
    </w:p>
    <w:p w14:paraId="73A3F3B7" w14:textId="77777777" w:rsidR="00E0548E" w:rsidRDefault="00E0548E" w:rsidP="00E0548E">
      <w:pPr>
        <w:spacing w:after="0"/>
        <w:jc w:val="center"/>
        <w:rPr>
          <w:b/>
        </w:rPr>
      </w:pPr>
      <w:r>
        <w:rPr>
          <w:b/>
        </w:rPr>
        <w:lastRenderedPageBreak/>
        <w:t>TOČKOVNIK (glede na merila ustrezno točkuj)</w:t>
      </w:r>
    </w:p>
    <w:p w14:paraId="73C9B208" w14:textId="77777777" w:rsidR="00E0548E" w:rsidRDefault="00E0548E" w:rsidP="00E0548E">
      <w:pPr>
        <w:pStyle w:val="Odstavekseznama"/>
        <w:numPr>
          <w:ilvl w:val="0"/>
          <w:numId w:val="46"/>
        </w:numPr>
        <w:spacing w:after="0"/>
        <w:rPr>
          <w:color w:val="000000" w:themeColor="text1"/>
        </w:rPr>
      </w:pPr>
      <w:r>
        <w:rPr>
          <w:color w:val="000000" w:themeColor="text1"/>
        </w:rPr>
        <w:t>ocena prihodkov na gosta     </w:t>
      </w:r>
    </w:p>
    <w:p w14:paraId="1BBFD52B" w14:textId="77777777" w:rsidR="00E0548E" w:rsidRDefault="00E0548E" w:rsidP="00E0548E">
      <w:pPr>
        <w:pStyle w:val="Odstavekseznama"/>
        <w:spacing w:after="0"/>
        <w:ind w:left="1440"/>
        <w:rPr>
          <w:color w:val="000000" w:themeColor="text1"/>
        </w:rPr>
      </w:pPr>
      <w:r>
        <w:rPr>
          <w:color w:val="000000" w:themeColor="text1"/>
        </w:rPr>
        <w:t>                                                               </w:t>
      </w:r>
    </w:p>
    <w:tbl>
      <w:tblPr>
        <w:tblStyle w:val="Tabelamrea"/>
        <w:tblW w:w="0" w:type="dxa"/>
        <w:tblInd w:w="720" w:type="dxa"/>
        <w:tblLayout w:type="fixed"/>
        <w:tblLook w:val="04A0" w:firstRow="1" w:lastRow="0" w:firstColumn="1" w:lastColumn="0" w:noHBand="0" w:noVBand="1"/>
      </w:tblPr>
      <w:tblGrid>
        <w:gridCol w:w="3118"/>
        <w:gridCol w:w="2820"/>
      </w:tblGrid>
      <w:tr w:rsidR="00E0548E" w14:paraId="646BA18B" w14:textId="77777777" w:rsidTr="00B15526">
        <w:tc>
          <w:tcPr>
            <w:tcW w:w="3118" w:type="dxa"/>
            <w:tcBorders>
              <w:top w:val="single" w:sz="4" w:space="0" w:color="auto"/>
              <w:left w:val="single" w:sz="4" w:space="0" w:color="auto"/>
              <w:bottom w:val="single" w:sz="4" w:space="0" w:color="auto"/>
              <w:right w:val="single" w:sz="4" w:space="0" w:color="auto"/>
            </w:tcBorders>
            <w:hideMark/>
          </w:tcPr>
          <w:p w14:paraId="29619AA1" w14:textId="77777777" w:rsidR="00E0548E" w:rsidRDefault="00E0548E" w:rsidP="00B15526">
            <w:pPr>
              <w:pStyle w:val="Odstavekseznama"/>
              <w:ind w:left="0"/>
              <w:rPr>
                <w:color w:val="000000" w:themeColor="text1"/>
                <w:sz w:val="18"/>
                <w:szCs w:val="18"/>
              </w:rPr>
            </w:pPr>
            <w:r>
              <w:rPr>
                <w:color w:val="000000" w:themeColor="text1"/>
                <w:sz w:val="18"/>
                <w:szCs w:val="18"/>
              </w:rPr>
              <w:t>AKTIVNOST, KI JE DEL IDEJE</w:t>
            </w:r>
          </w:p>
        </w:tc>
        <w:tc>
          <w:tcPr>
            <w:tcW w:w="2820" w:type="dxa"/>
            <w:tcBorders>
              <w:top w:val="single" w:sz="4" w:space="0" w:color="auto"/>
              <w:left w:val="single" w:sz="4" w:space="0" w:color="auto"/>
              <w:bottom w:val="single" w:sz="4" w:space="0" w:color="auto"/>
              <w:right w:val="single" w:sz="4" w:space="0" w:color="auto"/>
            </w:tcBorders>
            <w:hideMark/>
          </w:tcPr>
          <w:p w14:paraId="2075DB52" w14:textId="77777777" w:rsidR="00E0548E" w:rsidRDefault="00E0548E" w:rsidP="00B15526">
            <w:pPr>
              <w:pStyle w:val="Odstavekseznama"/>
              <w:ind w:left="0"/>
              <w:rPr>
                <w:color w:val="000000" w:themeColor="text1"/>
                <w:sz w:val="18"/>
                <w:szCs w:val="18"/>
              </w:rPr>
            </w:pPr>
            <w:r>
              <w:rPr>
                <w:color w:val="000000" w:themeColor="text1"/>
                <w:sz w:val="18"/>
                <w:szCs w:val="18"/>
              </w:rPr>
              <w:t>CENA AKTIVNOSTI</w:t>
            </w:r>
          </w:p>
        </w:tc>
      </w:tr>
      <w:tr w:rsidR="00E0548E" w14:paraId="46801B02" w14:textId="77777777" w:rsidTr="00B15526">
        <w:tc>
          <w:tcPr>
            <w:tcW w:w="3118" w:type="dxa"/>
            <w:tcBorders>
              <w:top w:val="single" w:sz="4" w:space="0" w:color="auto"/>
              <w:left w:val="single" w:sz="4" w:space="0" w:color="auto"/>
              <w:bottom w:val="single" w:sz="4" w:space="0" w:color="auto"/>
              <w:right w:val="single" w:sz="4" w:space="0" w:color="auto"/>
            </w:tcBorders>
          </w:tcPr>
          <w:p w14:paraId="102139A6" w14:textId="77777777" w:rsidR="00E0548E" w:rsidRDefault="00E0548E" w:rsidP="00B15526">
            <w:pPr>
              <w:pStyle w:val="Odstavekseznama"/>
              <w:ind w:left="0"/>
              <w:rPr>
                <w:color w:val="000000" w:themeColor="text1"/>
              </w:rPr>
            </w:pPr>
          </w:p>
          <w:p w14:paraId="65AD5B36" w14:textId="77777777" w:rsidR="00E0548E" w:rsidRDefault="00E0548E" w:rsidP="00B15526">
            <w:pPr>
              <w:pStyle w:val="Odstavekseznama"/>
              <w:ind w:left="0"/>
              <w:rPr>
                <w:color w:val="000000" w:themeColor="text1"/>
              </w:rPr>
            </w:pPr>
          </w:p>
        </w:tc>
        <w:tc>
          <w:tcPr>
            <w:tcW w:w="2820" w:type="dxa"/>
            <w:tcBorders>
              <w:top w:val="single" w:sz="4" w:space="0" w:color="auto"/>
              <w:left w:val="single" w:sz="4" w:space="0" w:color="auto"/>
              <w:bottom w:val="single" w:sz="4" w:space="0" w:color="auto"/>
              <w:right w:val="single" w:sz="4" w:space="0" w:color="auto"/>
            </w:tcBorders>
          </w:tcPr>
          <w:p w14:paraId="46911284" w14:textId="77777777" w:rsidR="00E0548E" w:rsidRDefault="00E0548E" w:rsidP="00B15526">
            <w:pPr>
              <w:pStyle w:val="Odstavekseznama"/>
              <w:ind w:left="0"/>
              <w:rPr>
                <w:color w:val="000000" w:themeColor="text1"/>
              </w:rPr>
            </w:pPr>
          </w:p>
        </w:tc>
      </w:tr>
      <w:tr w:rsidR="00E0548E" w14:paraId="5ABA49C6" w14:textId="77777777" w:rsidTr="00B15526">
        <w:tc>
          <w:tcPr>
            <w:tcW w:w="3118" w:type="dxa"/>
            <w:tcBorders>
              <w:top w:val="single" w:sz="4" w:space="0" w:color="auto"/>
              <w:left w:val="single" w:sz="4" w:space="0" w:color="auto"/>
              <w:bottom w:val="single" w:sz="4" w:space="0" w:color="auto"/>
              <w:right w:val="single" w:sz="4" w:space="0" w:color="auto"/>
            </w:tcBorders>
          </w:tcPr>
          <w:p w14:paraId="3B98F963" w14:textId="77777777" w:rsidR="00E0548E" w:rsidRDefault="00E0548E" w:rsidP="00B15526">
            <w:pPr>
              <w:pStyle w:val="Odstavekseznama"/>
              <w:ind w:left="0"/>
              <w:rPr>
                <w:color w:val="000000" w:themeColor="text1"/>
              </w:rPr>
            </w:pPr>
          </w:p>
          <w:p w14:paraId="76A426C0" w14:textId="77777777" w:rsidR="00E0548E" w:rsidRDefault="00E0548E" w:rsidP="00B15526">
            <w:pPr>
              <w:pStyle w:val="Odstavekseznama"/>
              <w:ind w:left="0"/>
              <w:rPr>
                <w:color w:val="000000" w:themeColor="text1"/>
              </w:rPr>
            </w:pPr>
          </w:p>
        </w:tc>
        <w:tc>
          <w:tcPr>
            <w:tcW w:w="2820" w:type="dxa"/>
            <w:tcBorders>
              <w:top w:val="single" w:sz="4" w:space="0" w:color="auto"/>
              <w:left w:val="single" w:sz="4" w:space="0" w:color="auto"/>
              <w:bottom w:val="single" w:sz="4" w:space="0" w:color="auto"/>
              <w:right w:val="single" w:sz="4" w:space="0" w:color="auto"/>
            </w:tcBorders>
          </w:tcPr>
          <w:p w14:paraId="126F8126" w14:textId="77777777" w:rsidR="00E0548E" w:rsidRDefault="00E0548E" w:rsidP="00B15526">
            <w:pPr>
              <w:pStyle w:val="Odstavekseznama"/>
              <w:ind w:left="0"/>
              <w:rPr>
                <w:color w:val="000000" w:themeColor="text1"/>
              </w:rPr>
            </w:pPr>
          </w:p>
        </w:tc>
      </w:tr>
      <w:tr w:rsidR="00E0548E" w14:paraId="66E38460" w14:textId="77777777" w:rsidTr="00B15526">
        <w:tc>
          <w:tcPr>
            <w:tcW w:w="3118" w:type="dxa"/>
            <w:tcBorders>
              <w:top w:val="single" w:sz="4" w:space="0" w:color="auto"/>
              <w:left w:val="single" w:sz="4" w:space="0" w:color="auto"/>
              <w:bottom w:val="single" w:sz="4" w:space="0" w:color="auto"/>
              <w:right w:val="single" w:sz="4" w:space="0" w:color="auto"/>
            </w:tcBorders>
          </w:tcPr>
          <w:p w14:paraId="37AD08E5" w14:textId="77777777" w:rsidR="00E0548E" w:rsidRDefault="00E0548E" w:rsidP="00B15526">
            <w:pPr>
              <w:pStyle w:val="Odstavekseznama"/>
              <w:ind w:left="0"/>
              <w:rPr>
                <w:color w:val="000000" w:themeColor="text1"/>
              </w:rPr>
            </w:pPr>
          </w:p>
          <w:p w14:paraId="043B1C7A" w14:textId="77777777" w:rsidR="00E0548E" w:rsidRDefault="00E0548E" w:rsidP="00B15526">
            <w:pPr>
              <w:pStyle w:val="Odstavekseznama"/>
              <w:ind w:left="0"/>
              <w:rPr>
                <w:color w:val="000000" w:themeColor="text1"/>
              </w:rPr>
            </w:pPr>
          </w:p>
        </w:tc>
        <w:tc>
          <w:tcPr>
            <w:tcW w:w="2820" w:type="dxa"/>
            <w:tcBorders>
              <w:top w:val="single" w:sz="4" w:space="0" w:color="auto"/>
              <w:left w:val="single" w:sz="4" w:space="0" w:color="auto"/>
              <w:bottom w:val="single" w:sz="4" w:space="0" w:color="auto"/>
              <w:right w:val="single" w:sz="4" w:space="0" w:color="auto"/>
            </w:tcBorders>
          </w:tcPr>
          <w:p w14:paraId="6AC01B48" w14:textId="77777777" w:rsidR="00E0548E" w:rsidRDefault="00E0548E" w:rsidP="00B15526">
            <w:pPr>
              <w:pStyle w:val="Odstavekseznama"/>
              <w:ind w:left="0"/>
              <w:rPr>
                <w:color w:val="000000" w:themeColor="text1"/>
              </w:rPr>
            </w:pPr>
          </w:p>
        </w:tc>
      </w:tr>
      <w:tr w:rsidR="00E0548E" w14:paraId="6C6CF77C" w14:textId="77777777" w:rsidTr="00B15526">
        <w:tc>
          <w:tcPr>
            <w:tcW w:w="3118" w:type="dxa"/>
            <w:tcBorders>
              <w:top w:val="single" w:sz="4" w:space="0" w:color="auto"/>
              <w:left w:val="single" w:sz="4" w:space="0" w:color="auto"/>
              <w:bottom w:val="single" w:sz="4" w:space="0" w:color="auto"/>
              <w:right w:val="single" w:sz="4" w:space="0" w:color="auto"/>
            </w:tcBorders>
          </w:tcPr>
          <w:p w14:paraId="415A544E" w14:textId="77777777" w:rsidR="00E0548E" w:rsidRDefault="00E0548E" w:rsidP="00B15526">
            <w:pPr>
              <w:pStyle w:val="Odstavekseznama"/>
              <w:ind w:left="0"/>
              <w:rPr>
                <w:color w:val="000000" w:themeColor="text1"/>
              </w:rPr>
            </w:pPr>
          </w:p>
          <w:p w14:paraId="416110B9" w14:textId="77777777" w:rsidR="00E0548E" w:rsidRDefault="00E0548E" w:rsidP="00B15526">
            <w:pPr>
              <w:pStyle w:val="Odstavekseznama"/>
              <w:ind w:left="0"/>
              <w:rPr>
                <w:color w:val="000000" w:themeColor="text1"/>
              </w:rPr>
            </w:pPr>
          </w:p>
        </w:tc>
        <w:tc>
          <w:tcPr>
            <w:tcW w:w="2820" w:type="dxa"/>
            <w:tcBorders>
              <w:top w:val="single" w:sz="4" w:space="0" w:color="auto"/>
              <w:left w:val="single" w:sz="4" w:space="0" w:color="auto"/>
              <w:bottom w:val="single" w:sz="4" w:space="0" w:color="auto"/>
              <w:right w:val="single" w:sz="4" w:space="0" w:color="auto"/>
            </w:tcBorders>
          </w:tcPr>
          <w:p w14:paraId="43CB619F" w14:textId="77777777" w:rsidR="00E0548E" w:rsidRDefault="00E0548E" w:rsidP="00B15526">
            <w:pPr>
              <w:pStyle w:val="Odstavekseznama"/>
              <w:ind w:left="0"/>
              <w:rPr>
                <w:color w:val="000000" w:themeColor="text1"/>
              </w:rPr>
            </w:pPr>
          </w:p>
        </w:tc>
      </w:tr>
    </w:tbl>
    <w:p w14:paraId="2B5F5160" w14:textId="77777777" w:rsidR="00E0548E" w:rsidRDefault="00E0548E" w:rsidP="00E0548E">
      <w:pPr>
        <w:spacing w:after="0"/>
        <w:rPr>
          <w:color w:val="000000" w:themeColor="text1"/>
        </w:rPr>
      </w:pPr>
    </w:p>
    <w:p w14:paraId="02C19723" w14:textId="77777777" w:rsidR="00E0548E" w:rsidRDefault="00E0548E" w:rsidP="00E0548E">
      <w:pPr>
        <w:jc w:val="both"/>
        <w:rPr>
          <w:lang w:val="pl-PL"/>
        </w:rPr>
      </w:pPr>
    </w:p>
    <w:p w14:paraId="57CFC339" w14:textId="77777777" w:rsidR="00E0548E" w:rsidRDefault="00E0548E" w:rsidP="00E0548E">
      <w:pPr>
        <w:rPr>
          <w:lang w:val="pl-PL"/>
        </w:rPr>
      </w:pPr>
    </w:p>
    <w:p w14:paraId="588153AD" w14:textId="77777777" w:rsidR="00E0548E" w:rsidRDefault="00E0548E" w:rsidP="00E0548E">
      <w:r>
        <w:t>___________________________                                 ______________________________</w:t>
      </w:r>
    </w:p>
    <w:p w14:paraId="7473E8E3" w14:textId="77777777" w:rsidR="00E0548E" w:rsidRDefault="00E0548E" w:rsidP="00E0548E">
      <w:r>
        <w:t xml:space="preserve">         (kraj in datum)                                                           (žig in podpis odgovorne osebe)</w:t>
      </w:r>
    </w:p>
    <w:p w14:paraId="1DBA52E3" w14:textId="77777777" w:rsidR="00E0548E" w:rsidRDefault="00E0548E" w:rsidP="00E0548E">
      <w:pPr>
        <w:spacing w:after="0"/>
      </w:pPr>
    </w:p>
    <w:p w14:paraId="100AA336" w14:textId="77777777" w:rsidR="00E0548E" w:rsidRDefault="00E0548E" w:rsidP="00E0548E">
      <w:pPr>
        <w:spacing w:after="0"/>
        <w:rPr>
          <w:sz w:val="18"/>
          <w:szCs w:val="18"/>
        </w:rPr>
      </w:pPr>
    </w:p>
    <w:p w14:paraId="032412CE" w14:textId="77777777" w:rsidR="00E0548E" w:rsidRDefault="00E0548E" w:rsidP="00E0548E">
      <w:pPr>
        <w:spacing w:after="0"/>
        <w:rPr>
          <w:sz w:val="18"/>
          <w:szCs w:val="18"/>
        </w:rPr>
      </w:pPr>
    </w:p>
    <w:p w14:paraId="19F2278E" w14:textId="77777777" w:rsidR="00E0548E" w:rsidRDefault="00E0548E" w:rsidP="00E0548E">
      <w:pPr>
        <w:spacing w:after="0"/>
        <w:rPr>
          <w:sz w:val="18"/>
          <w:szCs w:val="18"/>
        </w:rPr>
      </w:pPr>
    </w:p>
    <w:p w14:paraId="79E42756" w14:textId="77777777" w:rsidR="00E0548E" w:rsidRDefault="00E0548E" w:rsidP="00E0548E">
      <w:pPr>
        <w:spacing w:after="0"/>
        <w:rPr>
          <w:sz w:val="18"/>
          <w:szCs w:val="18"/>
        </w:rPr>
      </w:pPr>
    </w:p>
    <w:p w14:paraId="40C5FA4A" w14:textId="77777777" w:rsidR="00E0548E" w:rsidRDefault="00E0548E" w:rsidP="00E0548E">
      <w:pPr>
        <w:spacing w:after="0"/>
        <w:rPr>
          <w:sz w:val="18"/>
          <w:szCs w:val="18"/>
        </w:rPr>
      </w:pPr>
    </w:p>
    <w:p w14:paraId="061FC007" w14:textId="77777777" w:rsidR="00E0548E" w:rsidRDefault="00E0548E" w:rsidP="00E0548E">
      <w:pPr>
        <w:spacing w:after="0"/>
        <w:rPr>
          <w:sz w:val="18"/>
          <w:szCs w:val="18"/>
        </w:rPr>
      </w:pPr>
    </w:p>
    <w:p w14:paraId="0B16898A" w14:textId="77777777" w:rsidR="00E0548E" w:rsidRDefault="00E0548E" w:rsidP="00E0548E">
      <w:pPr>
        <w:spacing w:after="0"/>
        <w:rPr>
          <w:sz w:val="18"/>
          <w:szCs w:val="18"/>
        </w:rPr>
      </w:pPr>
    </w:p>
    <w:p w14:paraId="7AA72110" w14:textId="77777777" w:rsidR="00E0548E" w:rsidRDefault="00E0548E" w:rsidP="00E0548E">
      <w:pPr>
        <w:spacing w:after="0"/>
        <w:rPr>
          <w:sz w:val="18"/>
          <w:szCs w:val="18"/>
        </w:rPr>
      </w:pPr>
    </w:p>
    <w:p w14:paraId="78AC49E9" w14:textId="77777777" w:rsidR="00E0548E" w:rsidRDefault="00E0548E" w:rsidP="00E0548E">
      <w:pPr>
        <w:spacing w:after="0"/>
        <w:rPr>
          <w:sz w:val="18"/>
          <w:szCs w:val="18"/>
        </w:rPr>
      </w:pPr>
    </w:p>
    <w:p w14:paraId="049C6D74" w14:textId="77777777" w:rsidR="00E0548E" w:rsidRDefault="00E0548E" w:rsidP="00E0548E">
      <w:pPr>
        <w:spacing w:after="0"/>
        <w:rPr>
          <w:sz w:val="18"/>
          <w:szCs w:val="18"/>
        </w:rPr>
      </w:pPr>
    </w:p>
    <w:p w14:paraId="001FADB9" w14:textId="77777777" w:rsidR="00E0548E" w:rsidRDefault="00E0548E" w:rsidP="00E0548E">
      <w:pPr>
        <w:spacing w:after="0"/>
        <w:rPr>
          <w:sz w:val="18"/>
          <w:szCs w:val="18"/>
        </w:rPr>
      </w:pPr>
    </w:p>
    <w:p w14:paraId="5A58369F" w14:textId="77777777" w:rsidR="00E0548E" w:rsidRDefault="00E0548E" w:rsidP="00E0548E">
      <w:pPr>
        <w:spacing w:after="0"/>
        <w:rPr>
          <w:sz w:val="18"/>
          <w:szCs w:val="18"/>
        </w:rPr>
      </w:pPr>
    </w:p>
    <w:p w14:paraId="0534563F" w14:textId="77777777" w:rsidR="00E0548E" w:rsidRDefault="00E0548E" w:rsidP="00E0548E">
      <w:pPr>
        <w:spacing w:after="0"/>
        <w:rPr>
          <w:sz w:val="18"/>
          <w:szCs w:val="18"/>
        </w:rPr>
      </w:pPr>
    </w:p>
    <w:p w14:paraId="43DD60A4" w14:textId="77777777" w:rsidR="00E0548E" w:rsidRDefault="00E0548E" w:rsidP="00E0548E">
      <w:pPr>
        <w:spacing w:after="0"/>
        <w:rPr>
          <w:sz w:val="18"/>
          <w:szCs w:val="18"/>
        </w:rPr>
      </w:pPr>
    </w:p>
    <w:p w14:paraId="1ED13E6F" w14:textId="77777777" w:rsidR="00E0548E" w:rsidRDefault="00E0548E" w:rsidP="00E0548E">
      <w:pPr>
        <w:spacing w:after="0"/>
        <w:rPr>
          <w:sz w:val="18"/>
          <w:szCs w:val="18"/>
        </w:rPr>
      </w:pPr>
    </w:p>
    <w:p w14:paraId="5C54ED68" w14:textId="77777777" w:rsidR="00E0548E" w:rsidRDefault="00E0548E" w:rsidP="00E0548E">
      <w:pPr>
        <w:spacing w:after="0"/>
        <w:rPr>
          <w:sz w:val="18"/>
          <w:szCs w:val="18"/>
        </w:rPr>
      </w:pPr>
    </w:p>
    <w:p w14:paraId="41249AC1" w14:textId="77777777" w:rsidR="00E0548E" w:rsidRDefault="00E0548E" w:rsidP="00E0548E">
      <w:pPr>
        <w:spacing w:after="0"/>
        <w:rPr>
          <w:sz w:val="18"/>
          <w:szCs w:val="18"/>
        </w:rPr>
      </w:pPr>
    </w:p>
    <w:p w14:paraId="3451AE23" w14:textId="77777777" w:rsidR="00E0548E" w:rsidRDefault="00E0548E" w:rsidP="00E0548E">
      <w:pPr>
        <w:spacing w:after="0"/>
        <w:rPr>
          <w:sz w:val="18"/>
          <w:szCs w:val="18"/>
        </w:rPr>
      </w:pPr>
    </w:p>
    <w:p w14:paraId="3C924E41" w14:textId="77777777" w:rsidR="00E0548E" w:rsidRDefault="00E0548E" w:rsidP="00E0548E">
      <w:pPr>
        <w:spacing w:after="0"/>
        <w:rPr>
          <w:sz w:val="18"/>
          <w:szCs w:val="18"/>
        </w:rPr>
      </w:pPr>
    </w:p>
    <w:p w14:paraId="53D0EFC6" w14:textId="77777777" w:rsidR="00E0548E" w:rsidRDefault="00E0548E" w:rsidP="00E0548E">
      <w:pPr>
        <w:spacing w:after="0"/>
        <w:rPr>
          <w:sz w:val="18"/>
          <w:szCs w:val="18"/>
        </w:rPr>
      </w:pPr>
    </w:p>
    <w:p w14:paraId="118B68CE" w14:textId="77777777" w:rsidR="00E0548E" w:rsidRDefault="00E0548E" w:rsidP="00E0548E">
      <w:pPr>
        <w:spacing w:after="0"/>
        <w:rPr>
          <w:sz w:val="18"/>
          <w:szCs w:val="18"/>
        </w:rPr>
      </w:pPr>
    </w:p>
    <w:p w14:paraId="2C407390" w14:textId="77777777" w:rsidR="00E0548E" w:rsidRDefault="00E0548E" w:rsidP="00E0548E">
      <w:pPr>
        <w:spacing w:after="0"/>
        <w:rPr>
          <w:sz w:val="18"/>
          <w:szCs w:val="18"/>
        </w:rPr>
      </w:pPr>
    </w:p>
    <w:p w14:paraId="3F9E3527" w14:textId="77777777" w:rsidR="00E0548E" w:rsidRDefault="00E0548E" w:rsidP="00E0548E">
      <w:pPr>
        <w:spacing w:after="0"/>
        <w:rPr>
          <w:sz w:val="18"/>
          <w:szCs w:val="18"/>
        </w:rPr>
      </w:pPr>
    </w:p>
    <w:p w14:paraId="3369EAD7" w14:textId="77777777" w:rsidR="00E0548E" w:rsidRDefault="00E0548E" w:rsidP="00E0548E">
      <w:pPr>
        <w:spacing w:after="0"/>
        <w:rPr>
          <w:sz w:val="18"/>
          <w:szCs w:val="18"/>
        </w:rPr>
      </w:pPr>
    </w:p>
    <w:p w14:paraId="01631380" w14:textId="77777777" w:rsidR="00E0548E" w:rsidRDefault="00E0548E" w:rsidP="00E0548E">
      <w:pPr>
        <w:spacing w:after="0"/>
        <w:rPr>
          <w:sz w:val="18"/>
          <w:szCs w:val="18"/>
        </w:rPr>
      </w:pPr>
    </w:p>
    <w:p w14:paraId="50EFBD5C" w14:textId="77777777" w:rsidR="00E0548E" w:rsidRDefault="00E0548E" w:rsidP="00E0548E">
      <w:pPr>
        <w:spacing w:after="0"/>
        <w:rPr>
          <w:sz w:val="18"/>
          <w:szCs w:val="18"/>
        </w:rPr>
      </w:pPr>
    </w:p>
    <w:p w14:paraId="1840648B" w14:textId="77777777" w:rsidR="00E0548E" w:rsidRDefault="00E0548E" w:rsidP="00E0548E">
      <w:pPr>
        <w:spacing w:after="0"/>
        <w:rPr>
          <w:sz w:val="18"/>
          <w:szCs w:val="18"/>
        </w:rPr>
      </w:pPr>
    </w:p>
    <w:p w14:paraId="795DD992" w14:textId="77777777" w:rsidR="00E0548E" w:rsidRDefault="00E0548E" w:rsidP="00E0548E">
      <w:pPr>
        <w:spacing w:after="0"/>
        <w:rPr>
          <w:sz w:val="18"/>
          <w:szCs w:val="18"/>
        </w:rPr>
      </w:pPr>
    </w:p>
    <w:p w14:paraId="2070B545" w14:textId="77777777" w:rsidR="00E0548E" w:rsidRDefault="00E0548E" w:rsidP="00E0548E">
      <w:pPr>
        <w:spacing w:after="0"/>
        <w:rPr>
          <w:sz w:val="18"/>
          <w:szCs w:val="18"/>
        </w:rPr>
      </w:pPr>
    </w:p>
    <w:p w14:paraId="1EE6DC07" w14:textId="77777777" w:rsidR="00E0548E" w:rsidRDefault="00E0548E" w:rsidP="00E0548E">
      <w:pPr>
        <w:spacing w:after="0"/>
        <w:rPr>
          <w:sz w:val="18"/>
          <w:szCs w:val="18"/>
        </w:rPr>
      </w:pPr>
    </w:p>
    <w:p w14:paraId="1993C8B8" w14:textId="77777777" w:rsidR="00E0548E" w:rsidRDefault="00E0548E" w:rsidP="00E0548E">
      <w:pPr>
        <w:spacing w:after="0"/>
        <w:rPr>
          <w:sz w:val="18"/>
          <w:szCs w:val="18"/>
        </w:rPr>
      </w:pPr>
    </w:p>
    <w:p w14:paraId="5587FBF5" w14:textId="77777777" w:rsidR="00E0548E" w:rsidRDefault="00E0548E" w:rsidP="00E0548E">
      <w:pPr>
        <w:spacing w:after="0"/>
        <w:rPr>
          <w:sz w:val="18"/>
          <w:szCs w:val="18"/>
        </w:rPr>
      </w:pPr>
    </w:p>
    <w:p w14:paraId="5CD9B9EC" w14:textId="77777777" w:rsidR="00E0548E" w:rsidRDefault="00E0548E" w:rsidP="00E0548E">
      <w:pPr>
        <w:jc w:val="both"/>
        <w:rPr>
          <w:color w:val="000000" w:themeColor="text1"/>
        </w:rPr>
      </w:pPr>
    </w:p>
    <w:p w14:paraId="27BE7D5C" w14:textId="77777777" w:rsidR="00E0548E" w:rsidRDefault="00E0548E" w:rsidP="00E0548E">
      <w:pPr>
        <w:spacing w:after="0"/>
        <w:jc w:val="center"/>
        <w:rPr>
          <w:b/>
        </w:rPr>
      </w:pPr>
      <w:r>
        <w:rPr>
          <w:b/>
        </w:rPr>
        <w:lastRenderedPageBreak/>
        <w:t>IZJAVA</w:t>
      </w:r>
    </w:p>
    <w:p w14:paraId="51DBF81B" w14:textId="77777777" w:rsidR="00E0548E" w:rsidRDefault="00E0548E" w:rsidP="00E0548E">
      <w:pPr>
        <w:spacing w:after="0"/>
        <w:rPr>
          <w:sz w:val="18"/>
          <w:szCs w:val="18"/>
        </w:rPr>
      </w:pPr>
    </w:p>
    <w:p w14:paraId="7EC9FACC" w14:textId="77777777" w:rsidR="00E0548E" w:rsidRDefault="00E0548E" w:rsidP="00E0548E">
      <w:pPr>
        <w:spacing w:after="0"/>
        <w:jc w:val="center"/>
      </w:pPr>
    </w:p>
    <w:p w14:paraId="25A75FE5" w14:textId="77777777" w:rsidR="00E0548E" w:rsidRDefault="00E0548E" w:rsidP="00E0548E">
      <w:pPr>
        <w:jc w:val="both"/>
        <w:rPr>
          <w:lang w:val="pl-PL"/>
        </w:rPr>
      </w:pPr>
    </w:p>
    <w:p w14:paraId="21168A5E" w14:textId="77777777" w:rsidR="00E0548E" w:rsidRDefault="00E0548E" w:rsidP="00E0548E">
      <w:pPr>
        <w:jc w:val="both"/>
        <w:rPr>
          <w:b/>
        </w:rPr>
      </w:pPr>
      <w:r>
        <w:rPr>
          <w:lang w:val="pl-PL"/>
        </w:rPr>
        <w:t xml:space="preserve">Podpisani,_____________________________ izjavljam, da pri ideji sem / nisem udeležen </w:t>
      </w:r>
      <w:r>
        <w:rPr>
          <w:b/>
          <w:lang w:val="pl-PL"/>
        </w:rPr>
        <w:t>(ustrezno obkroži)</w:t>
      </w:r>
      <w:r>
        <w:rPr>
          <w:lang w:val="pl-PL"/>
        </w:rPr>
        <w:t xml:space="preserve"> z lastnim kapitalom v višini..................... </w:t>
      </w:r>
    </w:p>
    <w:p w14:paraId="78C6F822" w14:textId="77777777" w:rsidR="00E0548E" w:rsidRDefault="00E0548E" w:rsidP="00E0548E">
      <w:pPr>
        <w:rPr>
          <w:lang w:val="pl-PL"/>
        </w:rPr>
      </w:pPr>
    </w:p>
    <w:p w14:paraId="042A3534" w14:textId="77777777" w:rsidR="00E0548E" w:rsidRDefault="00E0548E" w:rsidP="00E0548E">
      <w:pPr>
        <w:rPr>
          <w:lang w:val="pl-PL"/>
        </w:rPr>
      </w:pPr>
    </w:p>
    <w:p w14:paraId="6247C150" w14:textId="77777777" w:rsidR="00E0548E" w:rsidRDefault="00E0548E" w:rsidP="00E0548E">
      <w:pPr>
        <w:rPr>
          <w:i/>
        </w:rPr>
      </w:pPr>
      <w:r>
        <w:rPr>
          <w:i/>
        </w:rPr>
        <w:t>___________________________                                 ______________________________</w:t>
      </w:r>
    </w:p>
    <w:p w14:paraId="75D00774" w14:textId="77777777" w:rsidR="00E0548E" w:rsidRDefault="00E0548E" w:rsidP="00E0548E">
      <w:pPr>
        <w:rPr>
          <w:i/>
        </w:rPr>
      </w:pPr>
      <w:r>
        <w:rPr>
          <w:i/>
        </w:rPr>
        <w:t xml:space="preserve">         (kraj in datum)                                                           (žig in podpis odgovorne osebe)</w:t>
      </w:r>
    </w:p>
    <w:p w14:paraId="48BAF4D6" w14:textId="77777777" w:rsidR="00E0548E" w:rsidRDefault="00E0548E" w:rsidP="00E0548E">
      <w:pPr>
        <w:rPr>
          <w:lang w:val="pl-PL"/>
        </w:rPr>
      </w:pPr>
    </w:p>
    <w:p w14:paraId="474F8DC8" w14:textId="77777777" w:rsidR="00E0548E" w:rsidRDefault="00E0548E" w:rsidP="00E0548E">
      <w:pPr>
        <w:jc w:val="both"/>
        <w:rPr>
          <w:color w:val="000000" w:themeColor="text1"/>
        </w:rPr>
      </w:pPr>
    </w:p>
    <w:p w14:paraId="51FF1BE7" w14:textId="77777777" w:rsidR="00E0548E" w:rsidRDefault="00E0548E" w:rsidP="00E0548E">
      <w:pPr>
        <w:rPr>
          <w:sz w:val="18"/>
          <w:szCs w:val="18"/>
        </w:rPr>
      </w:pPr>
      <w:r>
        <w:rPr>
          <w:sz w:val="18"/>
          <w:szCs w:val="18"/>
        </w:rPr>
        <w:t xml:space="preserve">100% financiranje s strani Občine (brez davka na dodano vrednost) ………doseženo število točk na podlagi meril (1-5) </w:t>
      </w:r>
    </w:p>
    <w:p w14:paraId="42DE5C7D" w14:textId="77777777" w:rsidR="00E0548E" w:rsidRDefault="00E0548E" w:rsidP="00E0548E">
      <w:pPr>
        <w:jc w:val="both"/>
        <w:rPr>
          <w:sz w:val="18"/>
          <w:szCs w:val="18"/>
        </w:rPr>
      </w:pPr>
      <w:r>
        <w:rPr>
          <w:sz w:val="18"/>
          <w:szCs w:val="18"/>
        </w:rPr>
        <w:t>50%  financiranje s strani Občine (brez davka na dodano vrednost) …..….doseženo število točk</w:t>
      </w:r>
      <w:r>
        <w:t xml:space="preserve"> </w:t>
      </w:r>
      <w:r>
        <w:rPr>
          <w:sz w:val="18"/>
          <w:szCs w:val="18"/>
        </w:rPr>
        <w:t>na podlagi meril (1-5)  * faktor 1,5</w:t>
      </w:r>
    </w:p>
    <w:p w14:paraId="678EECA4" w14:textId="77777777" w:rsidR="00E0548E" w:rsidRDefault="00E0548E" w:rsidP="00E0548E">
      <w:pPr>
        <w:rPr>
          <w:b/>
          <w:i/>
        </w:rPr>
      </w:pPr>
    </w:p>
    <w:p w14:paraId="7119497C" w14:textId="77777777" w:rsidR="00E0548E" w:rsidRDefault="00E0548E" w:rsidP="00E0548E">
      <w:pPr>
        <w:rPr>
          <w:b/>
          <w:i/>
        </w:rPr>
      </w:pPr>
    </w:p>
    <w:p w14:paraId="72250830" w14:textId="77777777" w:rsidR="00E0548E" w:rsidRDefault="00E0548E" w:rsidP="00E0548E">
      <w:pPr>
        <w:rPr>
          <w:b/>
          <w:i/>
        </w:rPr>
      </w:pPr>
    </w:p>
    <w:p w14:paraId="11B81A3E" w14:textId="77777777" w:rsidR="00E0548E" w:rsidRDefault="00E0548E" w:rsidP="00E0548E">
      <w:pPr>
        <w:rPr>
          <w:b/>
          <w:i/>
        </w:rPr>
      </w:pPr>
    </w:p>
    <w:p w14:paraId="5ED3794A" w14:textId="77777777" w:rsidR="00E0548E" w:rsidRDefault="00E0548E" w:rsidP="00E0548E">
      <w:pPr>
        <w:rPr>
          <w:b/>
          <w:i/>
        </w:rPr>
      </w:pPr>
    </w:p>
    <w:p w14:paraId="71E0F1A2" w14:textId="77777777" w:rsidR="00E0548E" w:rsidRDefault="00E0548E" w:rsidP="00E0548E">
      <w:pPr>
        <w:rPr>
          <w:b/>
          <w:i/>
        </w:rPr>
      </w:pPr>
    </w:p>
    <w:p w14:paraId="5DA2C751" w14:textId="77777777" w:rsidR="00E0548E" w:rsidRDefault="00E0548E" w:rsidP="00E0548E">
      <w:pPr>
        <w:rPr>
          <w:b/>
          <w:i/>
        </w:rPr>
      </w:pPr>
    </w:p>
    <w:p w14:paraId="48C544D1" w14:textId="77777777" w:rsidR="00E0548E" w:rsidRDefault="00E0548E" w:rsidP="00E0548E">
      <w:pPr>
        <w:rPr>
          <w:b/>
          <w:i/>
        </w:rPr>
      </w:pPr>
    </w:p>
    <w:p w14:paraId="52EDF053" w14:textId="77777777" w:rsidR="00E0548E" w:rsidRDefault="00E0548E" w:rsidP="00E0548E">
      <w:pPr>
        <w:rPr>
          <w:b/>
          <w:i/>
        </w:rPr>
      </w:pPr>
    </w:p>
    <w:p w14:paraId="0D29774C" w14:textId="77777777" w:rsidR="00E0548E" w:rsidRDefault="00E0548E" w:rsidP="00E0548E">
      <w:pPr>
        <w:rPr>
          <w:b/>
          <w:i/>
        </w:rPr>
      </w:pPr>
    </w:p>
    <w:p w14:paraId="0AD25B9B" w14:textId="77777777" w:rsidR="00E0548E" w:rsidRDefault="00E0548E" w:rsidP="00E0548E">
      <w:pPr>
        <w:rPr>
          <w:b/>
          <w:i/>
        </w:rPr>
      </w:pPr>
    </w:p>
    <w:p w14:paraId="4310F73D" w14:textId="77777777" w:rsidR="00E0548E" w:rsidRDefault="00E0548E" w:rsidP="00E0548E">
      <w:pPr>
        <w:rPr>
          <w:b/>
          <w:i/>
        </w:rPr>
      </w:pPr>
    </w:p>
    <w:p w14:paraId="7CE9C642" w14:textId="77777777" w:rsidR="00E0548E" w:rsidRDefault="00E0548E" w:rsidP="00E0548E">
      <w:pPr>
        <w:rPr>
          <w:b/>
          <w:i/>
        </w:rPr>
      </w:pPr>
    </w:p>
    <w:p w14:paraId="2F67CFC8" w14:textId="77777777" w:rsidR="00E0548E" w:rsidRDefault="00E0548E" w:rsidP="00E0548E"/>
    <w:p w14:paraId="2690BE80" w14:textId="3DC4376A" w:rsidR="00E0548E" w:rsidRDefault="00E0548E" w:rsidP="00F351E4"/>
    <w:p w14:paraId="2B8EC536" w14:textId="0AB2D365" w:rsidR="00ED3878" w:rsidRPr="00ED3878" w:rsidRDefault="00ED3878" w:rsidP="00F351E4">
      <w:pPr>
        <w:rPr>
          <w:i/>
        </w:rPr>
      </w:pPr>
      <w:r>
        <w:rPr>
          <w:i/>
        </w:rPr>
        <w:lastRenderedPageBreak/>
        <w:t xml:space="preserve">                                             </w:t>
      </w:r>
      <w:r w:rsidRPr="00ED3878">
        <w:rPr>
          <w:i/>
        </w:rPr>
        <w:t>Vzorec pogodbe – se ne izpolnjuje</w:t>
      </w:r>
    </w:p>
    <w:p w14:paraId="6C01717B" w14:textId="0E6B6C01" w:rsidR="00ED3878" w:rsidRDefault="00ED3878" w:rsidP="00F351E4"/>
    <w:p w14:paraId="1A312D01" w14:textId="77777777" w:rsidR="00ED3878" w:rsidRDefault="00ED3878" w:rsidP="00ED3878">
      <w:pPr>
        <w:jc w:val="both"/>
      </w:pPr>
      <w:r>
        <w:rPr>
          <w:b/>
        </w:rPr>
        <w:t>OBČINA KAMNIK</w:t>
      </w:r>
      <w:r>
        <w:t>, Glavni trg 24, 1240 Kamnik, ki jo zastopa župan Matej Slapar, ID. št. za DDV: SI28232801, matična številka: 5874483000, (v nadaljevanju: naročnik)</w:t>
      </w:r>
    </w:p>
    <w:p w14:paraId="6B98462B" w14:textId="77777777" w:rsidR="00ED3878" w:rsidRDefault="00ED3878" w:rsidP="00ED3878">
      <w:pPr>
        <w:jc w:val="both"/>
      </w:pPr>
      <w:r>
        <w:t>in</w:t>
      </w:r>
    </w:p>
    <w:p w14:paraId="4BC8D269" w14:textId="5AA3E539" w:rsidR="00ED3878" w:rsidRDefault="00ED3878" w:rsidP="00ED3878">
      <w:pPr>
        <w:jc w:val="both"/>
      </w:pPr>
      <w:r>
        <w:rPr>
          <w:b/>
        </w:rPr>
        <w:t>………</w:t>
      </w:r>
      <w:r w:rsidRPr="00ED3878">
        <w:rPr>
          <w:b/>
        </w:rPr>
        <w:t>………………………</w:t>
      </w:r>
      <w:r>
        <w:t>, (v nadaljevanju: izvajalec)</w:t>
      </w:r>
    </w:p>
    <w:p w14:paraId="723CEA79" w14:textId="77777777" w:rsidR="00ED3878" w:rsidRDefault="00ED3878" w:rsidP="00ED3878">
      <w:r>
        <w:t>sklepata naslednjo</w:t>
      </w:r>
    </w:p>
    <w:p w14:paraId="25FC061D" w14:textId="4D4405BC" w:rsidR="00ED3878" w:rsidRDefault="00ED3878" w:rsidP="00ED3878">
      <w:pPr>
        <w:jc w:val="center"/>
        <w:rPr>
          <w:b/>
        </w:rPr>
      </w:pPr>
      <w:r>
        <w:rPr>
          <w:b/>
        </w:rPr>
        <w:t>Pogodbo o (so)financiranju razvoja turistič</w:t>
      </w:r>
      <w:r>
        <w:rPr>
          <w:b/>
        </w:rPr>
        <w:t>no podjetniške ideje v letu 2025</w:t>
      </w:r>
    </w:p>
    <w:p w14:paraId="50835E93" w14:textId="77777777" w:rsidR="00ED3878" w:rsidRDefault="00ED3878" w:rsidP="00ED3878">
      <w:pPr>
        <w:jc w:val="center"/>
      </w:pPr>
      <w:r>
        <w:t>Uvodne določbe</w:t>
      </w:r>
    </w:p>
    <w:p w14:paraId="5AD017A6" w14:textId="77777777" w:rsidR="00ED3878" w:rsidRDefault="00ED3878" w:rsidP="00ED3878">
      <w:pPr>
        <w:jc w:val="center"/>
      </w:pPr>
      <w:r>
        <w:t>1.člen</w:t>
      </w:r>
    </w:p>
    <w:p w14:paraId="7C282ADF" w14:textId="77777777" w:rsidR="00ED3878" w:rsidRDefault="00ED3878" w:rsidP="00ED3878">
      <w:pPr>
        <w:jc w:val="both"/>
      </w:pPr>
      <w:r>
        <w:t xml:space="preserve">Pogodbeni stranki uvodoma ugotavljata: </w:t>
      </w:r>
    </w:p>
    <w:p w14:paraId="2C01989C" w14:textId="596CC560" w:rsidR="00ED3878" w:rsidRDefault="00ED3878" w:rsidP="00ED3878">
      <w:pPr>
        <w:jc w:val="both"/>
      </w:pPr>
      <w:r>
        <w:t>- da je naročnik dne ……</w:t>
      </w:r>
      <w:r>
        <w:t xml:space="preserve"> na svoji spletni strani objavil razpis ukrepa »razvoj turističnih podjetniških idej« (v nadaljevanju: razpis); </w:t>
      </w:r>
    </w:p>
    <w:p w14:paraId="54486C37" w14:textId="475769E3" w:rsidR="00ED3878" w:rsidRDefault="00ED3878" w:rsidP="00ED3878">
      <w:pPr>
        <w:jc w:val="both"/>
      </w:pPr>
      <w:r>
        <w:t>- da je bil izbranemu izvajalcu na podlagi ocenitve njegove vloge s strani komisije za d</w:t>
      </w:r>
      <w:r>
        <w:t>odelitev sredstev dne …..</w:t>
      </w:r>
      <w:r>
        <w:t xml:space="preserve"> izdan sklep o dodelitvi </w:t>
      </w:r>
      <w:r>
        <w:t>sredstev, št. …….</w:t>
      </w:r>
      <w:r>
        <w:t xml:space="preserve">; </w:t>
      </w:r>
    </w:p>
    <w:p w14:paraId="796C681F" w14:textId="77777777" w:rsidR="00ED3878" w:rsidRDefault="00ED3878" w:rsidP="00ED3878">
      <w:pPr>
        <w:jc w:val="both"/>
      </w:pPr>
      <w:r>
        <w:t xml:space="preserve">- da predstavljajo sredstva, dodeljena s to pogodbo obliko državne pomoči de </w:t>
      </w:r>
      <w:proofErr w:type="spellStart"/>
      <w:r>
        <w:t>minimis</w:t>
      </w:r>
      <w:proofErr w:type="spellEnd"/>
      <w:r>
        <w:t xml:space="preserve">. </w:t>
      </w:r>
    </w:p>
    <w:p w14:paraId="4EE36DEA" w14:textId="77777777" w:rsidR="00ED3878" w:rsidRDefault="00ED3878" w:rsidP="00ED3878">
      <w:pPr>
        <w:jc w:val="both"/>
      </w:pPr>
      <w:r>
        <w:t xml:space="preserve">Aktivnosti v zvezi z razvojem turistično podjetniške ideje, ki je predmet sofinanciranja izvajalec izvede v skladu s prijavo na razpis, določbami te pogodbe ter/oz. navodili naročnika. </w:t>
      </w:r>
    </w:p>
    <w:p w14:paraId="05FC7F35" w14:textId="77777777" w:rsidR="00ED3878" w:rsidRDefault="00ED3878" w:rsidP="00ED3878">
      <w:pPr>
        <w:jc w:val="center"/>
      </w:pPr>
      <w:r>
        <w:t>Predmet pogodbe</w:t>
      </w:r>
    </w:p>
    <w:p w14:paraId="42A8B586" w14:textId="77777777" w:rsidR="00ED3878" w:rsidRDefault="00ED3878" w:rsidP="00ED3878">
      <w:pPr>
        <w:jc w:val="center"/>
      </w:pPr>
      <w:r>
        <w:t>2.člen</w:t>
      </w:r>
    </w:p>
    <w:p w14:paraId="5D48A208" w14:textId="500139F6" w:rsidR="00ED3878" w:rsidRDefault="00ED3878" w:rsidP="00ED3878">
      <w:pPr>
        <w:jc w:val="both"/>
      </w:pPr>
      <w:r>
        <w:t>Predmet pogodbe je izvedba aktivnosti v zvezi z razvojem turistično podjetniške ideje – »</w:t>
      </w:r>
      <w:r w:rsidR="000E2D58">
        <w:t>…………..</w:t>
      </w:r>
      <w:r>
        <w:t>«. Prispevek Občine Kamnik v zvezi z razvojem turistične podjetniške</w:t>
      </w:r>
      <w:r w:rsidR="000E2D58">
        <w:t xml:space="preserve"> ideje znaša ……….</w:t>
      </w:r>
      <w:r>
        <w:t xml:space="preserve"> €. </w:t>
      </w:r>
    </w:p>
    <w:p w14:paraId="467CEA44" w14:textId="1152D6AE" w:rsidR="00ED3878" w:rsidRDefault="00ED3878" w:rsidP="00ED3878">
      <w:pPr>
        <w:jc w:val="both"/>
      </w:pPr>
      <w:r>
        <w:t>Izvajalec se obveže aktivnosti (storitve) iz te po</w:t>
      </w:r>
      <w:r w:rsidR="000E2D58">
        <w:t>godbe zaključiti do 30. 11. 2025</w:t>
      </w:r>
      <w:r>
        <w:t xml:space="preserve">. </w:t>
      </w:r>
    </w:p>
    <w:p w14:paraId="413418FB" w14:textId="28B9953B" w:rsidR="00ED3878" w:rsidRDefault="000E2D58" w:rsidP="00ED3878">
      <w:pPr>
        <w:jc w:val="both"/>
      </w:pPr>
      <w:r>
        <w:t xml:space="preserve">V primeru </w:t>
      </w:r>
      <w:proofErr w:type="spellStart"/>
      <w:r>
        <w:t>neizvedbe</w:t>
      </w:r>
      <w:proofErr w:type="spellEnd"/>
      <w:r>
        <w:t xml:space="preserve"> do roka iz prejšnjega odstavka ali spremembe</w:t>
      </w:r>
      <w:r w:rsidR="00ED3878">
        <w:t xml:space="preserve"> na strani izvajalca, ki bistveno vpliva na zastavljeni cilj tako, da je le ta razvrednoten, je izvajalec dolžan neupravičeno prejeta sredstva vrniti skupaj z zakonsko zamudnimi obrestmi od dneva nakazila do dneva vračila na TR naročnika. </w:t>
      </w:r>
    </w:p>
    <w:p w14:paraId="06AF2CB4" w14:textId="77777777" w:rsidR="00ED3878" w:rsidRDefault="00ED3878" w:rsidP="00ED3878">
      <w:pPr>
        <w:jc w:val="center"/>
      </w:pPr>
      <w:r>
        <w:t>Obveznosti izvajalca</w:t>
      </w:r>
    </w:p>
    <w:p w14:paraId="0952AEDD" w14:textId="77777777" w:rsidR="00ED3878" w:rsidRDefault="00ED3878" w:rsidP="00ED3878">
      <w:pPr>
        <w:jc w:val="center"/>
      </w:pPr>
      <w:r>
        <w:t>3.člen</w:t>
      </w:r>
    </w:p>
    <w:p w14:paraId="440B13F9" w14:textId="77777777" w:rsidR="00ED3878" w:rsidRDefault="00ED3878" w:rsidP="00ED3878">
      <w:pPr>
        <w:rPr>
          <w:rFonts w:ascii="Calibri" w:hAnsi="Calibri"/>
          <w:color w:val="1F4E79"/>
        </w:rPr>
      </w:pPr>
      <w:r>
        <w:t xml:space="preserve">Obveznosti izvajalca po tej pogodbi so naslednje: </w:t>
      </w:r>
    </w:p>
    <w:p w14:paraId="780A206E" w14:textId="77777777" w:rsidR="00ED3878" w:rsidRDefault="00ED3878" w:rsidP="00ED3878">
      <w:pPr>
        <w:pStyle w:val="Odstavekseznama"/>
        <w:numPr>
          <w:ilvl w:val="0"/>
          <w:numId w:val="47"/>
        </w:numPr>
        <w:spacing w:after="160" w:line="252" w:lineRule="auto"/>
        <w:jc w:val="both"/>
        <w:rPr>
          <w:rFonts w:cs="Arial"/>
        </w:rPr>
      </w:pPr>
      <w:r>
        <w:rPr>
          <w:rFonts w:cs="Arial"/>
          <w:bCs/>
        </w:rPr>
        <w:t>delujoča spletna stran</w:t>
      </w:r>
      <w:r>
        <w:rPr>
          <w:rFonts w:cs="Arial"/>
        </w:rPr>
        <w:t xml:space="preserve"> o turističnem podjetniškem produktu na območju občine Kamnik,</w:t>
      </w:r>
    </w:p>
    <w:p w14:paraId="378B0829" w14:textId="77777777" w:rsidR="00ED3878" w:rsidRDefault="00ED3878" w:rsidP="00ED3878">
      <w:pPr>
        <w:pStyle w:val="Odstavekseznama"/>
        <w:numPr>
          <w:ilvl w:val="0"/>
          <w:numId w:val="47"/>
        </w:numPr>
        <w:spacing w:after="160" w:line="252" w:lineRule="auto"/>
        <w:rPr>
          <w:rFonts w:cs="Arial"/>
        </w:rPr>
      </w:pPr>
      <w:r>
        <w:rPr>
          <w:rFonts w:cs="Arial"/>
          <w:bCs/>
        </w:rPr>
        <w:t>delujoč sistem rezervacij</w:t>
      </w:r>
      <w:r>
        <w:rPr>
          <w:rFonts w:cs="Arial"/>
        </w:rPr>
        <w:t xml:space="preserve"> produkta;</w:t>
      </w:r>
    </w:p>
    <w:p w14:paraId="6BC4CB75" w14:textId="77777777" w:rsidR="00ED3878" w:rsidRDefault="00ED3878" w:rsidP="00ED3878">
      <w:pPr>
        <w:pStyle w:val="Odstavekseznama"/>
        <w:numPr>
          <w:ilvl w:val="0"/>
          <w:numId w:val="47"/>
        </w:numPr>
        <w:spacing w:after="160" w:line="252" w:lineRule="auto"/>
        <w:rPr>
          <w:rFonts w:cs="Arial"/>
        </w:rPr>
      </w:pPr>
      <w:r>
        <w:rPr>
          <w:rFonts w:cs="Arial"/>
          <w:bCs/>
        </w:rPr>
        <w:lastRenderedPageBreak/>
        <w:t>podpisane pogodbe</w:t>
      </w:r>
      <w:r>
        <w:rPr>
          <w:rFonts w:cs="Arial"/>
        </w:rPr>
        <w:t xml:space="preserve"> z izvajalci/podizvajalci/dobavitelji;</w:t>
      </w:r>
    </w:p>
    <w:p w14:paraId="77BE3B0A" w14:textId="77777777" w:rsidR="00ED3878" w:rsidRDefault="00ED3878" w:rsidP="00ED3878">
      <w:pPr>
        <w:pStyle w:val="Odstavekseznama"/>
        <w:numPr>
          <w:ilvl w:val="0"/>
          <w:numId w:val="47"/>
        </w:numPr>
        <w:spacing w:after="160" w:line="252" w:lineRule="auto"/>
        <w:rPr>
          <w:rFonts w:cs="Arial"/>
        </w:rPr>
      </w:pPr>
      <w:r>
        <w:rPr>
          <w:rFonts w:cs="Arial"/>
          <w:bCs/>
        </w:rPr>
        <w:t>trženje produktov do vključno prve izvedbe</w:t>
      </w:r>
      <w:r>
        <w:rPr>
          <w:rFonts w:cs="Arial"/>
        </w:rPr>
        <w:t>/prodaje produkta.</w:t>
      </w:r>
    </w:p>
    <w:p w14:paraId="451862ED" w14:textId="77777777" w:rsidR="00FC2BA6" w:rsidRDefault="00FC2BA6" w:rsidP="00ED3878">
      <w:pPr>
        <w:jc w:val="both"/>
      </w:pPr>
    </w:p>
    <w:p w14:paraId="57EBF26E" w14:textId="453CB5D4" w:rsidR="00ED3878" w:rsidRDefault="00ED3878" w:rsidP="00ED3878">
      <w:pPr>
        <w:jc w:val="both"/>
      </w:pPr>
      <w:r>
        <w:t xml:space="preserve">Izvajalec bo v okviru dodeljene višine pomoči, navedene v 2. členu te pogodbe, opravil vse aktivnosti iz prejšnjega odstavka tega člena. Izvajalec mora aktivnosti opraviti strokovno, vestno, pravočasno, kvalitetno in v skladu s pogodbo ter navodili naročnika. V kolikor izvajalec ne upošteva navodil oziroma usmeritev, ne sodeluje z naročnikom ali drugimi deležniki ali nestrokovno opravlja naloge na projektu, ga je naročnik dolžan na to pisno opozoriti. V kolikor izvajalec ne upošteva pisnega opozorila naročnika, lahko naročnik odstopi od pogodbe in zahteva povračilo vseh prejetih sredstev po tej pogodbi skupaj z obrestmi od prejema do plačila. </w:t>
      </w:r>
    </w:p>
    <w:p w14:paraId="11C05349" w14:textId="77777777" w:rsidR="00ED3878" w:rsidRDefault="00ED3878" w:rsidP="00ED3878">
      <w:pPr>
        <w:jc w:val="center"/>
      </w:pPr>
      <w:r>
        <w:t>4.člen</w:t>
      </w:r>
    </w:p>
    <w:p w14:paraId="1A47CB86" w14:textId="03C998EE" w:rsidR="00ED3878" w:rsidRDefault="00ED3878" w:rsidP="00ED3878">
      <w:pPr>
        <w:jc w:val="both"/>
      </w:pPr>
      <w:r>
        <w:t>Izvajalec bo za opravljene storitve naročniku posredoval 2 zahtevka, s katerimi fazno uveljavlja povračilo stroškov – dela in opreme oz. aktivnosti: zahtevek I. za izplačilo sredstev</w:t>
      </w:r>
      <w:r w:rsidR="00FC2BA6">
        <w:t xml:space="preserve"> najkasneje do 30.9.2025</w:t>
      </w:r>
      <w:r>
        <w:t>, Zahtevek II. za izp</w:t>
      </w:r>
      <w:r w:rsidR="00FC2BA6">
        <w:t>lačilo sredstev pa do 30.11.2025</w:t>
      </w:r>
      <w:r>
        <w:t>.</w:t>
      </w:r>
    </w:p>
    <w:p w14:paraId="4F578967" w14:textId="142373C4" w:rsidR="00ED3878" w:rsidRDefault="00ED3878" w:rsidP="00ED3878">
      <w:pPr>
        <w:jc w:val="both"/>
      </w:pPr>
      <w:r>
        <w:t xml:space="preserve">K zahtevkoma je potrebno priložiti </w:t>
      </w:r>
      <w:proofErr w:type="spellStart"/>
      <w:r>
        <w:t>časovnico</w:t>
      </w:r>
      <w:proofErr w:type="spellEnd"/>
      <w:r>
        <w:t xml:space="preserve"> ur dela na projektu v skupni </w:t>
      </w:r>
      <w:r w:rsidR="00FC2BA6">
        <w:t xml:space="preserve">višini do 30% odobrenega zneska, </w:t>
      </w:r>
      <w:r>
        <w:t>kopije računov, potrdil o plačilu računov ter ostala dokazila, s katerimi se dokazuje izvedbo aktivnosti iz 3. člena te pogodbe.</w:t>
      </w:r>
    </w:p>
    <w:p w14:paraId="6C3F1752" w14:textId="34C1A1EA" w:rsidR="00ED3878" w:rsidRDefault="00ED3878" w:rsidP="00ED3878">
      <w:pPr>
        <w:jc w:val="both"/>
      </w:pPr>
      <w:r>
        <w:t>Naročnik se iz proračunske postavke 4927 – RAZVOJ TURISTIČNIH PODJETNIŠKIH IDEJ zaveže poravnati stroške izvedenih aktivnosti izvajalca v deležu, razvidnem iz sklepa o dodelitvi sred</w:t>
      </w:r>
      <w:r w:rsidR="00FC2BA6">
        <w:t>stev, na TR št. …………….</w:t>
      </w:r>
      <w:r>
        <w:t>.</w:t>
      </w:r>
    </w:p>
    <w:p w14:paraId="4B6E9C00" w14:textId="77777777" w:rsidR="00ED3878" w:rsidRDefault="00ED3878" w:rsidP="00ED3878">
      <w:pPr>
        <w:jc w:val="center"/>
      </w:pPr>
      <w:r>
        <w:t>5.člen</w:t>
      </w:r>
    </w:p>
    <w:p w14:paraId="6D638589" w14:textId="0FF254CA" w:rsidR="00ED3878" w:rsidRDefault="00ED3878" w:rsidP="00ED3878">
      <w:pPr>
        <w:jc w:val="both"/>
      </w:pPr>
      <w:r>
        <w:t>Izvajalec je dolžan naročniku poročati o izvedenih aktivnostih. Prvo vsebinsko poročilo o izvedenih aktivnostih pos</w:t>
      </w:r>
      <w:r w:rsidR="00FC2BA6">
        <w:t>reduje najkasneje do 30. 9. 2025 ter drugo do 30. 11. 2025</w:t>
      </w:r>
      <w:r>
        <w:t xml:space="preserve">. </w:t>
      </w:r>
    </w:p>
    <w:p w14:paraId="1E06DB4C" w14:textId="77777777" w:rsidR="00ED3878" w:rsidRDefault="00ED3878" w:rsidP="00ED3878">
      <w:pPr>
        <w:jc w:val="both"/>
      </w:pPr>
      <w:r>
        <w:t xml:space="preserve">Poročili morata vsebovati povzetek izvajanja vseh aktivnosti in kratko analizo rezultatov in doseženih ciljev. Poročilo o izvedbi mora izvajalec predložiti naročniku v tiskani obliki na naslov naročnika ali v elektronski obliki na naslov </w:t>
      </w:r>
      <w:hyperlink r:id="rId8" w:history="1">
        <w:r>
          <w:rPr>
            <w:rStyle w:val="Hiperpovezava"/>
          </w:rPr>
          <w:t>obcina@kamnik.si</w:t>
        </w:r>
      </w:hyperlink>
      <w:r>
        <w:t xml:space="preserve">. </w:t>
      </w:r>
    </w:p>
    <w:p w14:paraId="0817B646" w14:textId="77777777" w:rsidR="00ED3878" w:rsidRDefault="00ED3878" w:rsidP="00ED3878">
      <w:pPr>
        <w:jc w:val="both"/>
      </w:pPr>
      <w:r>
        <w:t xml:space="preserve">V kolikor naročnik najkasneje v desetih (10) delovnih dneh od prejema poročila ne oceni poročila kot nesprejemljivega ali nepopolnega, se šteje, da je poročilo s strani naročnika potrjeno. V primeru, da je poročilo ocenjeno kot nesprejemljivo ali nepopolno, ga je izvajalec dolžan spremeniti oziroma dopolniti najkasneje v petih (5) delovnih dneh od dneva, ko je naročnik to pisno zahteval. Če izvajalec poročila ne dopolni ali ga ne dopolni v določenem roku, soglaša, da lahko naročnik odstopi od pogodbe in zahteva povračilo škode v višini pogodbene vrednosti skupaj z obrestmi od dneva prejema dalje do plačila odškodnine. </w:t>
      </w:r>
    </w:p>
    <w:p w14:paraId="10B84FBC" w14:textId="77777777" w:rsidR="00ED3878" w:rsidRDefault="00ED3878" w:rsidP="00ED3878">
      <w:pPr>
        <w:jc w:val="center"/>
      </w:pPr>
      <w:r>
        <w:t>Druge določbe</w:t>
      </w:r>
    </w:p>
    <w:p w14:paraId="09D78A89" w14:textId="77777777" w:rsidR="00ED3878" w:rsidRDefault="00ED3878" w:rsidP="00ED3878">
      <w:pPr>
        <w:jc w:val="center"/>
      </w:pPr>
      <w:r>
        <w:t>6.člen</w:t>
      </w:r>
    </w:p>
    <w:p w14:paraId="2CEA55D4" w14:textId="103B4ABA" w:rsidR="00ED3878" w:rsidRDefault="00ED3878" w:rsidP="00ED3878">
      <w:pPr>
        <w:jc w:val="both"/>
      </w:pPr>
      <w:r>
        <w:t xml:space="preserve">Za izpolnjevanje pogodbenih obveznosti skrbita: Pooblaščeni zastopnik naročnika oz. skrbnika po </w:t>
      </w:r>
      <w:r w:rsidR="00FC2BA6">
        <w:t>tej pogodbi je ………….</w:t>
      </w:r>
      <w:r>
        <w:t xml:space="preserve">. </w:t>
      </w:r>
    </w:p>
    <w:p w14:paraId="580441C1" w14:textId="02F8748C" w:rsidR="00ED3878" w:rsidRDefault="00ED3878" w:rsidP="00ED3878">
      <w:pPr>
        <w:jc w:val="both"/>
      </w:pPr>
      <w:r>
        <w:lastRenderedPageBreak/>
        <w:t>Pooblaščeni zastopnik izvajal</w:t>
      </w:r>
      <w:r w:rsidR="00FC2BA6">
        <w:t>ca po tej pogodbi je ……….</w:t>
      </w:r>
      <w:r>
        <w:t>.</w:t>
      </w:r>
    </w:p>
    <w:p w14:paraId="365B7E9A" w14:textId="77777777" w:rsidR="00ED3878" w:rsidRDefault="00ED3878" w:rsidP="00ED3878">
      <w:pPr>
        <w:jc w:val="center"/>
      </w:pPr>
      <w:r>
        <w:t>7. člen</w:t>
      </w:r>
    </w:p>
    <w:p w14:paraId="6F14AC97" w14:textId="77777777" w:rsidR="00ED3878" w:rsidRDefault="00ED3878" w:rsidP="00ED3878">
      <w:pPr>
        <w:jc w:val="both"/>
      </w:pPr>
      <w:r>
        <w:t xml:space="preserve">Morebitne spremembe in dopolnitve te pogodbe bosta pogodbeni stranki uredili z aneksom k tej pogodbi. </w:t>
      </w:r>
    </w:p>
    <w:p w14:paraId="072E041C" w14:textId="77777777" w:rsidR="00ED3878" w:rsidRDefault="00ED3878" w:rsidP="00ED3878">
      <w:pPr>
        <w:jc w:val="center"/>
      </w:pPr>
      <w:r>
        <w:t>8.člen</w:t>
      </w:r>
    </w:p>
    <w:p w14:paraId="0B606557" w14:textId="77777777" w:rsidR="00ED3878" w:rsidRDefault="00ED3878" w:rsidP="00ED3878">
      <w:pPr>
        <w:jc w:val="both"/>
      </w:pPr>
      <w:r>
        <w:t xml:space="preserve">Pogodba, pri kateri kdo v imenu ali na račun druge pogodbene stranke, predstavniku ali posredniku organa ali organizacije iz javnega sektorja obljubi, ponudi ali da kakšno nedovoljeno korist za: – pridobitev posla ali – za sklenitev posla pod ugodnejšimi pogoji ali – za opustitev dolžnega nadzora nad izvajanjem pogodbenih obveznosti ali –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0C1C72CE" w14:textId="77777777" w:rsidR="00ED3878" w:rsidRDefault="00ED3878" w:rsidP="00ED3878">
      <w:pPr>
        <w:jc w:val="center"/>
      </w:pPr>
      <w:r>
        <w:t>9.člen</w:t>
      </w:r>
    </w:p>
    <w:p w14:paraId="3A6D0527" w14:textId="77777777" w:rsidR="00ED3878" w:rsidRDefault="00ED3878" w:rsidP="00ED3878">
      <w:pPr>
        <w:jc w:val="both"/>
      </w:pPr>
      <w:r>
        <w:t xml:space="preserve">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 </w:t>
      </w:r>
    </w:p>
    <w:p w14:paraId="036B8B7A" w14:textId="77777777" w:rsidR="00ED3878" w:rsidRDefault="00ED3878" w:rsidP="00ED3878">
      <w:pPr>
        <w:jc w:val="center"/>
      </w:pPr>
      <w:r>
        <w:t>10.člen</w:t>
      </w:r>
    </w:p>
    <w:p w14:paraId="4FD286C9" w14:textId="3171BE2D" w:rsidR="00ED3878" w:rsidRDefault="00ED3878" w:rsidP="00ED3878">
      <w:pPr>
        <w:jc w:val="both"/>
      </w:pPr>
      <w:r>
        <w:t xml:space="preserve">Vse spore iz te pogodbe bosta pogodbeni stranki reševali sporazumno. V kolikor to ne bo mogoče, je za reševanje sporov pristojno stvarno in krajevno pristojno sodišče. </w:t>
      </w:r>
    </w:p>
    <w:p w14:paraId="739984C9" w14:textId="77777777" w:rsidR="00030194" w:rsidRDefault="00030194" w:rsidP="00ED3878">
      <w:pPr>
        <w:jc w:val="both"/>
      </w:pPr>
    </w:p>
    <w:p w14:paraId="5A89A116" w14:textId="77777777" w:rsidR="00ED3878" w:rsidRDefault="00ED3878" w:rsidP="00ED3878">
      <w:pPr>
        <w:jc w:val="center"/>
      </w:pPr>
      <w:r>
        <w:t>11.člen</w:t>
      </w:r>
    </w:p>
    <w:p w14:paraId="6CF5C18D" w14:textId="77777777" w:rsidR="00ED3878" w:rsidRDefault="00ED3878" w:rsidP="00ED3878">
      <w:pPr>
        <w:jc w:val="both"/>
      </w:pPr>
      <w:r>
        <w:t xml:space="preserve">Pogodba je napisana v štirih (4) enakih izvodih, od katerih prejme vsaka pogodbena stranka po dva (2) izvoda, v veljavo pa stopi z dnem podpisa obeh strank. </w:t>
      </w:r>
    </w:p>
    <w:p w14:paraId="2B0F2207" w14:textId="59A7161E" w:rsidR="00ED3878" w:rsidRDefault="00774948" w:rsidP="00ED3878">
      <w:pPr>
        <w:spacing w:after="0"/>
        <w:jc w:val="both"/>
      </w:pPr>
      <w:r>
        <w:t xml:space="preserve">Številka: </w:t>
      </w:r>
      <w:r w:rsidRPr="00E9380E">
        <w:t>302-0006/2025-3/11</w:t>
      </w:r>
    </w:p>
    <w:p w14:paraId="7E993E48" w14:textId="77777777" w:rsidR="00ED3878" w:rsidRDefault="00ED3878" w:rsidP="00ED3878">
      <w:pPr>
        <w:spacing w:after="0"/>
        <w:jc w:val="both"/>
      </w:pPr>
      <w:r>
        <w:t xml:space="preserve">Datum:                                                                                    Datum: ……………………… </w:t>
      </w:r>
    </w:p>
    <w:p w14:paraId="57F744E5" w14:textId="77777777" w:rsidR="00ED3878" w:rsidRDefault="00ED3878" w:rsidP="00ED3878">
      <w:pPr>
        <w:jc w:val="both"/>
      </w:pPr>
    </w:p>
    <w:p w14:paraId="441ADF08" w14:textId="77777777" w:rsidR="00ED3878" w:rsidRDefault="00ED3878" w:rsidP="00ED3878">
      <w:pPr>
        <w:spacing w:after="0"/>
        <w:jc w:val="both"/>
      </w:pPr>
      <w:r>
        <w:t>OBČINA KAMNIK                                                                                  IZVAJALEC</w:t>
      </w:r>
    </w:p>
    <w:p w14:paraId="55EB0794" w14:textId="48D39139" w:rsidR="00ED3878" w:rsidRDefault="00ED3878" w:rsidP="00ED3878">
      <w:pPr>
        <w:spacing w:after="0"/>
        <w:jc w:val="both"/>
      </w:pPr>
      <w:r>
        <w:t xml:space="preserve">                                                                                      </w:t>
      </w:r>
      <w:r w:rsidR="00FC2BA6">
        <w:t xml:space="preserve">                 </w:t>
      </w:r>
    </w:p>
    <w:p w14:paraId="348E9228" w14:textId="76C8326A" w:rsidR="00ED3878" w:rsidRDefault="00ED3878" w:rsidP="00ED3878">
      <w:pPr>
        <w:spacing w:after="0"/>
        <w:jc w:val="both"/>
      </w:pPr>
      <w:r>
        <w:t xml:space="preserve">     Matej Slapar                                                                  </w:t>
      </w:r>
      <w:r w:rsidR="00FC2BA6">
        <w:t xml:space="preserve">                    </w:t>
      </w:r>
      <w:r>
        <w:t xml:space="preserve">                                                                                                                            </w:t>
      </w:r>
    </w:p>
    <w:p w14:paraId="5C89D6C1" w14:textId="77777777" w:rsidR="00ED3878" w:rsidRDefault="00ED3878" w:rsidP="00ED3878">
      <w:pPr>
        <w:spacing w:after="0"/>
        <w:jc w:val="both"/>
      </w:pPr>
      <w:r>
        <w:t xml:space="preserve">        ŽUPAN</w:t>
      </w:r>
    </w:p>
    <w:p w14:paraId="2F009C3B" w14:textId="77777777" w:rsidR="00ED3878" w:rsidRDefault="00ED3878" w:rsidP="00ED3878">
      <w:pPr>
        <w:spacing w:after="0"/>
      </w:pPr>
      <w:r>
        <w:t>………………………..                                                                  ……………………………..</w:t>
      </w:r>
    </w:p>
    <w:p w14:paraId="45764F69" w14:textId="77777777" w:rsidR="00ED3878" w:rsidRDefault="00ED3878" w:rsidP="00ED3878"/>
    <w:p w14:paraId="66D15006" w14:textId="77777777" w:rsidR="00ED3878" w:rsidRDefault="00ED3878" w:rsidP="00ED3878"/>
    <w:p w14:paraId="06F7F111" w14:textId="77777777" w:rsidR="00ED3878" w:rsidRDefault="00ED3878" w:rsidP="00ED3878"/>
    <w:p w14:paraId="4A1B20A1" w14:textId="63880073" w:rsidR="00ED3878" w:rsidRPr="00F351E4" w:rsidRDefault="00ED3878" w:rsidP="00F351E4">
      <w:bookmarkStart w:id="0" w:name="_GoBack"/>
      <w:bookmarkEnd w:id="0"/>
    </w:p>
    <w:sectPr w:rsidR="00ED3878" w:rsidRPr="00F351E4" w:rsidSect="003C605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8BB1C" w14:textId="77777777" w:rsidR="008A604A" w:rsidRDefault="008A604A" w:rsidP="003C6050">
      <w:pPr>
        <w:spacing w:after="0" w:line="240" w:lineRule="auto"/>
      </w:pPr>
      <w:r>
        <w:separator/>
      </w:r>
    </w:p>
  </w:endnote>
  <w:endnote w:type="continuationSeparator" w:id="0">
    <w:p w14:paraId="2BE6291A" w14:textId="77777777" w:rsidR="008A604A" w:rsidRDefault="008A604A" w:rsidP="003C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976D5" w14:textId="77777777" w:rsidR="00257500" w:rsidRDefault="00257500">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065D" w14:textId="77777777" w:rsidR="00257500" w:rsidRDefault="00257500">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4F630" w14:textId="77777777" w:rsidR="00257500" w:rsidRDefault="00257500">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B1A45" w14:textId="77777777" w:rsidR="008A604A" w:rsidRDefault="008A604A" w:rsidP="003C6050">
      <w:pPr>
        <w:spacing w:after="0" w:line="240" w:lineRule="auto"/>
      </w:pPr>
      <w:r>
        <w:separator/>
      </w:r>
    </w:p>
  </w:footnote>
  <w:footnote w:type="continuationSeparator" w:id="0">
    <w:p w14:paraId="6E4DA3BD" w14:textId="77777777" w:rsidR="008A604A" w:rsidRDefault="008A604A" w:rsidP="003C6050">
      <w:pPr>
        <w:spacing w:after="0" w:line="240" w:lineRule="auto"/>
      </w:pPr>
      <w:r>
        <w:continuationSeparator/>
      </w:r>
    </w:p>
  </w:footnote>
  <w:footnote w:id="1">
    <w:p w14:paraId="220C2C5D" w14:textId="77777777" w:rsidR="00E0548E" w:rsidRDefault="00E0548E" w:rsidP="00E0548E">
      <w:pPr>
        <w:pStyle w:val="Sprotnaopomba-besedilo"/>
        <w:rPr>
          <w:rFonts w:cs="Arial"/>
        </w:rPr>
      </w:pPr>
      <w:r>
        <w:rPr>
          <w:rStyle w:val="Sprotnaopomba-sklic"/>
          <w:rFonts w:cs="Arial"/>
        </w:rPr>
        <w:footnoteRef/>
      </w:r>
      <w:r>
        <w:rPr>
          <w:rFonts w:cs="Arial"/>
        </w:rPr>
        <w:t xml:space="preserve"> Delež sofinanciranja s strani občine je do 100 % upravičenih stroškov oz. do maksimalno 10.000 €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5C8C" w14:textId="77777777" w:rsidR="00257500" w:rsidRDefault="00257500">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9ADF0" w14:textId="77777777" w:rsidR="00257500" w:rsidRDefault="00257500">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EC3F4" w14:textId="755EC90A" w:rsidR="003C6050" w:rsidRPr="00C96EDA" w:rsidRDefault="00C96EDA" w:rsidP="00E872B3">
    <w:pPr>
      <w:pStyle w:val="Glava"/>
    </w:pPr>
    <w:r w:rsidRPr="00C96EDA">
      <w:rPr>
        <w:noProof/>
        <w:lang w:eastAsia="sl-SI"/>
      </w:rPr>
      <w:drawing>
        <wp:inline distT="0" distB="0" distL="0" distR="0" wp14:anchorId="003D4518" wp14:editId="3A53CDDF">
          <wp:extent cx="5760720" cy="1372870"/>
          <wp:effectExtent l="0" t="0" r="0" b="0"/>
          <wp:docPr id="1824403612" name="Picture 2"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403612" name="Picture 2" descr="A white background with black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372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F6A"/>
    <w:multiLevelType w:val="hybridMultilevel"/>
    <w:tmpl w:val="392A5616"/>
    <w:lvl w:ilvl="0" w:tplc="A1DC03AE">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01F78"/>
    <w:multiLevelType w:val="hybridMultilevel"/>
    <w:tmpl w:val="6304EDD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3D63C5"/>
    <w:multiLevelType w:val="hybridMultilevel"/>
    <w:tmpl w:val="B7549D12"/>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078809BF"/>
    <w:multiLevelType w:val="hybridMultilevel"/>
    <w:tmpl w:val="F022F2C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E21288"/>
    <w:multiLevelType w:val="hybridMultilevel"/>
    <w:tmpl w:val="537E7AD4"/>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4EB3D49"/>
    <w:multiLevelType w:val="hybridMultilevel"/>
    <w:tmpl w:val="15B2B818"/>
    <w:lvl w:ilvl="0" w:tplc="A1DC03A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7"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8" w15:restartNumberingAfterBreak="0">
    <w:nsid w:val="15DB26C7"/>
    <w:multiLevelType w:val="hybridMultilevel"/>
    <w:tmpl w:val="A6301BAE"/>
    <w:lvl w:ilvl="0" w:tplc="A1DC03AE">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1E7071F9"/>
    <w:multiLevelType w:val="hybridMultilevel"/>
    <w:tmpl w:val="E0DE2EA4"/>
    <w:lvl w:ilvl="0" w:tplc="7C24DCD2">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AF2DFB"/>
    <w:multiLevelType w:val="hybridMultilevel"/>
    <w:tmpl w:val="EE664196"/>
    <w:lvl w:ilvl="0" w:tplc="C0C622E6">
      <w:numFmt w:val="bullet"/>
      <w:lvlText w:val="-"/>
      <w:lvlJc w:val="left"/>
      <w:pPr>
        <w:ind w:left="108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28F2780B"/>
    <w:multiLevelType w:val="hybridMultilevel"/>
    <w:tmpl w:val="53681AF0"/>
    <w:lvl w:ilvl="0" w:tplc="A1DC03AE">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3" w15:restartNumberingAfterBreak="0">
    <w:nsid w:val="2F3826B4"/>
    <w:multiLevelType w:val="hybridMultilevel"/>
    <w:tmpl w:val="2A26429E"/>
    <w:lvl w:ilvl="0" w:tplc="0CE28162">
      <w:start w:val="1"/>
      <w:numFmt w:val="decimal"/>
      <w:lvlText w:val="%1."/>
      <w:lvlJc w:val="left"/>
      <w:pPr>
        <w:tabs>
          <w:tab w:val="num" w:pos="1069"/>
        </w:tabs>
        <w:ind w:left="1069"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2F981206"/>
    <w:multiLevelType w:val="hybridMultilevel"/>
    <w:tmpl w:val="DE40C766"/>
    <w:lvl w:ilvl="0" w:tplc="0424000F">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5" w15:restartNumberingAfterBreak="0">
    <w:nsid w:val="308E70CD"/>
    <w:multiLevelType w:val="hybridMultilevel"/>
    <w:tmpl w:val="67D86342"/>
    <w:lvl w:ilvl="0" w:tplc="4182822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30F27C1F"/>
    <w:multiLevelType w:val="hybridMultilevel"/>
    <w:tmpl w:val="A2702F68"/>
    <w:lvl w:ilvl="0" w:tplc="9CEA29D2">
      <w:start w:val="1"/>
      <w:numFmt w:val="lowerLetter"/>
      <w:lvlText w:val="%1)"/>
      <w:lvlJc w:val="left"/>
      <w:pPr>
        <w:ind w:left="144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7" w15:restartNumberingAfterBreak="0">
    <w:nsid w:val="30F867EC"/>
    <w:multiLevelType w:val="hybridMultilevel"/>
    <w:tmpl w:val="83E4361E"/>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31860ED2"/>
    <w:multiLevelType w:val="hybridMultilevel"/>
    <w:tmpl w:val="FFCE2004"/>
    <w:lvl w:ilvl="0" w:tplc="C4DCCE82">
      <w:start w:val="3"/>
      <w:numFmt w:val="bullet"/>
      <w:lvlText w:val="-"/>
      <w:lvlJc w:val="left"/>
      <w:pPr>
        <w:ind w:left="720" w:hanging="360"/>
      </w:pPr>
      <w:rPr>
        <w:rFonts w:ascii="Times New Roman" w:eastAsia="Calibri" w:hAnsi="Times New Roman" w:cs="Times New Roman" w:hint="default"/>
        <w:color w:val="auto"/>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59548AF"/>
    <w:multiLevelType w:val="hybridMultilevel"/>
    <w:tmpl w:val="D44E4A5A"/>
    <w:lvl w:ilvl="0" w:tplc="DF2AE604">
      <w:start w:val="1241"/>
      <w:numFmt w:val="bullet"/>
      <w:lvlText w:val="-"/>
      <w:lvlJc w:val="left"/>
      <w:pPr>
        <w:ind w:left="720" w:hanging="360"/>
      </w:pPr>
      <w:rPr>
        <w:rFonts w:ascii="Arial" w:eastAsiaTheme="minorHAns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8AE2398"/>
    <w:multiLevelType w:val="hybridMultilevel"/>
    <w:tmpl w:val="4DBEEB66"/>
    <w:lvl w:ilvl="0" w:tplc="69A2C5B6">
      <w:start w:val="6"/>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A092D19"/>
    <w:multiLevelType w:val="hybridMultilevel"/>
    <w:tmpl w:val="9496CA26"/>
    <w:lvl w:ilvl="0" w:tplc="69A2C5B6">
      <w:start w:val="6"/>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3BE031B9"/>
    <w:multiLevelType w:val="hybridMultilevel"/>
    <w:tmpl w:val="07128974"/>
    <w:lvl w:ilvl="0" w:tplc="A1DC03AE">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3" w15:restartNumberingAfterBreak="0">
    <w:nsid w:val="3D534C13"/>
    <w:multiLevelType w:val="hybridMultilevel"/>
    <w:tmpl w:val="E77AE446"/>
    <w:lvl w:ilvl="0" w:tplc="0424000F">
      <w:start w:val="5"/>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3FB12777"/>
    <w:multiLevelType w:val="singleLevel"/>
    <w:tmpl w:val="D9C4C0C0"/>
    <w:lvl w:ilvl="0">
      <w:start w:val="1"/>
      <w:numFmt w:val="decimal"/>
      <w:lvlText w:val="%1."/>
      <w:legacy w:legacy="1" w:legacySpace="0" w:legacyIndent="283"/>
      <w:lvlJc w:val="left"/>
      <w:pPr>
        <w:ind w:left="283" w:hanging="283"/>
      </w:pPr>
      <w:rPr>
        <w:b w:val="0"/>
        <w:i w:val="0"/>
      </w:rPr>
    </w:lvl>
  </w:abstractNum>
  <w:abstractNum w:abstractNumId="26" w15:restartNumberingAfterBreak="0">
    <w:nsid w:val="40FD64CB"/>
    <w:multiLevelType w:val="hybridMultilevel"/>
    <w:tmpl w:val="6D64F3C6"/>
    <w:lvl w:ilvl="0" w:tplc="F274F7DC">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245117F"/>
    <w:multiLevelType w:val="hybridMultilevel"/>
    <w:tmpl w:val="43FC9D90"/>
    <w:lvl w:ilvl="0" w:tplc="3B941AE0">
      <w:start w:val="1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4263145C"/>
    <w:multiLevelType w:val="hybridMultilevel"/>
    <w:tmpl w:val="9E34AF22"/>
    <w:lvl w:ilvl="0" w:tplc="41828222">
      <w:start w:val="1"/>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9" w15:restartNumberingAfterBreak="0">
    <w:nsid w:val="43A84704"/>
    <w:multiLevelType w:val="hybridMultilevel"/>
    <w:tmpl w:val="A1B2A51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43C06AD5"/>
    <w:multiLevelType w:val="hybridMultilevel"/>
    <w:tmpl w:val="BB36AFF0"/>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47526404"/>
    <w:multiLevelType w:val="hybridMultilevel"/>
    <w:tmpl w:val="FD4C1678"/>
    <w:lvl w:ilvl="0" w:tplc="2B7CA538">
      <w:start w:val="1"/>
      <w:numFmt w:val="decimal"/>
      <w:lvlText w:val="(%1)"/>
      <w:lvlJc w:val="left"/>
      <w:pPr>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2" w15:restartNumberingAfterBreak="0">
    <w:nsid w:val="51D179D5"/>
    <w:multiLevelType w:val="hybridMultilevel"/>
    <w:tmpl w:val="8F6CBC58"/>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74829C9"/>
    <w:multiLevelType w:val="hybridMultilevel"/>
    <w:tmpl w:val="941C8E0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4" w15:restartNumberingAfterBreak="0">
    <w:nsid w:val="620118F5"/>
    <w:multiLevelType w:val="hybridMultilevel"/>
    <w:tmpl w:val="6E74C00C"/>
    <w:lvl w:ilvl="0" w:tplc="69A2C5B6">
      <w:start w:val="6"/>
      <w:numFmt w:val="bullet"/>
      <w:lvlText w:val="-"/>
      <w:lvlJc w:val="left"/>
      <w:pPr>
        <w:ind w:left="1146" w:hanging="360"/>
      </w:pPr>
      <w:rPr>
        <w:rFonts w:ascii="Arial" w:eastAsia="Times New Roman" w:hAnsi="Arial" w:cs="Aria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35"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6" w15:restartNumberingAfterBreak="0">
    <w:nsid w:val="6D0D675C"/>
    <w:multiLevelType w:val="hybridMultilevel"/>
    <w:tmpl w:val="AFEC7A28"/>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 w15:restartNumberingAfterBreak="0">
    <w:nsid w:val="6EA21D6E"/>
    <w:multiLevelType w:val="hybridMultilevel"/>
    <w:tmpl w:val="CBE6E866"/>
    <w:lvl w:ilvl="0" w:tplc="41828222">
      <w:start w:val="1"/>
      <w:numFmt w:val="bullet"/>
      <w:lvlText w:val="-"/>
      <w:lvlJc w:val="left"/>
      <w:pPr>
        <w:ind w:left="1121" w:hanging="360"/>
      </w:pPr>
      <w:rPr>
        <w:rFonts w:ascii="Arial" w:eastAsia="Times New Roman" w:hAnsi="Arial" w:cs="Arial" w:hint="default"/>
      </w:rPr>
    </w:lvl>
    <w:lvl w:ilvl="1" w:tplc="04240003">
      <w:start w:val="1"/>
      <w:numFmt w:val="bullet"/>
      <w:lvlText w:val="o"/>
      <w:lvlJc w:val="left"/>
      <w:pPr>
        <w:ind w:left="1841" w:hanging="360"/>
      </w:pPr>
      <w:rPr>
        <w:rFonts w:ascii="Courier New" w:hAnsi="Courier New" w:cs="Courier New" w:hint="default"/>
      </w:rPr>
    </w:lvl>
    <w:lvl w:ilvl="2" w:tplc="04240005">
      <w:start w:val="1"/>
      <w:numFmt w:val="bullet"/>
      <w:lvlText w:val=""/>
      <w:lvlJc w:val="left"/>
      <w:pPr>
        <w:ind w:left="2561" w:hanging="360"/>
      </w:pPr>
      <w:rPr>
        <w:rFonts w:ascii="Wingdings" w:hAnsi="Wingdings" w:hint="default"/>
      </w:rPr>
    </w:lvl>
    <w:lvl w:ilvl="3" w:tplc="04240001">
      <w:start w:val="1"/>
      <w:numFmt w:val="bullet"/>
      <w:lvlText w:val=""/>
      <w:lvlJc w:val="left"/>
      <w:pPr>
        <w:ind w:left="3281" w:hanging="360"/>
      </w:pPr>
      <w:rPr>
        <w:rFonts w:ascii="Symbol" w:hAnsi="Symbol" w:hint="default"/>
      </w:rPr>
    </w:lvl>
    <w:lvl w:ilvl="4" w:tplc="04240003">
      <w:start w:val="1"/>
      <w:numFmt w:val="bullet"/>
      <w:lvlText w:val="o"/>
      <w:lvlJc w:val="left"/>
      <w:pPr>
        <w:ind w:left="4001" w:hanging="360"/>
      </w:pPr>
      <w:rPr>
        <w:rFonts w:ascii="Courier New" w:hAnsi="Courier New" w:cs="Courier New" w:hint="default"/>
      </w:rPr>
    </w:lvl>
    <w:lvl w:ilvl="5" w:tplc="04240005">
      <w:start w:val="1"/>
      <w:numFmt w:val="bullet"/>
      <w:lvlText w:val=""/>
      <w:lvlJc w:val="left"/>
      <w:pPr>
        <w:ind w:left="4721" w:hanging="360"/>
      </w:pPr>
      <w:rPr>
        <w:rFonts w:ascii="Wingdings" w:hAnsi="Wingdings" w:hint="default"/>
      </w:rPr>
    </w:lvl>
    <w:lvl w:ilvl="6" w:tplc="04240001">
      <w:start w:val="1"/>
      <w:numFmt w:val="bullet"/>
      <w:lvlText w:val=""/>
      <w:lvlJc w:val="left"/>
      <w:pPr>
        <w:ind w:left="5441" w:hanging="360"/>
      </w:pPr>
      <w:rPr>
        <w:rFonts w:ascii="Symbol" w:hAnsi="Symbol" w:hint="default"/>
      </w:rPr>
    </w:lvl>
    <w:lvl w:ilvl="7" w:tplc="04240003">
      <w:start w:val="1"/>
      <w:numFmt w:val="bullet"/>
      <w:lvlText w:val="o"/>
      <w:lvlJc w:val="left"/>
      <w:pPr>
        <w:ind w:left="6161" w:hanging="360"/>
      </w:pPr>
      <w:rPr>
        <w:rFonts w:ascii="Courier New" w:hAnsi="Courier New" w:cs="Courier New" w:hint="default"/>
      </w:rPr>
    </w:lvl>
    <w:lvl w:ilvl="8" w:tplc="04240005">
      <w:start w:val="1"/>
      <w:numFmt w:val="bullet"/>
      <w:lvlText w:val=""/>
      <w:lvlJc w:val="left"/>
      <w:pPr>
        <w:ind w:left="6881" w:hanging="360"/>
      </w:pPr>
      <w:rPr>
        <w:rFonts w:ascii="Wingdings" w:hAnsi="Wingdings" w:hint="default"/>
      </w:rPr>
    </w:lvl>
  </w:abstractNum>
  <w:abstractNum w:abstractNumId="38" w15:restartNumberingAfterBreak="0">
    <w:nsid w:val="6EBE3A9C"/>
    <w:multiLevelType w:val="hybridMultilevel"/>
    <w:tmpl w:val="7180C2EE"/>
    <w:lvl w:ilvl="0" w:tplc="69A2C5B6">
      <w:start w:val="6"/>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6F4453AD"/>
    <w:multiLevelType w:val="hybridMultilevel"/>
    <w:tmpl w:val="44141F18"/>
    <w:lvl w:ilvl="0" w:tplc="FD8EC0D2">
      <w:numFmt w:val="bullet"/>
      <w:lvlText w:val="-"/>
      <w:lvlJc w:val="left"/>
      <w:pPr>
        <w:tabs>
          <w:tab w:val="num" w:pos="720"/>
        </w:tabs>
        <w:ind w:left="720" w:hanging="360"/>
      </w:pPr>
      <w:rPr>
        <w:rFonts w:ascii="Arial" w:eastAsia="Times New Roman" w:hAnsi="Arial" w:cs="Arial" w:hint="default"/>
      </w:rPr>
    </w:lvl>
    <w:lvl w:ilvl="1" w:tplc="59DCAEF0">
      <w:start w:val="1"/>
      <w:numFmt w:val="decimal"/>
      <w:lvlText w:val="%2."/>
      <w:lvlJc w:val="left"/>
      <w:pPr>
        <w:tabs>
          <w:tab w:val="num" w:pos="1440"/>
        </w:tabs>
        <w:ind w:left="1440" w:hanging="360"/>
      </w:pPr>
      <w:rPr>
        <w:color w:val="000000" w:themeColor="text1"/>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0" w15:restartNumberingAfterBreak="0">
    <w:nsid w:val="71B75907"/>
    <w:multiLevelType w:val="hybridMultilevel"/>
    <w:tmpl w:val="0BDE88FA"/>
    <w:lvl w:ilvl="0" w:tplc="5C4C427E">
      <w:start w:val="1"/>
      <w:numFmt w:val="decimal"/>
      <w:lvlText w:val="(%1)"/>
      <w:lvlJc w:val="left"/>
      <w:pPr>
        <w:ind w:left="360" w:hanging="360"/>
      </w:pPr>
      <w:rPr>
        <w:rFonts w:ascii="Arial" w:eastAsiaTheme="minorHAnsi" w:hAnsi="Arial" w:cstheme="minorBidi"/>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1" w15:restartNumberingAfterBreak="0">
    <w:nsid w:val="72156019"/>
    <w:multiLevelType w:val="hybridMultilevel"/>
    <w:tmpl w:val="E6BE84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29513D4"/>
    <w:multiLevelType w:val="hybridMultilevel"/>
    <w:tmpl w:val="DE749B42"/>
    <w:lvl w:ilvl="0" w:tplc="4182822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3845F60"/>
    <w:multiLevelType w:val="hybridMultilevel"/>
    <w:tmpl w:val="3BACC4DA"/>
    <w:lvl w:ilvl="0" w:tplc="C0C622E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4" w15:restartNumberingAfterBreak="0">
    <w:nsid w:val="77B821F1"/>
    <w:multiLevelType w:val="hybridMultilevel"/>
    <w:tmpl w:val="5D44976E"/>
    <w:lvl w:ilvl="0" w:tplc="86BECC8A">
      <w:start w:val="2"/>
      <w:numFmt w:val="decimal"/>
      <w:lvlText w:val="(%1)"/>
      <w:lvlJc w:val="left"/>
      <w:pPr>
        <w:ind w:left="375" w:hanging="360"/>
      </w:pPr>
    </w:lvl>
    <w:lvl w:ilvl="1" w:tplc="04240019">
      <w:start w:val="1"/>
      <w:numFmt w:val="lowerLetter"/>
      <w:lvlText w:val="%2."/>
      <w:lvlJc w:val="left"/>
      <w:pPr>
        <w:ind w:left="1095" w:hanging="360"/>
      </w:pPr>
    </w:lvl>
    <w:lvl w:ilvl="2" w:tplc="0424001B">
      <w:start w:val="1"/>
      <w:numFmt w:val="lowerRoman"/>
      <w:lvlText w:val="%3."/>
      <w:lvlJc w:val="right"/>
      <w:pPr>
        <w:ind w:left="1815" w:hanging="180"/>
      </w:pPr>
    </w:lvl>
    <w:lvl w:ilvl="3" w:tplc="0424000F">
      <w:start w:val="1"/>
      <w:numFmt w:val="decimal"/>
      <w:lvlText w:val="%4."/>
      <w:lvlJc w:val="left"/>
      <w:pPr>
        <w:ind w:left="2535" w:hanging="360"/>
      </w:pPr>
    </w:lvl>
    <w:lvl w:ilvl="4" w:tplc="04240019">
      <w:start w:val="1"/>
      <w:numFmt w:val="lowerLetter"/>
      <w:lvlText w:val="%5."/>
      <w:lvlJc w:val="left"/>
      <w:pPr>
        <w:ind w:left="3255" w:hanging="360"/>
      </w:pPr>
    </w:lvl>
    <w:lvl w:ilvl="5" w:tplc="0424001B">
      <w:start w:val="1"/>
      <w:numFmt w:val="lowerRoman"/>
      <w:lvlText w:val="%6."/>
      <w:lvlJc w:val="right"/>
      <w:pPr>
        <w:ind w:left="3975" w:hanging="180"/>
      </w:pPr>
    </w:lvl>
    <w:lvl w:ilvl="6" w:tplc="0424000F">
      <w:start w:val="1"/>
      <w:numFmt w:val="decimal"/>
      <w:lvlText w:val="%7."/>
      <w:lvlJc w:val="left"/>
      <w:pPr>
        <w:ind w:left="4695" w:hanging="360"/>
      </w:pPr>
    </w:lvl>
    <w:lvl w:ilvl="7" w:tplc="04240019">
      <w:start w:val="1"/>
      <w:numFmt w:val="lowerLetter"/>
      <w:lvlText w:val="%8."/>
      <w:lvlJc w:val="left"/>
      <w:pPr>
        <w:ind w:left="5415" w:hanging="360"/>
      </w:pPr>
    </w:lvl>
    <w:lvl w:ilvl="8" w:tplc="0424001B">
      <w:start w:val="1"/>
      <w:numFmt w:val="lowerRoman"/>
      <w:lvlText w:val="%9."/>
      <w:lvlJc w:val="right"/>
      <w:pPr>
        <w:ind w:left="6135" w:hanging="180"/>
      </w:pPr>
    </w:lvl>
  </w:abstractNum>
  <w:abstractNum w:abstractNumId="45" w15:restartNumberingAfterBreak="0">
    <w:nsid w:val="7F6B0C0D"/>
    <w:multiLevelType w:val="hybridMultilevel"/>
    <w:tmpl w:val="05DAD3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20"/>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2"/>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6"/>
  </w:num>
  <w:num w:numId="30">
    <w:abstractNumId w:val="9"/>
  </w:num>
  <w:num w:numId="31">
    <w:abstractNumId w:val="19"/>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num>
  <w:num w:numId="37">
    <w:abstractNumId w:val="25"/>
    <w:lvlOverride w:ilvl="0">
      <w:lvl w:ilvl="0">
        <w:start w:val="1"/>
        <w:numFmt w:val="decimal"/>
        <w:lvlText w:val="%1."/>
        <w:legacy w:legacy="1" w:legacySpace="0" w:legacyIndent="283"/>
        <w:lvlJc w:val="left"/>
        <w:pPr>
          <w:ind w:left="283" w:hanging="283"/>
        </w:pPr>
        <w:rPr>
          <w:b w:val="0"/>
          <w:i w:val="0"/>
        </w:rPr>
      </w:lvl>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32"/>
  </w:num>
  <w:num w:numId="4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lvlOverride w:ilvl="2"/>
    <w:lvlOverride w:ilvl="3"/>
    <w:lvlOverride w:ilvl="4"/>
    <w:lvlOverride w:ilvl="5"/>
    <w:lvlOverride w:ilvl="6"/>
    <w:lvlOverride w:ilvl="7"/>
    <w:lvlOverride w:ilvl="8"/>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EDA"/>
    <w:rsid w:val="00024778"/>
    <w:rsid w:val="00030194"/>
    <w:rsid w:val="000463D7"/>
    <w:rsid w:val="00083B21"/>
    <w:rsid w:val="00087EC8"/>
    <w:rsid w:val="000E2D58"/>
    <w:rsid w:val="00146DC1"/>
    <w:rsid w:val="00165D46"/>
    <w:rsid w:val="0017667F"/>
    <w:rsid w:val="001C4FDA"/>
    <w:rsid w:val="00203980"/>
    <w:rsid w:val="002333B5"/>
    <w:rsid w:val="00253776"/>
    <w:rsid w:val="00257500"/>
    <w:rsid w:val="002617D8"/>
    <w:rsid w:val="002678A4"/>
    <w:rsid w:val="002845F4"/>
    <w:rsid w:val="00287C40"/>
    <w:rsid w:val="00297635"/>
    <w:rsid w:val="002D1A86"/>
    <w:rsid w:val="002E55A5"/>
    <w:rsid w:val="002E769B"/>
    <w:rsid w:val="00345204"/>
    <w:rsid w:val="00356697"/>
    <w:rsid w:val="003C155B"/>
    <w:rsid w:val="003C6050"/>
    <w:rsid w:val="00451756"/>
    <w:rsid w:val="00452761"/>
    <w:rsid w:val="004579B5"/>
    <w:rsid w:val="004658E1"/>
    <w:rsid w:val="00475C75"/>
    <w:rsid w:val="004828AC"/>
    <w:rsid w:val="004C5AAF"/>
    <w:rsid w:val="004C71DE"/>
    <w:rsid w:val="004F1413"/>
    <w:rsid w:val="00505D97"/>
    <w:rsid w:val="005278A4"/>
    <w:rsid w:val="005469A4"/>
    <w:rsid w:val="005953F0"/>
    <w:rsid w:val="00596E5A"/>
    <w:rsid w:val="005C5E20"/>
    <w:rsid w:val="005D2F8A"/>
    <w:rsid w:val="005F75CE"/>
    <w:rsid w:val="0063672A"/>
    <w:rsid w:val="0064482C"/>
    <w:rsid w:val="00664E22"/>
    <w:rsid w:val="00686F15"/>
    <w:rsid w:val="00694EC0"/>
    <w:rsid w:val="006B143A"/>
    <w:rsid w:val="00744705"/>
    <w:rsid w:val="00774948"/>
    <w:rsid w:val="0077510F"/>
    <w:rsid w:val="007755D6"/>
    <w:rsid w:val="00795030"/>
    <w:rsid w:val="007A61B0"/>
    <w:rsid w:val="007D33B4"/>
    <w:rsid w:val="007E2E50"/>
    <w:rsid w:val="00802730"/>
    <w:rsid w:val="00802C1A"/>
    <w:rsid w:val="008053CD"/>
    <w:rsid w:val="0081337C"/>
    <w:rsid w:val="00833171"/>
    <w:rsid w:val="00836812"/>
    <w:rsid w:val="00840302"/>
    <w:rsid w:val="00844F6A"/>
    <w:rsid w:val="00850A28"/>
    <w:rsid w:val="00854098"/>
    <w:rsid w:val="008940FD"/>
    <w:rsid w:val="008A604A"/>
    <w:rsid w:val="008F23FA"/>
    <w:rsid w:val="00910195"/>
    <w:rsid w:val="00924610"/>
    <w:rsid w:val="009254D7"/>
    <w:rsid w:val="009350A8"/>
    <w:rsid w:val="009F6693"/>
    <w:rsid w:val="00A16393"/>
    <w:rsid w:val="00A25125"/>
    <w:rsid w:val="00A444A7"/>
    <w:rsid w:val="00A51834"/>
    <w:rsid w:val="00A5213B"/>
    <w:rsid w:val="00A56F98"/>
    <w:rsid w:val="00A622F6"/>
    <w:rsid w:val="00A9238A"/>
    <w:rsid w:val="00AB70BE"/>
    <w:rsid w:val="00AD1A84"/>
    <w:rsid w:val="00AD606B"/>
    <w:rsid w:val="00B011B9"/>
    <w:rsid w:val="00B873AF"/>
    <w:rsid w:val="00B90392"/>
    <w:rsid w:val="00BC58F5"/>
    <w:rsid w:val="00BC5E41"/>
    <w:rsid w:val="00BF4A44"/>
    <w:rsid w:val="00BF55C3"/>
    <w:rsid w:val="00C177E8"/>
    <w:rsid w:val="00C37C99"/>
    <w:rsid w:val="00C41C44"/>
    <w:rsid w:val="00C50CEB"/>
    <w:rsid w:val="00C96EDA"/>
    <w:rsid w:val="00C97F8C"/>
    <w:rsid w:val="00CB592B"/>
    <w:rsid w:val="00CF37FA"/>
    <w:rsid w:val="00D06F01"/>
    <w:rsid w:val="00D76D12"/>
    <w:rsid w:val="00DA14F2"/>
    <w:rsid w:val="00DA6119"/>
    <w:rsid w:val="00DF78DD"/>
    <w:rsid w:val="00E0548E"/>
    <w:rsid w:val="00E119FB"/>
    <w:rsid w:val="00E21DDD"/>
    <w:rsid w:val="00E35575"/>
    <w:rsid w:val="00E872B3"/>
    <w:rsid w:val="00E947E1"/>
    <w:rsid w:val="00E950E9"/>
    <w:rsid w:val="00EB5003"/>
    <w:rsid w:val="00EC33B1"/>
    <w:rsid w:val="00ED2F2A"/>
    <w:rsid w:val="00ED3878"/>
    <w:rsid w:val="00F33658"/>
    <w:rsid w:val="00F345FD"/>
    <w:rsid w:val="00F351E4"/>
    <w:rsid w:val="00F75270"/>
    <w:rsid w:val="00FB7BF2"/>
    <w:rsid w:val="00FC2BA6"/>
    <w:rsid w:val="00FF52E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D8D042"/>
  <w15:docId w15:val="{F71115E3-4D15-4AF0-A3F7-FA496F9E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A14F2"/>
    <w:rPr>
      <w:rFonts w:ascii="Arial" w:hAnsi="Arial"/>
    </w:rPr>
  </w:style>
  <w:style w:type="paragraph" w:styleId="Naslov1">
    <w:name w:val="heading 1"/>
    <w:basedOn w:val="Navaden"/>
    <w:link w:val="Naslov1Znak"/>
    <w:uiPriority w:val="9"/>
    <w:qFormat/>
    <w:rsid w:val="00FF52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C6050"/>
    <w:pPr>
      <w:tabs>
        <w:tab w:val="center" w:pos="4536"/>
        <w:tab w:val="right" w:pos="9072"/>
      </w:tabs>
      <w:spacing w:after="0" w:line="240" w:lineRule="auto"/>
    </w:pPr>
  </w:style>
  <w:style w:type="character" w:customStyle="1" w:styleId="GlavaZnak">
    <w:name w:val="Glava Znak"/>
    <w:basedOn w:val="Privzetapisavaodstavka"/>
    <w:link w:val="Glava"/>
    <w:uiPriority w:val="99"/>
    <w:rsid w:val="003C6050"/>
  </w:style>
  <w:style w:type="paragraph" w:styleId="Noga">
    <w:name w:val="footer"/>
    <w:basedOn w:val="Navaden"/>
    <w:link w:val="NogaZnak"/>
    <w:uiPriority w:val="99"/>
    <w:unhideWhenUsed/>
    <w:rsid w:val="003C6050"/>
    <w:pPr>
      <w:tabs>
        <w:tab w:val="center" w:pos="4536"/>
        <w:tab w:val="right" w:pos="9072"/>
      </w:tabs>
      <w:spacing w:after="0" w:line="240" w:lineRule="auto"/>
    </w:pPr>
  </w:style>
  <w:style w:type="character" w:customStyle="1" w:styleId="NogaZnak">
    <w:name w:val="Noga Znak"/>
    <w:basedOn w:val="Privzetapisavaodstavka"/>
    <w:link w:val="Noga"/>
    <w:uiPriority w:val="99"/>
    <w:rsid w:val="003C6050"/>
  </w:style>
  <w:style w:type="paragraph" w:styleId="Besedilooblaka">
    <w:name w:val="Balloon Text"/>
    <w:basedOn w:val="Navaden"/>
    <w:link w:val="BesedilooblakaZnak"/>
    <w:uiPriority w:val="99"/>
    <w:semiHidden/>
    <w:unhideWhenUsed/>
    <w:rsid w:val="00FB7BF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B7BF2"/>
    <w:rPr>
      <w:rFonts w:ascii="Tahoma" w:hAnsi="Tahoma" w:cs="Tahoma"/>
      <w:sz w:val="16"/>
      <w:szCs w:val="16"/>
    </w:rPr>
  </w:style>
  <w:style w:type="character" w:styleId="Hiperpovezava">
    <w:name w:val="Hyperlink"/>
    <w:basedOn w:val="Privzetapisavaodstavka"/>
    <w:uiPriority w:val="99"/>
    <w:semiHidden/>
    <w:unhideWhenUsed/>
    <w:rsid w:val="00D76D12"/>
    <w:rPr>
      <w:color w:val="0000FF"/>
      <w:u w:val="single"/>
    </w:rPr>
  </w:style>
  <w:style w:type="paragraph" w:styleId="Odstavekseznama">
    <w:name w:val="List Paragraph"/>
    <w:basedOn w:val="Navaden"/>
    <w:uiPriority w:val="34"/>
    <w:qFormat/>
    <w:rsid w:val="00D76D12"/>
    <w:pPr>
      <w:ind w:left="720"/>
      <w:contextualSpacing/>
    </w:pPr>
  </w:style>
  <w:style w:type="paragraph" w:styleId="Telobesedila">
    <w:name w:val="Body Text"/>
    <w:basedOn w:val="Navaden"/>
    <w:link w:val="TelobesedilaZnak"/>
    <w:uiPriority w:val="99"/>
    <w:semiHidden/>
    <w:unhideWhenUsed/>
    <w:rsid w:val="007E2E50"/>
    <w:pPr>
      <w:spacing w:after="120" w:line="240" w:lineRule="auto"/>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uiPriority w:val="99"/>
    <w:semiHidden/>
    <w:rsid w:val="007E2E50"/>
    <w:rPr>
      <w:rFonts w:ascii="Times New Roman" w:eastAsia="Times New Roman" w:hAnsi="Times New Roman" w:cs="Times New Roman"/>
      <w:sz w:val="24"/>
      <w:szCs w:val="24"/>
      <w:lang w:eastAsia="sl-SI"/>
    </w:rPr>
  </w:style>
  <w:style w:type="paragraph" w:customStyle="1" w:styleId="h4">
    <w:name w:val="h4"/>
    <w:basedOn w:val="Navaden"/>
    <w:uiPriority w:val="99"/>
    <w:rsid w:val="007E2E50"/>
    <w:pPr>
      <w:spacing w:before="300" w:after="225" w:line="240" w:lineRule="auto"/>
      <w:ind w:left="15" w:right="15"/>
      <w:jc w:val="center"/>
    </w:pPr>
    <w:rPr>
      <w:rFonts w:eastAsia="Times New Roman" w:cs="Arial"/>
      <w:b/>
      <w:bCs/>
      <w:color w:val="222222"/>
      <w:lang w:eastAsia="sl-SI"/>
    </w:rPr>
  </w:style>
  <w:style w:type="character" w:customStyle="1" w:styleId="Naslov1Znak">
    <w:name w:val="Naslov 1 Znak"/>
    <w:basedOn w:val="Privzetapisavaodstavka"/>
    <w:link w:val="Naslov1"/>
    <w:uiPriority w:val="9"/>
    <w:rsid w:val="00FF52E4"/>
    <w:rPr>
      <w:rFonts w:ascii="Times New Roman" w:eastAsia="Times New Roman" w:hAnsi="Times New Roman" w:cs="Times New Roman"/>
      <w:b/>
      <w:bCs/>
      <w:kern w:val="36"/>
      <w:sz w:val="48"/>
      <w:szCs w:val="48"/>
      <w:lang w:eastAsia="sl-SI"/>
    </w:rPr>
  </w:style>
  <w:style w:type="table" w:styleId="Tabelamrea">
    <w:name w:val="Table Grid"/>
    <w:basedOn w:val="Navadnatabela"/>
    <w:uiPriority w:val="59"/>
    <w:rsid w:val="00644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E0548E"/>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E0548E"/>
    <w:rPr>
      <w:rFonts w:ascii="Arial" w:hAnsi="Arial"/>
      <w:sz w:val="20"/>
      <w:szCs w:val="20"/>
    </w:rPr>
  </w:style>
  <w:style w:type="character" w:styleId="Sprotnaopomba-sklic">
    <w:name w:val="footnote reference"/>
    <w:basedOn w:val="Privzetapisavaodstavka"/>
    <w:semiHidden/>
    <w:unhideWhenUsed/>
    <w:rsid w:val="00E05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86345">
      <w:bodyDiv w:val="1"/>
      <w:marLeft w:val="0"/>
      <w:marRight w:val="0"/>
      <w:marTop w:val="0"/>
      <w:marBottom w:val="0"/>
      <w:divBdr>
        <w:top w:val="none" w:sz="0" w:space="0" w:color="auto"/>
        <w:left w:val="none" w:sz="0" w:space="0" w:color="auto"/>
        <w:bottom w:val="none" w:sz="0" w:space="0" w:color="auto"/>
        <w:right w:val="none" w:sz="0" w:space="0" w:color="auto"/>
      </w:divBdr>
    </w:div>
    <w:div w:id="174153625">
      <w:bodyDiv w:val="1"/>
      <w:marLeft w:val="0"/>
      <w:marRight w:val="0"/>
      <w:marTop w:val="0"/>
      <w:marBottom w:val="0"/>
      <w:divBdr>
        <w:top w:val="none" w:sz="0" w:space="0" w:color="auto"/>
        <w:left w:val="none" w:sz="0" w:space="0" w:color="auto"/>
        <w:bottom w:val="none" w:sz="0" w:space="0" w:color="auto"/>
        <w:right w:val="none" w:sz="0" w:space="0" w:color="auto"/>
      </w:divBdr>
    </w:div>
    <w:div w:id="419260879">
      <w:bodyDiv w:val="1"/>
      <w:marLeft w:val="0"/>
      <w:marRight w:val="0"/>
      <w:marTop w:val="0"/>
      <w:marBottom w:val="0"/>
      <w:divBdr>
        <w:top w:val="none" w:sz="0" w:space="0" w:color="auto"/>
        <w:left w:val="none" w:sz="0" w:space="0" w:color="auto"/>
        <w:bottom w:val="none" w:sz="0" w:space="0" w:color="auto"/>
        <w:right w:val="none" w:sz="0" w:space="0" w:color="auto"/>
      </w:divBdr>
    </w:div>
    <w:div w:id="599720771">
      <w:bodyDiv w:val="1"/>
      <w:marLeft w:val="0"/>
      <w:marRight w:val="0"/>
      <w:marTop w:val="0"/>
      <w:marBottom w:val="0"/>
      <w:divBdr>
        <w:top w:val="none" w:sz="0" w:space="0" w:color="auto"/>
        <w:left w:val="none" w:sz="0" w:space="0" w:color="auto"/>
        <w:bottom w:val="none" w:sz="0" w:space="0" w:color="auto"/>
        <w:right w:val="none" w:sz="0" w:space="0" w:color="auto"/>
      </w:divBdr>
    </w:div>
    <w:div w:id="783890939">
      <w:bodyDiv w:val="1"/>
      <w:marLeft w:val="0"/>
      <w:marRight w:val="0"/>
      <w:marTop w:val="0"/>
      <w:marBottom w:val="0"/>
      <w:divBdr>
        <w:top w:val="none" w:sz="0" w:space="0" w:color="auto"/>
        <w:left w:val="none" w:sz="0" w:space="0" w:color="auto"/>
        <w:bottom w:val="none" w:sz="0" w:space="0" w:color="auto"/>
        <w:right w:val="none" w:sz="0" w:space="0" w:color="auto"/>
      </w:divBdr>
    </w:div>
    <w:div w:id="797341215">
      <w:bodyDiv w:val="1"/>
      <w:marLeft w:val="0"/>
      <w:marRight w:val="0"/>
      <w:marTop w:val="0"/>
      <w:marBottom w:val="0"/>
      <w:divBdr>
        <w:top w:val="none" w:sz="0" w:space="0" w:color="auto"/>
        <w:left w:val="none" w:sz="0" w:space="0" w:color="auto"/>
        <w:bottom w:val="none" w:sz="0" w:space="0" w:color="auto"/>
        <w:right w:val="none" w:sz="0" w:space="0" w:color="auto"/>
      </w:divBdr>
    </w:div>
    <w:div w:id="950937569">
      <w:bodyDiv w:val="1"/>
      <w:marLeft w:val="0"/>
      <w:marRight w:val="0"/>
      <w:marTop w:val="0"/>
      <w:marBottom w:val="0"/>
      <w:divBdr>
        <w:top w:val="none" w:sz="0" w:space="0" w:color="auto"/>
        <w:left w:val="none" w:sz="0" w:space="0" w:color="auto"/>
        <w:bottom w:val="none" w:sz="0" w:space="0" w:color="auto"/>
        <w:right w:val="none" w:sz="0" w:space="0" w:color="auto"/>
      </w:divBdr>
    </w:div>
    <w:div w:id="1150245752">
      <w:bodyDiv w:val="1"/>
      <w:marLeft w:val="0"/>
      <w:marRight w:val="0"/>
      <w:marTop w:val="0"/>
      <w:marBottom w:val="0"/>
      <w:divBdr>
        <w:top w:val="none" w:sz="0" w:space="0" w:color="auto"/>
        <w:left w:val="none" w:sz="0" w:space="0" w:color="auto"/>
        <w:bottom w:val="none" w:sz="0" w:space="0" w:color="auto"/>
        <w:right w:val="none" w:sz="0" w:space="0" w:color="auto"/>
      </w:divBdr>
    </w:div>
    <w:div w:id="1161314101">
      <w:bodyDiv w:val="1"/>
      <w:marLeft w:val="0"/>
      <w:marRight w:val="0"/>
      <w:marTop w:val="0"/>
      <w:marBottom w:val="0"/>
      <w:divBdr>
        <w:top w:val="none" w:sz="0" w:space="0" w:color="auto"/>
        <w:left w:val="none" w:sz="0" w:space="0" w:color="auto"/>
        <w:bottom w:val="none" w:sz="0" w:space="0" w:color="auto"/>
        <w:right w:val="none" w:sz="0" w:space="0" w:color="auto"/>
      </w:divBdr>
    </w:div>
    <w:div w:id="1382678705">
      <w:bodyDiv w:val="1"/>
      <w:marLeft w:val="0"/>
      <w:marRight w:val="0"/>
      <w:marTop w:val="0"/>
      <w:marBottom w:val="0"/>
      <w:divBdr>
        <w:top w:val="none" w:sz="0" w:space="0" w:color="auto"/>
        <w:left w:val="none" w:sz="0" w:space="0" w:color="auto"/>
        <w:bottom w:val="none" w:sz="0" w:space="0" w:color="auto"/>
        <w:right w:val="none" w:sz="0" w:space="0" w:color="auto"/>
      </w:divBdr>
    </w:div>
    <w:div w:id="1539050566">
      <w:bodyDiv w:val="1"/>
      <w:marLeft w:val="0"/>
      <w:marRight w:val="0"/>
      <w:marTop w:val="0"/>
      <w:marBottom w:val="0"/>
      <w:divBdr>
        <w:top w:val="none" w:sz="0" w:space="0" w:color="auto"/>
        <w:left w:val="none" w:sz="0" w:space="0" w:color="auto"/>
        <w:bottom w:val="none" w:sz="0" w:space="0" w:color="auto"/>
        <w:right w:val="none" w:sz="0" w:space="0" w:color="auto"/>
      </w:divBdr>
    </w:div>
    <w:div w:id="1620212460">
      <w:bodyDiv w:val="1"/>
      <w:marLeft w:val="0"/>
      <w:marRight w:val="0"/>
      <w:marTop w:val="0"/>
      <w:marBottom w:val="0"/>
      <w:divBdr>
        <w:top w:val="none" w:sz="0" w:space="0" w:color="auto"/>
        <w:left w:val="none" w:sz="0" w:space="0" w:color="auto"/>
        <w:bottom w:val="none" w:sz="0" w:space="0" w:color="auto"/>
        <w:right w:val="none" w:sz="0" w:space="0" w:color="auto"/>
      </w:divBdr>
    </w:div>
    <w:div w:id="1652635779">
      <w:bodyDiv w:val="1"/>
      <w:marLeft w:val="0"/>
      <w:marRight w:val="0"/>
      <w:marTop w:val="0"/>
      <w:marBottom w:val="0"/>
      <w:divBdr>
        <w:top w:val="none" w:sz="0" w:space="0" w:color="auto"/>
        <w:left w:val="none" w:sz="0" w:space="0" w:color="auto"/>
        <w:bottom w:val="none" w:sz="0" w:space="0" w:color="auto"/>
        <w:right w:val="none" w:sz="0" w:space="0" w:color="auto"/>
      </w:divBdr>
    </w:div>
    <w:div w:id="1731877853">
      <w:bodyDiv w:val="1"/>
      <w:marLeft w:val="0"/>
      <w:marRight w:val="0"/>
      <w:marTop w:val="0"/>
      <w:marBottom w:val="0"/>
      <w:divBdr>
        <w:top w:val="none" w:sz="0" w:space="0" w:color="auto"/>
        <w:left w:val="none" w:sz="0" w:space="0" w:color="auto"/>
        <w:bottom w:val="none" w:sz="0" w:space="0" w:color="auto"/>
        <w:right w:val="none" w:sz="0" w:space="0" w:color="auto"/>
      </w:divBdr>
    </w:div>
    <w:div w:id="1782607452">
      <w:bodyDiv w:val="1"/>
      <w:marLeft w:val="0"/>
      <w:marRight w:val="0"/>
      <w:marTop w:val="0"/>
      <w:marBottom w:val="0"/>
      <w:divBdr>
        <w:top w:val="none" w:sz="0" w:space="0" w:color="auto"/>
        <w:left w:val="none" w:sz="0" w:space="0" w:color="auto"/>
        <w:bottom w:val="none" w:sz="0" w:space="0" w:color="auto"/>
        <w:right w:val="none" w:sz="0" w:space="0" w:color="auto"/>
      </w:divBdr>
    </w:div>
    <w:div w:id="2091728454">
      <w:bodyDiv w:val="1"/>
      <w:marLeft w:val="0"/>
      <w:marRight w:val="0"/>
      <w:marTop w:val="0"/>
      <w:marBottom w:val="0"/>
      <w:divBdr>
        <w:top w:val="none" w:sz="0" w:space="0" w:color="auto"/>
        <w:left w:val="none" w:sz="0" w:space="0" w:color="auto"/>
        <w:bottom w:val="none" w:sz="0" w:space="0" w:color="auto"/>
        <w:right w:val="none" w:sz="0" w:space="0" w:color="auto"/>
      </w:divBdr>
    </w:div>
    <w:div w:id="2130926304">
      <w:bodyDiv w:val="1"/>
      <w:marLeft w:val="0"/>
      <w:marRight w:val="0"/>
      <w:marTop w:val="0"/>
      <w:marBottom w:val="0"/>
      <w:divBdr>
        <w:top w:val="none" w:sz="0" w:space="0" w:color="auto"/>
        <w:left w:val="none" w:sz="0" w:space="0" w:color="auto"/>
        <w:bottom w:val="none" w:sz="0" w:space="0" w:color="auto"/>
        <w:right w:val="none" w:sz="0" w:space="0" w:color="auto"/>
      </w:divBdr>
    </w:div>
    <w:div w:id="214021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amnik.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p\Downloads\predloge%202024%20795\predloge%202024%20795\oddelek%20za%20gosp%20dejavnosti%20in%20finance\predloga%20795%20gospdejslufin.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7655964-47ED-4857-85ED-831DD6ADC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795 gospdejslufin</Template>
  <TotalTime>43</TotalTime>
  <Pages>17</Pages>
  <Words>2975</Words>
  <Characters>16959</Characters>
  <Application>Microsoft Office Word</Application>
  <DocSecurity>0</DocSecurity>
  <Lines>141</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 Ponikvar</dc:creator>
  <cp:lastModifiedBy>Katarina Ščetinin</cp:lastModifiedBy>
  <cp:revision>16</cp:revision>
  <cp:lastPrinted>2025-02-27T13:24:00Z</cp:lastPrinted>
  <dcterms:created xsi:type="dcterms:W3CDTF">2025-03-03T11:40:00Z</dcterms:created>
  <dcterms:modified xsi:type="dcterms:W3CDTF">2025-03-19T07:28:00Z</dcterms:modified>
</cp:coreProperties>
</file>